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0FB" w:rsidRDefault="006870FB" w:rsidP="006870FB">
      <w:pPr>
        <w:pStyle w:val="Default"/>
      </w:pPr>
    </w:p>
    <w:p w:rsidR="006870FB" w:rsidRPr="00262E5C" w:rsidRDefault="006870FB" w:rsidP="006870FB">
      <w:pPr>
        <w:pStyle w:val="Default"/>
        <w:jc w:val="center"/>
        <w:rPr>
          <w:b/>
          <w:bCs/>
          <w:sz w:val="22"/>
          <w:szCs w:val="22"/>
        </w:rPr>
      </w:pPr>
      <w:r w:rsidRPr="00262E5C">
        <w:rPr>
          <w:b/>
          <w:bCs/>
          <w:sz w:val="22"/>
          <w:szCs w:val="22"/>
        </w:rPr>
        <w:t xml:space="preserve">Hinweise zum Datenschutz im Rahmen der Umsetzung des </w:t>
      </w:r>
      <w:r w:rsidR="00CF6A92">
        <w:rPr>
          <w:b/>
          <w:bCs/>
          <w:sz w:val="22"/>
          <w:szCs w:val="22"/>
        </w:rPr>
        <w:t>Infektions</w:t>
      </w:r>
      <w:r w:rsidRPr="00262E5C">
        <w:rPr>
          <w:b/>
          <w:bCs/>
          <w:sz w:val="22"/>
          <w:szCs w:val="22"/>
        </w:rPr>
        <w:t xml:space="preserve">schutzgesetzes in den Schulen (Art. 13 </w:t>
      </w:r>
      <w:r w:rsidR="00262E5C">
        <w:rPr>
          <w:b/>
          <w:bCs/>
          <w:sz w:val="22"/>
          <w:szCs w:val="22"/>
        </w:rPr>
        <w:t>DSGVO</w:t>
      </w:r>
      <w:r w:rsidRPr="00262E5C">
        <w:rPr>
          <w:b/>
          <w:bCs/>
          <w:sz w:val="22"/>
          <w:szCs w:val="22"/>
        </w:rPr>
        <w:t>) für Lehrkräfte und sonstiges Personal</w:t>
      </w:r>
    </w:p>
    <w:p w:rsidR="006870FB" w:rsidRDefault="006870FB" w:rsidP="006870FB">
      <w:pPr>
        <w:pStyle w:val="Default"/>
        <w:rPr>
          <w:sz w:val="19"/>
          <w:szCs w:val="19"/>
        </w:rPr>
      </w:pP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sz w:val="20"/>
          <w:szCs w:val="20"/>
        </w:rPr>
        <w:t xml:space="preserve">Im Folgenden möchte Sie </w:t>
      </w:r>
      <w:r w:rsidR="00CF6A92">
        <w:rPr>
          <w:sz w:val="20"/>
          <w:szCs w:val="20"/>
        </w:rPr>
        <w:t>die bei den Kontaktdaten</w:t>
      </w:r>
      <w:bookmarkStart w:id="0" w:name="_GoBack"/>
      <w:bookmarkEnd w:id="0"/>
      <w:r w:rsidR="00CF6A92">
        <w:rPr>
          <w:sz w:val="20"/>
          <w:szCs w:val="20"/>
        </w:rPr>
        <w:t xml:space="preserve"> genannte</w:t>
      </w:r>
      <w:r w:rsidRPr="00262E5C">
        <w:rPr>
          <w:sz w:val="20"/>
          <w:szCs w:val="20"/>
        </w:rPr>
        <w:t xml:space="preserve"> </w:t>
      </w:r>
      <w:r w:rsidR="00CF6A92">
        <w:rPr>
          <w:sz w:val="20"/>
          <w:szCs w:val="20"/>
        </w:rPr>
        <w:t>Schule</w:t>
      </w:r>
      <w:r w:rsidRPr="00262E5C">
        <w:rPr>
          <w:sz w:val="20"/>
          <w:szCs w:val="20"/>
        </w:rPr>
        <w:t xml:space="preserve"> gemäß Art. 13 Datenschutz-Grundverordnung (DSGVO) über die Datenverarbeitung im Zusammenhang mit dem Gesetz für den Schutz vor Masern und zur Stärkung der Impfprävention (</w:t>
      </w:r>
      <w:r w:rsidR="00CF6A92">
        <w:rPr>
          <w:sz w:val="20"/>
          <w:szCs w:val="20"/>
        </w:rPr>
        <w:t>Infektions</w:t>
      </w:r>
      <w:r w:rsidRPr="00262E5C">
        <w:rPr>
          <w:sz w:val="20"/>
          <w:szCs w:val="20"/>
        </w:rPr>
        <w:t xml:space="preserve">schutzgesetz) informieren. </w:t>
      </w:r>
    </w:p>
    <w:p w:rsidR="006870FB" w:rsidRPr="00262E5C" w:rsidRDefault="006870FB" w:rsidP="006870FB">
      <w:pPr>
        <w:pStyle w:val="Default"/>
        <w:rPr>
          <w:sz w:val="20"/>
          <w:szCs w:val="20"/>
        </w:rPr>
      </w:pP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b/>
          <w:bCs/>
          <w:sz w:val="20"/>
          <w:szCs w:val="20"/>
        </w:rPr>
        <w:t xml:space="preserve">Kontaktdaten des Verantwortlichen </w:t>
      </w:r>
    </w:p>
    <w:p w:rsidR="006870FB" w:rsidRDefault="006870FB" w:rsidP="006870FB">
      <w:pPr>
        <w:pStyle w:val="Default"/>
        <w:rPr>
          <w:sz w:val="20"/>
          <w:szCs w:val="20"/>
        </w:rPr>
      </w:pPr>
    </w:p>
    <w:p w:rsidR="00CF6A92" w:rsidRDefault="00CF6A92" w:rsidP="006870FB">
      <w:pPr>
        <w:pStyle w:val="Default"/>
        <w:rPr>
          <w:sz w:val="20"/>
          <w:szCs w:val="20"/>
        </w:rPr>
      </w:pPr>
    </w:p>
    <w:p w:rsidR="00CF6A92" w:rsidRPr="00CF6A92" w:rsidRDefault="00CF6A92" w:rsidP="006870FB">
      <w:pPr>
        <w:pStyle w:val="Default"/>
        <w:rPr>
          <w:color w:val="948A54" w:themeColor="background2" w:themeShade="80"/>
          <w:sz w:val="20"/>
          <w:szCs w:val="20"/>
        </w:rPr>
      </w:pPr>
      <w:r w:rsidRPr="00CF6A92">
        <w:rPr>
          <w:color w:val="948A54" w:themeColor="background2" w:themeShade="80"/>
          <w:sz w:val="20"/>
          <w:szCs w:val="20"/>
        </w:rPr>
        <w:t>(Schulstempel)</w:t>
      </w:r>
    </w:p>
    <w:p w:rsidR="00CF6A92" w:rsidRDefault="00CF6A92" w:rsidP="006870FB">
      <w:pPr>
        <w:pStyle w:val="Default"/>
        <w:rPr>
          <w:sz w:val="20"/>
          <w:szCs w:val="20"/>
        </w:rPr>
      </w:pPr>
    </w:p>
    <w:p w:rsidR="00CF6A92" w:rsidRDefault="00CF6A92" w:rsidP="006870FB">
      <w:pPr>
        <w:pStyle w:val="Default"/>
        <w:rPr>
          <w:sz w:val="20"/>
          <w:szCs w:val="20"/>
        </w:rPr>
      </w:pPr>
    </w:p>
    <w:p w:rsidR="00CF6A92" w:rsidRPr="00262E5C" w:rsidRDefault="00CF6A92" w:rsidP="006870FB">
      <w:pPr>
        <w:pStyle w:val="Default"/>
        <w:rPr>
          <w:sz w:val="20"/>
          <w:szCs w:val="20"/>
        </w:rPr>
      </w:pP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b/>
          <w:bCs/>
          <w:sz w:val="20"/>
          <w:szCs w:val="20"/>
        </w:rPr>
        <w:t xml:space="preserve">Zwecke und Rechtsgrundlagen für die Verarbeitung Ihrer Daten </w:t>
      </w:r>
    </w:p>
    <w:p w:rsidR="006870FB" w:rsidRPr="00262E5C" w:rsidRDefault="006870FB" w:rsidP="00262E5C">
      <w:pPr>
        <w:pStyle w:val="Default"/>
        <w:rPr>
          <w:sz w:val="20"/>
          <w:szCs w:val="20"/>
        </w:rPr>
      </w:pPr>
      <w:r w:rsidRPr="00262E5C">
        <w:rPr>
          <w:sz w:val="20"/>
          <w:szCs w:val="20"/>
        </w:rPr>
        <w:t>Die personenbezogenen Daten der Personen, die an einer Schule Tätigkeiten nach § 20 Infektionsschutzgesetz (IfSG) ausüben, werden vo</w:t>
      </w:r>
      <w:r w:rsidR="00CF6A92">
        <w:rPr>
          <w:sz w:val="20"/>
          <w:szCs w:val="20"/>
        </w:rPr>
        <w:t>n</w:t>
      </w:r>
      <w:r w:rsidRPr="00262E5C">
        <w:rPr>
          <w:sz w:val="20"/>
          <w:szCs w:val="20"/>
        </w:rPr>
        <w:t xml:space="preserve"> </w:t>
      </w:r>
      <w:r w:rsidR="00CF6A92">
        <w:rPr>
          <w:sz w:val="20"/>
          <w:szCs w:val="20"/>
        </w:rPr>
        <w:t xml:space="preserve">der Schule </w:t>
      </w:r>
      <w:r w:rsidRPr="00262E5C">
        <w:rPr>
          <w:sz w:val="20"/>
          <w:szCs w:val="20"/>
        </w:rPr>
        <w:t>zum Zweck der Umsetzung des Masernschutzgesetzes verarbei</w:t>
      </w:r>
      <w:r w:rsidR="00CF6A92">
        <w:rPr>
          <w:sz w:val="20"/>
          <w:szCs w:val="20"/>
        </w:rPr>
        <w:t>tet. Die</w:t>
      </w:r>
      <w:r w:rsidRPr="00262E5C">
        <w:rPr>
          <w:sz w:val="20"/>
          <w:szCs w:val="20"/>
        </w:rPr>
        <w:t xml:space="preserve"> </w:t>
      </w:r>
      <w:r w:rsidR="00CF6A92">
        <w:rPr>
          <w:sz w:val="20"/>
          <w:szCs w:val="20"/>
        </w:rPr>
        <w:t>Schule</w:t>
      </w:r>
      <w:r w:rsidRPr="00262E5C">
        <w:rPr>
          <w:sz w:val="20"/>
          <w:szCs w:val="20"/>
        </w:rPr>
        <w:t xml:space="preserve"> hat den Nachweis zu prüfen, ob Personen, die an </w:t>
      </w:r>
      <w:r w:rsidR="00CF6A92">
        <w:rPr>
          <w:sz w:val="20"/>
          <w:szCs w:val="20"/>
        </w:rPr>
        <w:t>der</w:t>
      </w:r>
      <w:r w:rsidRPr="00262E5C">
        <w:rPr>
          <w:sz w:val="20"/>
          <w:szCs w:val="20"/>
        </w:rPr>
        <w:t xml:space="preserve"> Schule Tätigkeiten ausüben, über einen ausreichenden Impfschutz gegen Masern verfügen, eine Immunität gegen Masern aufweisen oder aufgrund einer medizinischen Kontraindikation nicht gegen Masern geimpft werden können. </w:t>
      </w:r>
    </w:p>
    <w:p w:rsidR="002A2518" w:rsidRDefault="002A2518" w:rsidP="00262E5C">
      <w:pPr>
        <w:pStyle w:val="Default"/>
        <w:rPr>
          <w:sz w:val="20"/>
          <w:szCs w:val="20"/>
        </w:rPr>
      </w:pPr>
    </w:p>
    <w:p w:rsidR="006870FB" w:rsidRPr="00262E5C" w:rsidRDefault="006870FB" w:rsidP="00262E5C">
      <w:pPr>
        <w:pStyle w:val="Default"/>
        <w:rPr>
          <w:sz w:val="20"/>
          <w:szCs w:val="20"/>
        </w:rPr>
      </w:pPr>
      <w:r w:rsidRPr="00262E5C">
        <w:rPr>
          <w:sz w:val="20"/>
          <w:szCs w:val="20"/>
        </w:rPr>
        <w:t>Der Nachweis über einen ausreichenden Masernschutz wird im erforderlichen Umfang (Erfüllung bzw. Nichterfüllung der Voraussetzungen des § 20 Abs. 9 und Abs. 10 IfSG und Begründung hierfür) dokumentiert. Dieser Dokumentationsbogen wird im erforderlichen Umfang aufbewahrt; soweit eine Personalakte besteht, wird er Bestandteil dieser Personalakte</w:t>
      </w:r>
      <w:r w:rsidR="00CF6A92">
        <w:rPr>
          <w:sz w:val="20"/>
          <w:szCs w:val="20"/>
        </w:rPr>
        <w:t xml:space="preserve"> an der personalführenden Behörde</w:t>
      </w:r>
      <w:r w:rsidRPr="00262E5C">
        <w:rPr>
          <w:sz w:val="20"/>
          <w:szCs w:val="20"/>
        </w:rPr>
        <w:t xml:space="preserve">; im Übrigen wird er Bestandteil einer </w:t>
      </w:r>
      <w:proofErr w:type="spellStart"/>
      <w:r w:rsidRPr="00262E5C">
        <w:rPr>
          <w:sz w:val="20"/>
          <w:szCs w:val="20"/>
        </w:rPr>
        <w:t>Sachakte</w:t>
      </w:r>
      <w:proofErr w:type="spellEnd"/>
      <w:r w:rsidRPr="00262E5C">
        <w:rPr>
          <w:sz w:val="20"/>
          <w:szCs w:val="20"/>
        </w:rPr>
        <w:t xml:space="preserve">. Die für den Nachweis </w:t>
      </w:r>
      <w:r w:rsidR="00CF6A92">
        <w:rPr>
          <w:sz w:val="20"/>
          <w:szCs w:val="20"/>
        </w:rPr>
        <w:t>der Schule</w:t>
      </w:r>
      <w:r w:rsidRPr="00262E5C">
        <w:rPr>
          <w:sz w:val="20"/>
          <w:szCs w:val="20"/>
        </w:rPr>
        <w:t xml:space="preserve"> vorgelegten Dokumente (z.B. Impfausweis) sind nur zur Prüfung der Voraussetzungen notwendig und werden nach Abschluss dieser nicht gespeichert. </w:t>
      </w:r>
    </w:p>
    <w:p w:rsidR="006870FB" w:rsidRPr="00262E5C" w:rsidRDefault="006870FB" w:rsidP="006870FB">
      <w:pPr>
        <w:pStyle w:val="Default"/>
        <w:rPr>
          <w:sz w:val="20"/>
          <w:szCs w:val="20"/>
        </w:rPr>
      </w:pPr>
    </w:p>
    <w:p w:rsidR="006870FB" w:rsidRPr="00262E5C" w:rsidRDefault="006870FB" w:rsidP="00262E5C">
      <w:pPr>
        <w:pStyle w:val="Default"/>
        <w:rPr>
          <w:sz w:val="20"/>
          <w:szCs w:val="20"/>
        </w:rPr>
      </w:pPr>
      <w:r w:rsidRPr="00262E5C">
        <w:rPr>
          <w:sz w:val="20"/>
          <w:szCs w:val="20"/>
        </w:rPr>
        <w:t>Rechtsgrundlage für die Datenverarbeitung ist § 2 Nu</w:t>
      </w:r>
      <w:r w:rsidR="00262E5C" w:rsidRPr="00262E5C">
        <w:rPr>
          <w:sz w:val="20"/>
          <w:szCs w:val="20"/>
        </w:rPr>
        <w:t xml:space="preserve">mmer 16, § 20 Abs. 8 bis 10, 13 </w:t>
      </w:r>
      <w:r w:rsidRPr="00262E5C">
        <w:rPr>
          <w:sz w:val="20"/>
          <w:szCs w:val="20"/>
        </w:rPr>
        <w:t xml:space="preserve">Infektionsschutzgesetz. Soweit eine Personalakte </w:t>
      </w:r>
      <w:r w:rsidR="00B24805">
        <w:rPr>
          <w:sz w:val="20"/>
          <w:szCs w:val="20"/>
        </w:rPr>
        <w:t xml:space="preserve">besteht, ist zusätzlich Art. </w:t>
      </w:r>
      <w:r w:rsidRPr="00262E5C">
        <w:rPr>
          <w:sz w:val="20"/>
          <w:szCs w:val="20"/>
        </w:rPr>
        <w:t>104 Bayerisches Beamtengesetz (</w:t>
      </w:r>
      <w:proofErr w:type="spellStart"/>
      <w:r w:rsidRPr="00262E5C">
        <w:rPr>
          <w:sz w:val="20"/>
          <w:szCs w:val="20"/>
        </w:rPr>
        <w:t>BayBG</w:t>
      </w:r>
      <w:proofErr w:type="spellEnd"/>
      <w:r w:rsidRPr="00262E5C">
        <w:rPr>
          <w:sz w:val="20"/>
          <w:szCs w:val="20"/>
        </w:rPr>
        <w:t xml:space="preserve">) einschlägig. </w:t>
      </w:r>
    </w:p>
    <w:p w:rsidR="00262E5C" w:rsidRPr="00262E5C" w:rsidRDefault="00262E5C" w:rsidP="006870FB">
      <w:pPr>
        <w:pStyle w:val="Default"/>
        <w:rPr>
          <w:sz w:val="20"/>
          <w:szCs w:val="20"/>
        </w:rPr>
      </w:pP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b/>
          <w:bCs/>
          <w:sz w:val="20"/>
          <w:szCs w:val="20"/>
        </w:rPr>
        <w:t xml:space="preserve">Empfänger von personenbezogenen Daten </w:t>
      </w: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sz w:val="20"/>
          <w:szCs w:val="20"/>
        </w:rPr>
        <w:t xml:space="preserve">Die Daten werden bei Vorliegen der entsprechenden Voraussetzungen an </w:t>
      </w:r>
      <w:r w:rsidR="00262E5C" w:rsidRPr="00262E5C">
        <w:rPr>
          <w:sz w:val="20"/>
          <w:szCs w:val="20"/>
        </w:rPr>
        <w:t>folgende Stellen weitergegeben:</w:t>
      </w:r>
    </w:p>
    <w:p w:rsidR="00262E5C" w:rsidRPr="00262E5C" w:rsidRDefault="00262E5C" w:rsidP="006870FB">
      <w:pPr>
        <w:pStyle w:val="Default"/>
        <w:rPr>
          <w:sz w:val="20"/>
          <w:szCs w:val="20"/>
        </w:rPr>
      </w:pPr>
    </w:p>
    <w:p w:rsidR="006870FB" w:rsidRPr="00262E5C" w:rsidRDefault="006870FB" w:rsidP="00262E5C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262E5C">
        <w:rPr>
          <w:sz w:val="20"/>
          <w:szCs w:val="20"/>
        </w:rPr>
        <w:t xml:space="preserve">ggf. zuständiges Gesundheitsamt bei nicht oder nicht zureichend erbrachten Nachweis (s.o.; § 20 Abs. 8-10 IfSG) </w:t>
      </w:r>
    </w:p>
    <w:p w:rsidR="006870FB" w:rsidRPr="00262E5C" w:rsidRDefault="006870FB" w:rsidP="00262E5C">
      <w:pPr>
        <w:pStyle w:val="Default"/>
        <w:numPr>
          <w:ilvl w:val="0"/>
          <w:numId w:val="4"/>
        </w:numPr>
        <w:spacing w:after="40"/>
        <w:rPr>
          <w:sz w:val="20"/>
          <w:szCs w:val="20"/>
        </w:rPr>
      </w:pPr>
      <w:r w:rsidRPr="00262E5C">
        <w:rPr>
          <w:sz w:val="20"/>
          <w:szCs w:val="20"/>
        </w:rPr>
        <w:t xml:space="preserve">ggf. zuständige Schulaufsichtsbehörden (Art. 113 </w:t>
      </w:r>
      <w:proofErr w:type="spellStart"/>
      <w:r w:rsidRPr="00262E5C">
        <w:rPr>
          <w:sz w:val="20"/>
          <w:szCs w:val="20"/>
        </w:rPr>
        <w:t>BayEUG</w:t>
      </w:r>
      <w:proofErr w:type="spellEnd"/>
      <w:r w:rsidRPr="00262E5C">
        <w:rPr>
          <w:sz w:val="20"/>
          <w:szCs w:val="20"/>
        </w:rPr>
        <w:t xml:space="preserve">) </w:t>
      </w:r>
    </w:p>
    <w:p w:rsidR="006870FB" w:rsidRPr="00262E5C" w:rsidRDefault="006870FB" w:rsidP="00262E5C">
      <w:pPr>
        <w:pStyle w:val="Default"/>
        <w:numPr>
          <w:ilvl w:val="0"/>
          <w:numId w:val="4"/>
        </w:numPr>
        <w:rPr>
          <w:sz w:val="20"/>
          <w:szCs w:val="20"/>
        </w:rPr>
      </w:pPr>
      <w:r w:rsidRPr="00262E5C">
        <w:rPr>
          <w:sz w:val="20"/>
          <w:szCs w:val="20"/>
        </w:rPr>
        <w:t xml:space="preserve">ggf. personalverwaltende Stelle (Art. 103 ff. </w:t>
      </w:r>
      <w:proofErr w:type="spellStart"/>
      <w:r w:rsidRPr="00262E5C">
        <w:rPr>
          <w:sz w:val="20"/>
          <w:szCs w:val="20"/>
        </w:rPr>
        <w:t>BayBG</w:t>
      </w:r>
      <w:proofErr w:type="spellEnd"/>
      <w:r w:rsidRPr="00262E5C">
        <w:rPr>
          <w:sz w:val="20"/>
          <w:szCs w:val="20"/>
        </w:rPr>
        <w:t xml:space="preserve">) </w:t>
      </w:r>
    </w:p>
    <w:p w:rsidR="006870FB" w:rsidRPr="00262E5C" w:rsidRDefault="006870FB" w:rsidP="006870FB">
      <w:pPr>
        <w:pStyle w:val="Default"/>
        <w:rPr>
          <w:sz w:val="20"/>
          <w:szCs w:val="20"/>
        </w:rPr>
      </w:pP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b/>
          <w:bCs/>
          <w:sz w:val="20"/>
          <w:szCs w:val="20"/>
        </w:rPr>
        <w:t xml:space="preserve">Dauer der Speicherung der personenbezogenen Daten </w:t>
      </w: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sz w:val="20"/>
          <w:szCs w:val="20"/>
        </w:rPr>
        <w:t xml:space="preserve">Die zum Nachweis notwendigen Daten werden nur so lange gespeichert, wie dies unter Beachtung gesetzlicher Aufbewahrungsfristen zur Aufgabenerfüllung erforderlich ist. Die Speicherfristen für Personalakten richten sich nach Art. 110 </w:t>
      </w:r>
      <w:proofErr w:type="spellStart"/>
      <w:r w:rsidRPr="00262E5C">
        <w:rPr>
          <w:sz w:val="20"/>
          <w:szCs w:val="20"/>
        </w:rPr>
        <w:t>BayBG</w:t>
      </w:r>
      <w:proofErr w:type="spellEnd"/>
      <w:r w:rsidRPr="00262E5C">
        <w:rPr>
          <w:sz w:val="20"/>
          <w:szCs w:val="20"/>
        </w:rPr>
        <w:t xml:space="preserve">. </w:t>
      </w:r>
    </w:p>
    <w:p w:rsidR="00262E5C" w:rsidRPr="00262E5C" w:rsidRDefault="00262E5C" w:rsidP="006870FB">
      <w:pPr>
        <w:pStyle w:val="Default"/>
        <w:rPr>
          <w:sz w:val="20"/>
          <w:szCs w:val="20"/>
        </w:rPr>
      </w:pPr>
    </w:p>
    <w:p w:rsidR="006870FB" w:rsidRPr="00262E5C" w:rsidRDefault="006870FB" w:rsidP="006870FB">
      <w:pPr>
        <w:pStyle w:val="Default"/>
        <w:rPr>
          <w:sz w:val="20"/>
          <w:szCs w:val="20"/>
        </w:rPr>
      </w:pPr>
      <w:r w:rsidRPr="00262E5C">
        <w:rPr>
          <w:b/>
          <w:bCs/>
          <w:sz w:val="20"/>
          <w:szCs w:val="20"/>
        </w:rPr>
        <w:t xml:space="preserve">Weitere Informationen </w:t>
      </w:r>
    </w:p>
    <w:p w:rsidR="00AD162E" w:rsidRDefault="006870FB" w:rsidP="006870FB">
      <w:pPr>
        <w:rPr>
          <w:sz w:val="20"/>
        </w:rPr>
      </w:pPr>
      <w:r w:rsidRPr="00262E5C">
        <w:rPr>
          <w:sz w:val="20"/>
        </w:rPr>
        <w:t xml:space="preserve">Weitere </w:t>
      </w:r>
      <w:r w:rsidRPr="00262E5C">
        <w:rPr>
          <w:bCs/>
          <w:sz w:val="20"/>
        </w:rPr>
        <w:t>Hinweise zum Datenschutz</w:t>
      </w:r>
      <w:r w:rsidRPr="00262E5C">
        <w:rPr>
          <w:sz w:val="20"/>
        </w:rPr>
        <w:t>, insbesondere die Kontaktdaten des Datenschutzbeauftragten de</w:t>
      </w:r>
      <w:r w:rsidR="00262E5C" w:rsidRPr="00262E5C">
        <w:rPr>
          <w:sz w:val="20"/>
        </w:rPr>
        <w:t>s</w:t>
      </w:r>
      <w:r w:rsidRPr="00262E5C">
        <w:rPr>
          <w:sz w:val="20"/>
        </w:rPr>
        <w:t xml:space="preserve"> </w:t>
      </w:r>
      <w:r w:rsidR="00262E5C" w:rsidRPr="00262E5C">
        <w:rPr>
          <w:sz w:val="20"/>
        </w:rPr>
        <w:t>Staatlichen Schulamts</w:t>
      </w:r>
      <w:r w:rsidRPr="00262E5C">
        <w:rPr>
          <w:sz w:val="20"/>
        </w:rPr>
        <w:t xml:space="preserve"> sowie Hinweise zu Ihren Rechten, finden Sie auf der </w:t>
      </w:r>
      <w:r w:rsidR="00262E5C" w:rsidRPr="00262E5C">
        <w:rPr>
          <w:sz w:val="20"/>
        </w:rPr>
        <w:t>Homepage de</w:t>
      </w:r>
      <w:r w:rsidR="00CF6A92">
        <w:rPr>
          <w:sz w:val="20"/>
        </w:rPr>
        <w:t>r</w:t>
      </w:r>
      <w:r w:rsidR="00262E5C" w:rsidRPr="00262E5C">
        <w:rPr>
          <w:sz w:val="20"/>
        </w:rPr>
        <w:t xml:space="preserve"> </w:t>
      </w:r>
      <w:r w:rsidR="00CF6A92">
        <w:rPr>
          <w:sz w:val="20"/>
        </w:rPr>
        <w:t xml:space="preserve">Schule und des zuständigen </w:t>
      </w:r>
      <w:r w:rsidR="00262E5C" w:rsidRPr="00262E5C">
        <w:rPr>
          <w:sz w:val="20"/>
        </w:rPr>
        <w:t>Staatlichen Schulamts</w:t>
      </w:r>
      <w:r w:rsidR="00262E5C">
        <w:rPr>
          <w:sz w:val="20"/>
        </w:rPr>
        <w:t>.</w:t>
      </w:r>
    </w:p>
    <w:p w:rsidR="002A2518" w:rsidRDefault="002A2518" w:rsidP="006870FB">
      <w:pPr>
        <w:rPr>
          <w:sz w:val="20"/>
        </w:rPr>
      </w:pPr>
    </w:p>
    <w:p w:rsidR="002A2518" w:rsidRDefault="002A2518" w:rsidP="006870FB">
      <w:pPr>
        <w:rPr>
          <w:sz w:val="20"/>
        </w:rPr>
      </w:pPr>
    </w:p>
    <w:p w:rsidR="002A2518" w:rsidRDefault="002A2518" w:rsidP="006870FB">
      <w:pPr>
        <w:rPr>
          <w:sz w:val="20"/>
        </w:rPr>
      </w:pPr>
    </w:p>
    <w:p w:rsidR="002A2518" w:rsidRDefault="002A2518" w:rsidP="006870FB">
      <w:pPr>
        <w:rPr>
          <w:sz w:val="20"/>
        </w:rPr>
      </w:pPr>
    </w:p>
    <w:p w:rsidR="002A2518" w:rsidRDefault="002A2518">
      <w:pPr>
        <w:rPr>
          <w:sz w:val="20"/>
        </w:rPr>
      </w:pPr>
      <w:r>
        <w:rPr>
          <w:sz w:val="20"/>
        </w:rPr>
        <w:br w:type="page"/>
      </w:r>
    </w:p>
    <w:p w:rsidR="002A2518" w:rsidRDefault="002A2518" w:rsidP="002A2518">
      <w:pPr>
        <w:rPr>
          <w:sz w:val="20"/>
        </w:rPr>
      </w:pPr>
      <w:r>
        <w:rPr>
          <w:sz w:val="20"/>
        </w:rPr>
        <w:lastRenderedPageBreak/>
        <w:t>Hiermit bestätige ich, dass ich die „</w:t>
      </w:r>
      <w:r w:rsidRPr="002A2518">
        <w:rPr>
          <w:sz w:val="20"/>
        </w:rPr>
        <w:t>Hinweise zum Datenschutz im Rahmen der Umsetzung des Masernschutzgesetzes in den Schulen</w:t>
      </w:r>
      <w:r>
        <w:rPr>
          <w:sz w:val="20"/>
        </w:rPr>
        <w:t>“ erhalten habe.</w:t>
      </w:r>
    </w:p>
    <w:tbl>
      <w:tblPr>
        <w:tblStyle w:val="Tabellenraster1"/>
        <w:tblW w:w="9639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 w:rsidR="002A2518" w:rsidRPr="007B3050" w:rsidTr="004221A2">
        <w:tc>
          <w:tcPr>
            <w:tcW w:w="4536" w:type="dxa"/>
          </w:tcPr>
          <w:p w:rsidR="002A2518" w:rsidRPr="007B3050" w:rsidRDefault="002A2518" w:rsidP="004221A2">
            <w:pPr>
              <w:spacing w:line="276" w:lineRule="auto"/>
              <w:ind w:right="-84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:rsidR="002642C1" w:rsidRPr="007B3050" w:rsidRDefault="002642C1" w:rsidP="004221A2">
            <w:pPr>
              <w:spacing w:line="276" w:lineRule="auto"/>
              <w:ind w:right="-84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:rsidR="002A2518" w:rsidRPr="007B3050" w:rsidRDefault="002A2518" w:rsidP="004221A2">
            <w:pPr>
              <w:spacing w:line="276" w:lineRule="auto"/>
              <w:ind w:right="-84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B3050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</w:tc>
        <w:tc>
          <w:tcPr>
            <w:tcW w:w="5103" w:type="dxa"/>
          </w:tcPr>
          <w:p w:rsidR="002A2518" w:rsidRDefault="002A2518" w:rsidP="004221A2">
            <w:pPr>
              <w:spacing w:line="276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:rsidR="002A2518" w:rsidRPr="007B3050" w:rsidRDefault="002A2518" w:rsidP="004221A2">
            <w:pPr>
              <w:spacing w:line="276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:rsidR="002A2518" w:rsidRPr="007B3050" w:rsidRDefault="002A2518" w:rsidP="004221A2">
            <w:pPr>
              <w:spacing w:line="276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B3050">
              <w:rPr>
                <w:rFonts w:ascii="Arial" w:hAnsi="Arial" w:cs="Arial"/>
                <w:sz w:val="20"/>
                <w:szCs w:val="20"/>
              </w:rPr>
              <w:t>________________________</w:t>
            </w:r>
          </w:p>
        </w:tc>
      </w:tr>
      <w:tr w:rsidR="002A2518" w:rsidRPr="007B3050" w:rsidTr="004221A2">
        <w:tc>
          <w:tcPr>
            <w:tcW w:w="4536" w:type="dxa"/>
          </w:tcPr>
          <w:p w:rsidR="002A2518" w:rsidRPr="007B3050" w:rsidRDefault="002A2518" w:rsidP="004221A2">
            <w:pPr>
              <w:spacing w:line="276" w:lineRule="auto"/>
              <w:ind w:right="-84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B3050">
              <w:rPr>
                <w:rFonts w:ascii="Arial" w:hAnsi="Arial" w:cs="Arial"/>
                <w:sz w:val="20"/>
                <w:szCs w:val="20"/>
              </w:rPr>
              <w:t>Ort, Datum</w:t>
            </w:r>
          </w:p>
        </w:tc>
        <w:tc>
          <w:tcPr>
            <w:tcW w:w="5103" w:type="dxa"/>
          </w:tcPr>
          <w:p w:rsidR="002A2518" w:rsidRPr="007B3050" w:rsidRDefault="002A2518" w:rsidP="004221A2">
            <w:pPr>
              <w:spacing w:line="276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B3050">
              <w:rPr>
                <w:rFonts w:ascii="Arial" w:hAnsi="Arial" w:cs="Arial"/>
                <w:sz w:val="20"/>
                <w:szCs w:val="20"/>
              </w:rPr>
              <w:t>Unterschrift</w:t>
            </w:r>
          </w:p>
        </w:tc>
      </w:tr>
    </w:tbl>
    <w:p w:rsidR="002A2518" w:rsidRPr="00262E5C" w:rsidRDefault="002A2518" w:rsidP="006870FB">
      <w:pPr>
        <w:rPr>
          <w:sz w:val="20"/>
        </w:rPr>
      </w:pPr>
    </w:p>
    <w:sectPr w:rsidR="002A2518" w:rsidRPr="00262E5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02B39"/>
    <w:multiLevelType w:val="multilevel"/>
    <w:tmpl w:val="D66C82B6"/>
    <w:lvl w:ilvl="0">
      <w:start w:val="1"/>
      <w:numFmt w:val="upperLetter"/>
      <w:pStyle w:val="GliederungA1a-"/>
      <w:lvlText w:val="%1)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."/>
      <w:lvlJc w:val="left"/>
      <w:pPr>
        <w:tabs>
          <w:tab w:val="num" w:pos="814"/>
        </w:tabs>
        <w:ind w:left="794" w:hanging="340"/>
      </w:p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134" w:hanging="340"/>
      </w:pPr>
    </w:lvl>
    <w:lvl w:ilvl="3">
      <w:start w:val="1"/>
      <w:numFmt w:val="none"/>
      <w:lvlText w:val="-"/>
      <w:lvlJc w:val="left"/>
      <w:pPr>
        <w:tabs>
          <w:tab w:val="num" w:pos="1494"/>
        </w:tabs>
        <w:ind w:left="1361" w:hanging="227"/>
      </w:pPr>
    </w:lvl>
    <w:lvl w:ilvl="4">
      <w:start w:val="1"/>
      <w:numFmt w:val="none"/>
      <w:lvlText w:val=""/>
      <w:lvlJc w:val="left"/>
      <w:pPr>
        <w:tabs>
          <w:tab w:val="num" w:pos="1381"/>
        </w:tabs>
        <w:ind w:left="1247" w:hanging="226"/>
      </w:p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39DD00E6"/>
    <w:multiLevelType w:val="hybridMultilevel"/>
    <w:tmpl w:val="3C8E8F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C0234"/>
    <w:multiLevelType w:val="multilevel"/>
    <w:tmpl w:val="25741682"/>
    <w:lvl w:ilvl="0">
      <w:start w:val="1"/>
      <w:numFmt w:val="decimal"/>
      <w:pStyle w:val="Gliederung111a-"/>
      <w:lvlText w:val="%1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</w:lvl>
    <w:lvl w:ilvl="3">
      <w:start w:val="1"/>
      <w:numFmt w:val="lowerLetter"/>
      <w:lvlText w:val="%4)"/>
      <w:lvlJc w:val="left"/>
      <w:pPr>
        <w:tabs>
          <w:tab w:val="num" w:pos="1040"/>
        </w:tabs>
        <w:ind w:left="1021" w:hanging="341"/>
      </w:pPr>
    </w:lvl>
    <w:lvl w:ilvl="4">
      <w:start w:val="1"/>
      <w:numFmt w:val="none"/>
      <w:lvlText w:val="-"/>
      <w:lvlJc w:val="left"/>
      <w:pPr>
        <w:tabs>
          <w:tab w:val="num" w:pos="1381"/>
        </w:tabs>
        <w:ind w:left="1247" w:hanging="226"/>
      </w:p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6E114FAC"/>
    <w:multiLevelType w:val="multilevel"/>
    <w:tmpl w:val="F32EC540"/>
    <w:lvl w:ilvl="0">
      <w:start w:val="1"/>
      <w:numFmt w:val="decimal"/>
      <w:pStyle w:val="Gliederung11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1.1.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5.1.1.1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6.1.1.1.1.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7.1.1.1.1.1.1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decimal"/>
      <w:lvlText w:val="%8.1.1.1.1.1.1.1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lvlText w:val="%9.1.1.1.1.1.1.1.1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FB"/>
    <w:rsid w:val="0000028B"/>
    <w:rsid w:val="0000046D"/>
    <w:rsid w:val="00001540"/>
    <w:rsid w:val="0000157D"/>
    <w:rsid w:val="00001801"/>
    <w:rsid w:val="00001830"/>
    <w:rsid w:val="00001C2F"/>
    <w:rsid w:val="00001D95"/>
    <w:rsid w:val="000027C9"/>
    <w:rsid w:val="0000292C"/>
    <w:rsid w:val="00002987"/>
    <w:rsid w:val="00002C21"/>
    <w:rsid w:val="000036B6"/>
    <w:rsid w:val="00003743"/>
    <w:rsid w:val="00004D35"/>
    <w:rsid w:val="00005797"/>
    <w:rsid w:val="00006CD0"/>
    <w:rsid w:val="0000744B"/>
    <w:rsid w:val="0000748B"/>
    <w:rsid w:val="00007C05"/>
    <w:rsid w:val="00010B07"/>
    <w:rsid w:val="00010CF6"/>
    <w:rsid w:val="00010E31"/>
    <w:rsid w:val="00010F0C"/>
    <w:rsid w:val="000111D9"/>
    <w:rsid w:val="00011638"/>
    <w:rsid w:val="00011B8C"/>
    <w:rsid w:val="0001226D"/>
    <w:rsid w:val="00012548"/>
    <w:rsid w:val="0001363F"/>
    <w:rsid w:val="000141BF"/>
    <w:rsid w:val="00014950"/>
    <w:rsid w:val="00015049"/>
    <w:rsid w:val="00015718"/>
    <w:rsid w:val="00015838"/>
    <w:rsid w:val="00015890"/>
    <w:rsid w:val="000158A3"/>
    <w:rsid w:val="000165DC"/>
    <w:rsid w:val="0001674D"/>
    <w:rsid w:val="00016B78"/>
    <w:rsid w:val="00016CFC"/>
    <w:rsid w:val="00017795"/>
    <w:rsid w:val="0001796C"/>
    <w:rsid w:val="00017EFE"/>
    <w:rsid w:val="0002025A"/>
    <w:rsid w:val="00020281"/>
    <w:rsid w:val="0002028C"/>
    <w:rsid w:val="00020445"/>
    <w:rsid w:val="00020694"/>
    <w:rsid w:val="000206A6"/>
    <w:rsid w:val="00020A77"/>
    <w:rsid w:val="00020A8D"/>
    <w:rsid w:val="000210C3"/>
    <w:rsid w:val="00021683"/>
    <w:rsid w:val="00022FF5"/>
    <w:rsid w:val="0002363F"/>
    <w:rsid w:val="00023D13"/>
    <w:rsid w:val="00024171"/>
    <w:rsid w:val="000242B8"/>
    <w:rsid w:val="000247E6"/>
    <w:rsid w:val="000259F9"/>
    <w:rsid w:val="00025CE4"/>
    <w:rsid w:val="00025E71"/>
    <w:rsid w:val="00025F73"/>
    <w:rsid w:val="00026BD2"/>
    <w:rsid w:val="00027497"/>
    <w:rsid w:val="00027798"/>
    <w:rsid w:val="0002786C"/>
    <w:rsid w:val="0002787F"/>
    <w:rsid w:val="00027F55"/>
    <w:rsid w:val="0003017D"/>
    <w:rsid w:val="00030199"/>
    <w:rsid w:val="000304AB"/>
    <w:rsid w:val="000304D8"/>
    <w:rsid w:val="00030D42"/>
    <w:rsid w:val="00030EA4"/>
    <w:rsid w:val="00031075"/>
    <w:rsid w:val="00031C8E"/>
    <w:rsid w:val="00031F60"/>
    <w:rsid w:val="000322F0"/>
    <w:rsid w:val="000324E1"/>
    <w:rsid w:val="00032737"/>
    <w:rsid w:val="00032AC3"/>
    <w:rsid w:val="00032C2F"/>
    <w:rsid w:val="00032CDD"/>
    <w:rsid w:val="00032EE1"/>
    <w:rsid w:val="00032F6B"/>
    <w:rsid w:val="00033221"/>
    <w:rsid w:val="00033293"/>
    <w:rsid w:val="0003409D"/>
    <w:rsid w:val="00034315"/>
    <w:rsid w:val="000345C6"/>
    <w:rsid w:val="000347D6"/>
    <w:rsid w:val="00034D7D"/>
    <w:rsid w:val="00034E2D"/>
    <w:rsid w:val="0003578A"/>
    <w:rsid w:val="00035B9A"/>
    <w:rsid w:val="00035D2E"/>
    <w:rsid w:val="00036213"/>
    <w:rsid w:val="00036483"/>
    <w:rsid w:val="0003662F"/>
    <w:rsid w:val="000368A6"/>
    <w:rsid w:val="00036A96"/>
    <w:rsid w:val="00036E53"/>
    <w:rsid w:val="000374AD"/>
    <w:rsid w:val="0003764A"/>
    <w:rsid w:val="000412BD"/>
    <w:rsid w:val="000417D0"/>
    <w:rsid w:val="00041BFC"/>
    <w:rsid w:val="00041CBB"/>
    <w:rsid w:val="000422E5"/>
    <w:rsid w:val="0004249C"/>
    <w:rsid w:val="000425AD"/>
    <w:rsid w:val="000425BC"/>
    <w:rsid w:val="00042AE8"/>
    <w:rsid w:val="00042C8D"/>
    <w:rsid w:val="00043254"/>
    <w:rsid w:val="00043B9E"/>
    <w:rsid w:val="000442CE"/>
    <w:rsid w:val="000442FA"/>
    <w:rsid w:val="00044862"/>
    <w:rsid w:val="00044866"/>
    <w:rsid w:val="00045481"/>
    <w:rsid w:val="00045EDE"/>
    <w:rsid w:val="0004616B"/>
    <w:rsid w:val="00046703"/>
    <w:rsid w:val="000468ED"/>
    <w:rsid w:val="000469B6"/>
    <w:rsid w:val="00046ADD"/>
    <w:rsid w:val="00046B57"/>
    <w:rsid w:val="00046F79"/>
    <w:rsid w:val="00047106"/>
    <w:rsid w:val="000474D0"/>
    <w:rsid w:val="000475E8"/>
    <w:rsid w:val="00047F43"/>
    <w:rsid w:val="00050126"/>
    <w:rsid w:val="000502C0"/>
    <w:rsid w:val="0005070B"/>
    <w:rsid w:val="00050C0A"/>
    <w:rsid w:val="00050DF5"/>
    <w:rsid w:val="00051962"/>
    <w:rsid w:val="0005196C"/>
    <w:rsid w:val="00051F42"/>
    <w:rsid w:val="0005204E"/>
    <w:rsid w:val="000521BD"/>
    <w:rsid w:val="000525F0"/>
    <w:rsid w:val="00052878"/>
    <w:rsid w:val="00052A6D"/>
    <w:rsid w:val="00052C7D"/>
    <w:rsid w:val="00052FEC"/>
    <w:rsid w:val="00053108"/>
    <w:rsid w:val="00053493"/>
    <w:rsid w:val="0005392B"/>
    <w:rsid w:val="00053AC5"/>
    <w:rsid w:val="00053C26"/>
    <w:rsid w:val="0005474D"/>
    <w:rsid w:val="00054D76"/>
    <w:rsid w:val="00054D9D"/>
    <w:rsid w:val="00055710"/>
    <w:rsid w:val="00055A98"/>
    <w:rsid w:val="000564FE"/>
    <w:rsid w:val="0005652A"/>
    <w:rsid w:val="000567ED"/>
    <w:rsid w:val="000568F5"/>
    <w:rsid w:val="0005691E"/>
    <w:rsid w:val="000569B8"/>
    <w:rsid w:val="00056A1D"/>
    <w:rsid w:val="00056B77"/>
    <w:rsid w:val="00056FF9"/>
    <w:rsid w:val="000579E6"/>
    <w:rsid w:val="00057CF7"/>
    <w:rsid w:val="000609C3"/>
    <w:rsid w:val="00060A02"/>
    <w:rsid w:val="00060B9B"/>
    <w:rsid w:val="00060EB8"/>
    <w:rsid w:val="00060F49"/>
    <w:rsid w:val="00061146"/>
    <w:rsid w:val="0006174E"/>
    <w:rsid w:val="00062082"/>
    <w:rsid w:val="000620EB"/>
    <w:rsid w:val="0006276F"/>
    <w:rsid w:val="00062796"/>
    <w:rsid w:val="00062DD5"/>
    <w:rsid w:val="000633BE"/>
    <w:rsid w:val="00063935"/>
    <w:rsid w:val="00063B50"/>
    <w:rsid w:val="00063E2B"/>
    <w:rsid w:val="000640BE"/>
    <w:rsid w:val="000646C1"/>
    <w:rsid w:val="000649B3"/>
    <w:rsid w:val="00064C33"/>
    <w:rsid w:val="00064F37"/>
    <w:rsid w:val="00065380"/>
    <w:rsid w:val="00065517"/>
    <w:rsid w:val="000655A3"/>
    <w:rsid w:val="0006569B"/>
    <w:rsid w:val="00065CFD"/>
    <w:rsid w:val="00066549"/>
    <w:rsid w:val="000666AE"/>
    <w:rsid w:val="00066968"/>
    <w:rsid w:val="00066BD5"/>
    <w:rsid w:val="00066CFE"/>
    <w:rsid w:val="00066D63"/>
    <w:rsid w:val="00066F82"/>
    <w:rsid w:val="00067520"/>
    <w:rsid w:val="00067B3D"/>
    <w:rsid w:val="000706BF"/>
    <w:rsid w:val="000707B8"/>
    <w:rsid w:val="00070C27"/>
    <w:rsid w:val="00070D81"/>
    <w:rsid w:val="00071378"/>
    <w:rsid w:val="00072921"/>
    <w:rsid w:val="00072C2D"/>
    <w:rsid w:val="00072EEE"/>
    <w:rsid w:val="000730D9"/>
    <w:rsid w:val="00073820"/>
    <w:rsid w:val="00073D80"/>
    <w:rsid w:val="000743F8"/>
    <w:rsid w:val="000745D7"/>
    <w:rsid w:val="00074703"/>
    <w:rsid w:val="00074768"/>
    <w:rsid w:val="00074AB8"/>
    <w:rsid w:val="00074E12"/>
    <w:rsid w:val="00074E90"/>
    <w:rsid w:val="000756E7"/>
    <w:rsid w:val="0007576C"/>
    <w:rsid w:val="0007591B"/>
    <w:rsid w:val="00075CB1"/>
    <w:rsid w:val="0007621A"/>
    <w:rsid w:val="0007625B"/>
    <w:rsid w:val="00076424"/>
    <w:rsid w:val="00076450"/>
    <w:rsid w:val="000766CB"/>
    <w:rsid w:val="0007685E"/>
    <w:rsid w:val="00076A4D"/>
    <w:rsid w:val="00076BB0"/>
    <w:rsid w:val="00076C36"/>
    <w:rsid w:val="00076E7E"/>
    <w:rsid w:val="00076EAC"/>
    <w:rsid w:val="0007701C"/>
    <w:rsid w:val="0007714F"/>
    <w:rsid w:val="00077161"/>
    <w:rsid w:val="0007725A"/>
    <w:rsid w:val="0007749E"/>
    <w:rsid w:val="0007756D"/>
    <w:rsid w:val="00077C8B"/>
    <w:rsid w:val="00077EA8"/>
    <w:rsid w:val="00077EAA"/>
    <w:rsid w:val="00080130"/>
    <w:rsid w:val="00080199"/>
    <w:rsid w:val="000802A9"/>
    <w:rsid w:val="0008086B"/>
    <w:rsid w:val="00080C21"/>
    <w:rsid w:val="00080C29"/>
    <w:rsid w:val="00080C9B"/>
    <w:rsid w:val="00081A18"/>
    <w:rsid w:val="00082310"/>
    <w:rsid w:val="0008296B"/>
    <w:rsid w:val="00082A38"/>
    <w:rsid w:val="00082A81"/>
    <w:rsid w:val="00083037"/>
    <w:rsid w:val="00083128"/>
    <w:rsid w:val="00083261"/>
    <w:rsid w:val="00083359"/>
    <w:rsid w:val="00083D63"/>
    <w:rsid w:val="00083FC8"/>
    <w:rsid w:val="000853DB"/>
    <w:rsid w:val="000863D2"/>
    <w:rsid w:val="000869C5"/>
    <w:rsid w:val="00086C40"/>
    <w:rsid w:val="00086D63"/>
    <w:rsid w:val="00087319"/>
    <w:rsid w:val="000873C6"/>
    <w:rsid w:val="0008772E"/>
    <w:rsid w:val="00087E82"/>
    <w:rsid w:val="00090713"/>
    <w:rsid w:val="000908BB"/>
    <w:rsid w:val="00090A0F"/>
    <w:rsid w:val="00090F46"/>
    <w:rsid w:val="00090F61"/>
    <w:rsid w:val="0009122A"/>
    <w:rsid w:val="000915EB"/>
    <w:rsid w:val="00091697"/>
    <w:rsid w:val="000916A5"/>
    <w:rsid w:val="00091999"/>
    <w:rsid w:val="00091B59"/>
    <w:rsid w:val="00091E16"/>
    <w:rsid w:val="00091E8A"/>
    <w:rsid w:val="000923E2"/>
    <w:rsid w:val="00092687"/>
    <w:rsid w:val="000928F4"/>
    <w:rsid w:val="00092F38"/>
    <w:rsid w:val="00093695"/>
    <w:rsid w:val="00093E7A"/>
    <w:rsid w:val="000949FA"/>
    <w:rsid w:val="00095487"/>
    <w:rsid w:val="00095D9D"/>
    <w:rsid w:val="00096626"/>
    <w:rsid w:val="000967B7"/>
    <w:rsid w:val="000969A1"/>
    <w:rsid w:val="00096BFB"/>
    <w:rsid w:val="000971D5"/>
    <w:rsid w:val="00097260"/>
    <w:rsid w:val="00097847"/>
    <w:rsid w:val="000A0260"/>
    <w:rsid w:val="000A0865"/>
    <w:rsid w:val="000A1019"/>
    <w:rsid w:val="000A1205"/>
    <w:rsid w:val="000A1230"/>
    <w:rsid w:val="000A19D0"/>
    <w:rsid w:val="000A1D93"/>
    <w:rsid w:val="000A1DD9"/>
    <w:rsid w:val="000A20F5"/>
    <w:rsid w:val="000A29C5"/>
    <w:rsid w:val="000A2BEA"/>
    <w:rsid w:val="000A3145"/>
    <w:rsid w:val="000A319F"/>
    <w:rsid w:val="000A3FF3"/>
    <w:rsid w:val="000A4326"/>
    <w:rsid w:val="000A47B7"/>
    <w:rsid w:val="000A4C65"/>
    <w:rsid w:val="000A4D57"/>
    <w:rsid w:val="000A4F8D"/>
    <w:rsid w:val="000A6B8E"/>
    <w:rsid w:val="000A713A"/>
    <w:rsid w:val="000A7887"/>
    <w:rsid w:val="000A795A"/>
    <w:rsid w:val="000B0176"/>
    <w:rsid w:val="000B046D"/>
    <w:rsid w:val="000B0D16"/>
    <w:rsid w:val="000B0F71"/>
    <w:rsid w:val="000B0FC8"/>
    <w:rsid w:val="000B1148"/>
    <w:rsid w:val="000B13D2"/>
    <w:rsid w:val="000B1692"/>
    <w:rsid w:val="000B19A5"/>
    <w:rsid w:val="000B1F53"/>
    <w:rsid w:val="000B2A84"/>
    <w:rsid w:val="000B3165"/>
    <w:rsid w:val="000B32C5"/>
    <w:rsid w:val="000B392D"/>
    <w:rsid w:val="000B3BFB"/>
    <w:rsid w:val="000B4884"/>
    <w:rsid w:val="000B4A2E"/>
    <w:rsid w:val="000B4D71"/>
    <w:rsid w:val="000B4ED4"/>
    <w:rsid w:val="000B597E"/>
    <w:rsid w:val="000B6428"/>
    <w:rsid w:val="000B644D"/>
    <w:rsid w:val="000B64C3"/>
    <w:rsid w:val="000B6706"/>
    <w:rsid w:val="000B6726"/>
    <w:rsid w:val="000B7106"/>
    <w:rsid w:val="000B767D"/>
    <w:rsid w:val="000B7F1F"/>
    <w:rsid w:val="000C011D"/>
    <w:rsid w:val="000C0890"/>
    <w:rsid w:val="000C0A75"/>
    <w:rsid w:val="000C0B50"/>
    <w:rsid w:val="000C0D2E"/>
    <w:rsid w:val="000C1113"/>
    <w:rsid w:val="000C1334"/>
    <w:rsid w:val="000C177F"/>
    <w:rsid w:val="000C18CB"/>
    <w:rsid w:val="000C1AD1"/>
    <w:rsid w:val="000C2EBE"/>
    <w:rsid w:val="000C3002"/>
    <w:rsid w:val="000C33CC"/>
    <w:rsid w:val="000C347A"/>
    <w:rsid w:val="000C441F"/>
    <w:rsid w:val="000C4918"/>
    <w:rsid w:val="000C4998"/>
    <w:rsid w:val="000C4B95"/>
    <w:rsid w:val="000C4BD0"/>
    <w:rsid w:val="000C5238"/>
    <w:rsid w:val="000C5B61"/>
    <w:rsid w:val="000C5CE7"/>
    <w:rsid w:val="000C628B"/>
    <w:rsid w:val="000C62A7"/>
    <w:rsid w:val="000C6772"/>
    <w:rsid w:val="000C6AF7"/>
    <w:rsid w:val="000C6E4B"/>
    <w:rsid w:val="000C6EBB"/>
    <w:rsid w:val="000C7D86"/>
    <w:rsid w:val="000D02ED"/>
    <w:rsid w:val="000D08F5"/>
    <w:rsid w:val="000D0F1E"/>
    <w:rsid w:val="000D17B9"/>
    <w:rsid w:val="000D1827"/>
    <w:rsid w:val="000D18D1"/>
    <w:rsid w:val="000D197D"/>
    <w:rsid w:val="000D1A62"/>
    <w:rsid w:val="000D1BE9"/>
    <w:rsid w:val="000D29EF"/>
    <w:rsid w:val="000D2E53"/>
    <w:rsid w:val="000D31E5"/>
    <w:rsid w:val="000D34C5"/>
    <w:rsid w:val="000D3B6E"/>
    <w:rsid w:val="000D40D2"/>
    <w:rsid w:val="000D40F2"/>
    <w:rsid w:val="000D4276"/>
    <w:rsid w:val="000D4422"/>
    <w:rsid w:val="000D4677"/>
    <w:rsid w:val="000D4B5E"/>
    <w:rsid w:val="000D4B93"/>
    <w:rsid w:val="000D546F"/>
    <w:rsid w:val="000D70A8"/>
    <w:rsid w:val="000D7285"/>
    <w:rsid w:val="000D798E"/>
    <w:rsid w:val="000D7A64"/>
    <w:rsid w:val="000D7CED"/>
    <w:rsid w:val="000E07E3"/>
    <w:rsid w:val="000E0867"/>
    <w:rsid w:val="000E090B"/>
    <w:rsid w:val="000E134F"/>
    <w:rsid w:val="000E177F"/>
    <w:rsid w:val="000E1F59"/>
    <w:rsid w:val="000E1FCD"/>
    <w:rsid w:val="000E2121"/>
    <w:rsid w:val="000E2652"/>
    <w:rsid w:val="000E2A71"/>
    <w:rsid w:val="000E38E0"/>
    <w:rsid w:val="000E396E"/>
    <w:rsid w:val="000E3DE5"/>
    <w:rsid w:val="000E3FAF"/>
    <w:rsid w:val="000E43A2"/>
    <w:rsid w:val="000E4757"/>
    <w:rsid w:val="000E4854"/>
    <w:rsid w:val="000E4933"/>
    <w:rsid w:val="000E4976"/>
    <w:rsid w:val="000E5653"/>
    <w:rsid w:val="000E5FEB"/>
    <w:rsid w:val="000E6375"/>
    <w:rsid w:val="000E6431"/>
    <w:rsid w:val="000E697A"/>
    <w:rsid w:val="000E6D6C"/>
    <w:rsid w:val="000E7098"/>
    <w:rsid w:val="000E70D1"/>
    <w:rsid w:val="000E77BC"/>
    <w:rsid w:val="000F0137"/>
    <w:rsid w:val="000F03B4"/>
    <w:rsid w:val="000F073E"/>
    <w:rsid w:val="000F077F"/>
    <w:rsid w:val="000F0B42"/>
    <w:rsid w:val="000F0B64"/>
    <w:rsid w:val="000F0D9E"/>
    <w:rsid w:val="000F1455"/>
    <w:rsid w:val="000F1B17"/>
    <w:rsid w:val="000F1D86"/>
    <w:rsid w:val="000F2676"/>
    <w:rsid w:val="000F2C91"/>
    <w:rsid w:val="000F2E15"/>
    <w:rsid w:val="000F35FC"/>
    <w:rsid w:val="000F372D"/>
    <w:rsid w:val="000F3802"/>
    <w:rsid w:val="000F4221"/>
    <w:rsid w:val="000F431E"/>
    <w:rsid w:val="000F45F4"/>
    <w:rsid w:val="000F48A8"/>
    <w:rsid w:val="000F4F2A"/>
    <w:rsid w:val="000F58AC"/>
    <w:rsid w:val="000F694E"/>
    <w:rsid w:val="000F6A8C"/>
    <w:rsid w:val="000F6AFC"/>
    <w:rsid w:val="000F6B5E"/>
    <w:rsid w:val="000F6FD8"/>
    <w:rsid w:val="000F723B"/>
    <w:rsid w:val="000F735D"/>
    <w:rsid w:val="00100026"/>
    <w:rsid w:val="00100199"/>
    <w:rsid w:val="001001A9"/>
    <w:rsid w:val="0010159D"/>
    <w:rsid w:val="001024A7"/>
    <w:rsid w:val="001025C2"/>
    <w:rsid w:val="00102867"/>
    <w:rsid w:val="00102C48"/>
    <w:rsid w:val="00102E24"/>
    <w:rsid w:val="001036B4"/>
    <w:rsid w:val="00103BE5"/>
    <w:rsid w:val="00103EDD"/>
    <w:rsid w:val="00104154"/>
    <w:rsid w:val="0010435C"/>
    <w:rsid w:val="0010476D"/>
    <w:rsid w:val="00104776"/>
    <w:rsid w:val="0010477D"/>
    <w:rsid w:val="001053F3"/>
    <w:rsid w:val="00105F1B"/>
    <w:rsid w:val="001063CA"/>
    <w:rsid w:val="00106528"/>
    <w:rsid w:val="001068C4"/>
    <w:rsid w:val="00106C11"/>
    <w:rsid w:val="00106CC4"/>
    <w:rsid w:val="00107186"/>
    <w:rsid w:val="00107801"/>
    <w:rsid w:val="001078AF"/>
    <w:rsid w:val="00107F47"/>
    <w:rsid w:val="0011007E"/>
    <w:rsid w:val="00110C7E"/>
    <w:rsid w:val="00110EF1"/>
    <w:rsid w:val="0011140C"/>
    <w:rsid w:val="001116F9"/>
    <w:rsid w:val="00111BF2"/>
    <w:rsid w:val="00111C66"/>
    <w:rsid w:val="0011254B"/>
    <w:rsid w:val="00112674"/>
    <w:rsid w:val="001126F4"/>
    <w:rsid w:val="00112B2C"/>
    <w:rsid w:val="00112D42"/>
    <w:rsid w:val="00112D5E"/>
    <w:rsid w:val="00114DCB"/>
    <w:rsid w:val="001160D6"/>
    <w:rsid w:val="00116A97"/>
    <w:rsid w:val="00117A8A"/>
    <w:rsid w:val="00117CB9"/>
    <w:rsid w:val="0012011D"/>
    <w:rsid w:val="00120593"/>
    <w:rsid w:val="001205ED"/>
    <w:rsid w:val="00120E27"/>
    <w:rsid w:val="0012149C"/>
    <w:rsid w:val="001217F1"/>
    <w:rsid w:val="001221E2"/>
    <w:rsid w:val="00122792"/>
    <w:rsid w:val="00122C72"/>
    <w:rsid w:val="00123030"/>
    <w:rsid w:val="00123721"/>
    <w:rsid w:val="001239EE"/>
    <w:rsid w:val="00123A59"/>
    <w:rsid w:val="0012438A"/>
    <w:rsid w:val="0012460E"/>
    <w:rsid w:val="0012475E"/>
    <w:rsid w:val="00125133"/>
    <w:rsid w:val="001251EB"/>
    <w:rsid w:val="0012531F"/>
    <w:rsid w:val="00125419"/>
    <w:rsid w:val="00125E84"/>
    <w:rsid w:val="00126023"/>
    <w:rsid w:val="00126123"/>
    <w:rsid w:val="0012654D"/>
    <w:rsid w:val="00126D7B"/>
    <w:rsid w:val="00126DFC"/>
    <w:rsid w:val="001276F3"/>
    <w:rsid w:val="001279BF"/>
    <w:rsid w:val="00127AB2"/>
    <w:rsid w:val="00127AC3"/>
    <w:rsid w:val="00127DC3"/>
    <w:rsid w:val="0013012E"/>
    <w:rsid w:val="00130180"/>
    <w:rsid w:val="001303D5"/>
    <w:rsid w:val="00130B45"/>
    <w:rsid w:val="001310FB"/>
    <w:rsid w:val="001312A3"/>
    <w:rsid w:val="001316B9"/>
    <w:rsid w:val="0013188F"/>
    <w:rsid w:val="00131BB5"/>
    <w:rsid w:val="00131C53"/>
    <w:rsid w:val="00132115"/>
    <w:rsid w:val="00132473"/>
    <w:rsid w:val="00132D85"/>
    <w:rsid w:val="00133328"/>
    <w:rsid w:val="00133BA8"/>
    <w:rsid w:val="00133D36"/>
    <w:rsid w:val="001343FF"/>
    <w:rsid w:val="001344DC"/>
    <w:rsid w:val="00134745"/>
    <w:rsid w:val="00134FC4"/>
    <w:rsid w:val="00135309"/>
    <w:rsid w:val="00135B0D"/>
    <w:rsid w:val="00135D74"/>
    <w:rsid w:val="00135DD7"/>
    <w:rsid w:val="0013601D"/>
    <w:rsid w:val="001366F5"/>
    <w:rsid w:val="00136886"/>
    <w:rsid w:val="0013785F"/>
    <w:rsid w:val="00140FF5"/>
    <w:rsid w:val="0014176B"/>
    <w:rsid w:val="001417C4"/>
    <w:rsid w:val="001418BC"/>
    <w:rsid w:val="001418FF"/>
    <w:rsid w:val="001419C7"/>
    <w:rsid w:val="00141CC9"/>
    <w:rsid w:val="00141D75"/>
    <w:rsid w:val="00142BFF"/>
    <w:rsid w:val="00142CD0"/>
    <w:rsid w:val="001434E5"/>
    <w:rsid w:val="00144430"/>
    <w:rsid w:val="00144CBB"/>
    <w:rsid w:val="001452C6"/>
    <w:rsid w:val="001460D4"/>
    <w:rsid w:val="00146132"/>
    <w:rsid w:val="0014618D"/>
    <w:rsid w:val="001461F4"/>
    <w:rsid w:val="00146794"/>
    <w:rsid w:val="00146842"/>
    <w:rsid w:val="00146C5F"/>
    <w:rsid w:val="00146D11"/>
    <w:rsid w:val="0014784F"/>
    <w:rsid w:val="00147B33"/>
    <w:rsid w:val="00147E42"/>
    <w:rsid w:val="00150109"/>
    <w:rsid w:val="0015026F"/>
    <w:rsid w:val="001507ED"/>
    <w:rsid w:val="00151055"/>
    <w:rsid w:val="0015183C"/>
    <w:rsid w:val="00151A50"/>
    <w:rsid w:val="00151EF2"/>
    <w:rsid w:val="0015238F"/>
    <w:rsid w:val="00152AB8"/>
    <w:rsid w:val="00152B87"/>
    <w:rsid w:val="00152D72"/>
    <w:rsid w:val="001530EB"/>
    <w:rsid w:val="001532A7"/>
    <w:rsid w:val="0015359D"/>
    <w:rsid w:val="00153649"/>
    <w:rsid w:val="00153886"/>
    <w:rsid w:val="0015394B"/>
    <w:rsid w:val="00153DF8"/>
    <w:rsid w:val="00154382"/>
    <w:rsid w:val="0015448B"/>
    <w:rsid w:val="00154786"/>
    <w:rsid w:val="00154D42"/>
    <w:rsid w:val="00154F25"/>
    <w:rsid w:val="00154FA0"/>
    <w:rsid w:val="001550A6"/>
    <w:rsid w:val="001556D7"/>
    <w:rsid w:val="001559E4"/>
    <w:rsid w:val="00155F36"/>
    <w:rsid w:val="0015604B"/>
    <w:rsid w:val="0015638B"/>
    <w:rsid w:val="001565A5"/>
    <w:rsid w:val="001575FF"/>
    <w:rsid w:val="00160011"/>
    <w:rsid w:val="0016063B"/>
    <w:rsid w:val="0016084C"/>
    <w:rsid w:val="001610CC"/>
    <w:rsid w:val="0016120E"/>
    <w:rsid w:val="0016166F"/>
    <w:rsid w:val="00161ADB"/>
    <w:rsid w:val="00161AE9"/>
    <w:rsid w:val="00161F98"/>
    <w:rsid w:val="0016233A"/>
    <w:rsid w:val="00162904"/>
    <w:rsid w:val="00162ADA"/>
    <w:rsid w:val="00162D48"/>
    <w:rsid w:val="00162E5B"/>
    <w:rsid w:val="00162EEB"/>
    <w:rsid w:val="00163475"/>
    <w:rsid w:val="00163D99"/>
    <w:rsid w:val="00164BA2"/>
    <w:rsid w:val="00165BBC"/>
    <w:rsid w:val="00165E07"/>
    <w:rsid w:val="0016644B"/>
    <w:rsid w:val="001666FC"/>
    <w:rsid w:val="001669C3"/>
    <w:rsid w:val="00166B35"/>
    <w:rsid w:val="00167E9E"/>
    <w:rsid w:val="00170302"/>
    <w:rsid w:val="00170414"/>
    <w:rsid w:val="0017060E"/>
    <w:rsid w:val="0017071B"/>
    <w:rsid w:val="001716E4"/>
    <w:rsid w:val="001717FE"/>
    <w:rsid w:val="00171A3E"/>
    <w:rsid w:val="00171B2B"/>
    <w:rsid w:val="00171F9A"/>
    <w:rsid w:val="001721B5"/>
    <w:rsid w:val="001721C2"/>
    <w:rsid w:val="0017256C"/>
    <w:rsid w:val="001726E9"/>
    <w:rsid w:val="00172928"/>
    <w:rsid w:val="00173BBF"/>
    <w:rsid w:val="00174030"/>
    <w:rsid w:val="00174115"/>
    <w:rsid w:val="00174373"/>
    <w:rsid w:val="001746C5"/>
    <w:rsid w:val="00174890"/>
    <w:rsid w:val="00174A22"/>
    <w:rsid w:val="00174C96"/>
    <w:rsid w:val="0017513D"/>
    <w:rsid w:val="00175595"/>
    <w:rsid w:val="00175A86"/>
    <w:rsid w:val="00175AF5"/>
    <w:rsid w:val="00175C27"/>
    <w:rsid w:val="00175D29"/>
    <w:rsid w:val="00175D6A"/>
    <w:rsid w:val="00175EDA"/>
    <w:rsid w:val="00176BEE"/>
    <w:rsid w:val="001773B4"/>
    <w:rsid w:val="00177467"/>
    <w:rsid w:val="0017797F"/>
    <w:rsid w:val="00177C22"/>
    <w:rsid w:val="00180CA1"/>
    <w:rsid w:val="00181D4D"/>
    <w:rsid w:val="00181F0B"/>
    <w:rsid w:val="0018241E"/>
    <w:rsid w:val="0018245F"/>
    <w:rsid w:val="00182987"/>
    <w:rsid w:val="00182B94"/>
    <w:rsid w:val="00183AA7"/>
    <w:rsid w:val="001844F9"/>
    <w:rsid w:val="00185152"/>
    <w:rsid w:val="00185364"/>
    <w:rsid w:val="00185595"/>
    <w:rsid w:val="00185CCE"/>
    <w:rsid w:val="00185E68"/>
    <w:rsid w:val="00186564"/>
    <w:rsid w:val="00186940"/>
    <w:rsid w:val="00186F46"/>
    <w:rsid w:val="00186FFE"/>
    <w:rsid w:val="00187FFC"/>
    <w:rsid w:val="001900BE"/>
    <w:rsid w:val="0019049C"/>
    <w:rsid w:val="001905D8"/>
    <w:rsid w:val="00190828"/>
    <w:rsid w:val="00190B21"/>
    <w:rsid w:val="00190E95"/>
    <w:rsid w:val="00191225"/>
    <w:rsid w:val="00191873"/>
    <w:rsid w:val="00191C0D"/>
    <w:rsid w:val="00191D00"/>
    <w:rsid w:val="001920D3"/>
    <w:rsid w:val="00192575"/>
    <w:rsid w:val="0019282C"/>
    <w:rsid w:val="00193D77"/>
    <w:rsid w:val="0019476B"/>
    <w:rsid w:val="00194D2F"/>
    <w:rsid w:val="00194D3F"/>
    <w:rsid w:val="001953BC"/>
    <w:rsid w:val="00195A00"/>
    <w:rsid w:val="00196432"/>
    <w:rsid w:val="0019700F"/>
    <w:rsid w:val="00197114"/>
    <w:rsid w:val="001971A6"/>
    <w:rsid w:val="001971CA"/>
    <w:rsid w:val="0019734B"/>
    <w:rsid w:val="001973C6"/>
    <w:rsid w:val="00197956"/>
    <w:rsid w:val="00197A3F"/>
    <w:rsid w:val="00197C98"/>
    <w:rsid w:val="00197D9F"/>
    <w:rsid w:val="00197EA1"/>
    <w:rsid w:val="001A09F7"/>
    <w:rsid w:val="001A0E0E"/>
    <w:rsid w:val="001A1030"/>
    <w:rsid w:val="001A1B71"/>
    <w:rsid w:val="001A1E05"/>
    <w:rsid w:val="001A1E2C"/>
    <w:rsid w:val="001A27F6"/>
    <w:rsid w:val="001A2835"/>
    <w:rsid w:val="001A2F33"/>
    <w:rsid w:val="001A2FEB"/>
    <w:rsid w:val="001A316A"/>
    <w:rsid w:val="001A328B"/>
    <w:rsid w:val="001A377D"/>
    <w:rsid w:val="001A3973"/>
    <w:rsid w:val="001A3AB4"/>
    <w:rsid w:val="001A3C23"/>
    <w:rsid w:val="001A40FD"/>
    <w:rsid w:val="001A435C"/>
    <w:rsid w:val="001A4434"/>
    <w:rsid w:val="001A44C8"/>
    <w:rsid w:val="001A48E9"/>
    <w:rsid w:val="001A4B2E"/>
    <w:rsid w:val="001A4C8B"/>
    <w:rsid w:val="001A55B2"/>
    <w:rsid w:val="001A5C2B"/>
    <w:rsid w:val="001A6179"/>
    <w:rsid w:val="001A6720"/>
    <w:rsid w:val="001A6B57"/>
    <w:rsid w:val="001A7D94"/>
    <w:rsid w:val="001A7F66"/>
    <w:rsid w:val="001B010F"/>
    <w:rsid w:val="001B0111"/>
    <w:rsid w:val="001B03B6"/>
    <w:rsid w:val="001B047B"/>
    <w:rsid w:val="001B0671"/>
    <w:rsid w:val="001B0D66"/>
    <w:rsid w:val="001B0E40"/>
    <w:rsid w:val="001B12A6"/>
    <w:rsid w:val="001B1787"/>
    <w:rsid w:val="001B187F"/>
    <w:rsid w:val="001B2124"/>
    <w:rsid w:val="001B2179"/>
    <w:rsid w:val="001B24A1"/>
    <w:rsid w:val="001B2726"/>
    <w:rsid w:val="001B28A6"/>
    <w:rsid w:val="001B2F04"/>
    <w:rsid w:val="001B3895"/>
    <w:rsid w:val="001B3962"/>
    <w:rsid w:val="001B3BBE"/>
    <w:rsid w:val="001B3F1B"/>
    <w:rsid w:val="001B442D"/>
    <w:rsid w:val="001B46D5"/>
    <w:rsid w:val="001B4890"/>
    <w:rsid w:val="001B50C5"/>
    <w:rsid w:val="001B53EC"/>
    <w:rsid w:val="001B5910"/>
    <w:rsid w:val="001B5CA4"/>
    <w:rsid w:val="001B6293"/>
    <w:rsid w:val="001B632A"/>
    <w:rsid w:val="001B6504"/>
    <w:rsid w:val="001B66C6"/>
    <w:rsid w:val="001B676E"/>
    <w:rsid w:val="001B67D4"/>
    <w:rsid w:val="001B6A28"/>
    <w:rsid w:val="001B6CDE"/>
    <w:rsid w:val="001B705B"/>
    <w:rsid w:val="001B71A6"/>
    <w:rsid w:val="001B7272"/>
    <w:rsid w:val="001B762A"/>
    <w:rsid w:val="001B7B00"/>
    <w:rsid w:val="001B7BA6"/>
    <w:rsid w:val="001B7E03"/>
    <w:rsid w:val="001C0365"/>
    <w:rsid w:val="001C1073"/>
    <w:rsid w:val="001C18C1"/>
    <w:rsid w:val="001C1BD9"/>
    <w:rsid w:val="001C2113"/>
    <w:rsid w:val="001C293C"/>
    <w:rsid w:val="001C2AE1"/>
    <w:rsid w:val="001C3BA1"/>
    <w:rsid w:val="001C4030"/>
    <w:rsid w:val="001C532B"/>
    <w:rsid w:val="001C54E5"/>
    <w:rsid w:val="001C5B7F"/>
    <w:rsid w:val="001C60B1"/>
    <w:rsid w:val="001C637F"/>
    <w:rsid w:val="001C735F"/>
    <w:rsid w:val="001C7434"/>
    <w:rsid w:val="001D0061"/>
    <w:rsid w:val="001D045B"/>
    <w:rsid w:val="001D0812"/>
    <w:rsid w:val="001D1100"/>
    <w:rsid w:val="001D112C"/>
    <w:rsid w:val="001D118A"/>
    <w:rsid w:val="001D1289"/>
    <w:rsid w:val="001D1B71"/>
    <w:rsid w:val="001D1C05"/>
    <w:rsid w:val="001D2334"/>
    <w:rsid w:val="001D24FB"/>
    <w:rsid w:val="001D27DB"/>
    <w:rsid w:val="001D29DD"/>
    <w:rsid w:val="001D2AAA"/>
    <w:rsid w:val="001D2CFC"/>
    <w:rsid w:val="001D36EF"/>
    <w:rsid w:val="001D3A39"/>
    <w:rsid w:val="001D3B73"/>
    <w:rsid w:val="001D3E3D"/>
    <w:rsid w:val="001D3F3D"/>
    <w:rsid w:val="001D43AB"/>
    <w:rsid w:val="001D46D5"/>
    <w:rsid w:val="001D5C66"/>
    <w:rsid w:val="001D5DE6"/>
    <w:rsid w:val="001D6100"/>
    <w:rsid w:val="001D677C"/>
    <w:rsid w:val="001D6D6E"/>
    <w:rsid w:val="001D6EBE"/>
    <w:rsid w:val="001D7012"/>
    <w:rsid w:val="001D768F"/>
    <w:rsid w:val="001D7871"/>
    <w:rsid w:val="001D798E"/>
    <w:rsid w:val="001E03DA"/>
    <w:rsid w:val="001E0469"/>
    <w:rsid w:val="001E0A5E"/>
    <w:rsid w:val="001E0AC8"/>
    <w:rsid w:val="001E0B4F"/>
    <w:rsid w:val="001E0B5E"/>
    <w:rsid w:val="001E0F1F"/>
    <w:rsid w:val="001E1B90"/>
    <w:rsid w:val="001E1BC1"/>
    <w:rsid w:val="001E24C0"/>
    <w:rsid w:val="001E2548"/>
    <w:rsid w:val="001E2629"/>
    <w:rsid w:val="001E2851"/>
    <w:rsid w:val="001E2B50"/>
    <w:rsid w:val="001E2F8A"/>
    <w:rsid w:val="001E30D9"/>
    <w:rsid w:val="001E33E0"/>
    <w:rsid w:val="001E35F2"/>
    <w:rsid w:val="001E3AD7"/>
    <w:rsid w:val="001E43A8"/>
    <w:rsid w:val="001E441E"/>
    <w:rsid w:val="001E443E"/>
    <w:rsid w:val="001E448B"/>
    <w:rsid w:val="001E44C4"/>
    <w:rsid w:val="001E499F"/>
    <w:rsid w:val="001E4B25"/>
    <w:rsid w:val="001E4BB7"/>
    <w:rsid w:val="001E59D8"/>
    <w:rsid w:val="001E5C1A"/>
    <w:rsid w:val="001E5D9C"/>
    <w:rsid w:val="001E5FDE"/>
    <w:rsid w:val="001E603A"/>
    <w:rsid w:val="001E6836"/>
    <w:rsid w:val="001E6874"/>
    <w:rsid w:val="001E6983"/>
    <w:rsid w:val="001E69B0"/>
    <w:rsid w:val="001E6C58"/>
    <w:rsid w:val="001E7437"/>
    <w:rsid w:val="001E75BF"/>
    <w:rsid w:val="001E7A85"/>
    <w:rsid w:val="001E7E64"/>
    <w:rsid w:val="001E7ED4"/>
    <w:rsid w:val="001F01C6"/>
    <w:rsid w:val="001F0314"/>
    <w:rsid w:val="001F0331"/>
    <w:rsid w:val="001F0581"/>
    <w:rsid w:val="001F0F1B"/>
    <w:rsid w:val="001F11D3"/>
    <w:rsid w:val="001F1446"/>
    <w:rsid w:val="001F191E"/>
    <w:rsid w:val="001F1D04"/>
    <w:rsid w:val="001F1EA6"/>
    <w:rsid w:val="001F2259"/>
    <w:rsid w:val="001F24A6"/>
    <w:rsid w:val="001F2530"/>
    <w:rsid w:val="001F2982"/>
    <w:rsid w:val="001F2A19"/>
    <w:rsid w:val="001F351F"/>
    <w:rsid w:val="001F3AF1"/>
    <w:rsid w:val="001F3C39"/>
    <w:rsid w:val="001F3E3D"/>
    <w:rsid w:val="001F400A"/>
    <w:rsid w:val="001F4565"/>
    <w:rsid w:val="001F473B"/>
    <w:rsid w:val="001F51DA"/>
    <w:rsid w:val="001F59A8"/>
    <w:rsid w:val="001F5A1C"/>
    <w:rsid w:val="001F5E36"/>
    <w:rsid w:val="001F62F3"/>
    <w:rsid w:val="001F6434"/>
    <w:rsid w:val="001F6621"/>
    <w:rsid w:val="001F6C24"/>
    <w:rsid w:val="001F7149"/>
    <w:rsid w:val="00200467"/>
    <w:rsid w:val="00201050"/>
    <w:rsid w:val="00201499"/>
    <w:rsid w:val="0020193A"/>
    <w:rsid w:val="00201FBC"/>
    <w:rsid w:val="00203EA9"/>
    <w:rsid w:val="002040FE"/>
    <w:rsid w:val="002045F5"/>
    <w:rsid w:val="00204647"/>
    <w:rsid w:val="00204A96"/>
    <w:rsid w:val="00204CD8"/>
    <w:rsid w:val="00204E55"/>
    <w:rsid w:val="00205534"/>
    <w:rsid w:val="00205BC3"/>
    <w:rsid w:val="00205C62"/>
    <w:rsid w:val="00205C68"/>
    <w:rsid w:val="00206028"/>
    <w:rsid w:val="002066B0"/>
    <w:rsid w:val="002067A6"/>
    <w:rsid w:val="0020683E"/>
    <w:rsid w:val="00206BBB"/>
    <w:rsid w:val="0020720A"/>
    <w:rsid w:val="002073AF"/>
    <w:rsid w:val="002078DD"/>
    <w:rsid w:val="00207B04"/>
    <w:rsid w:val="002106F0"/>
    <w:rsid w:val="00211344"/>
    <w:rsid w:val="0021160F"/>
    <w:rsid w:val="00211670"/>
    <w:rsid w:val="00211CCE"/>
    <w:rsid w:val="002123D4"/>
    <w:rsid w:val="0021246B"/>
    <w:rsid w:val="0021261A"/>
    <w:rsid w:val="0021262D"/>
    <w:rsid w:val="00213430"/>
    <w:rsid w:val="002144C4"/>
    <w:rsid w:val="002145F6"/>
    <w:rsid w:val="00214741"/>
    <w:rsid w:val="00214AD7"/>
    <w:rsid w:val="00214CA2"/>
    <w:rsid w:val="0021560C"/>
    <w:rsid w:val="00215A2C"/>
    <w:rsid w:val="00215AE0"/>
    <w:rsid w:val="0021602C"/>
    <w:rsid w:val="00216778"/>
    <w:rsid w:val="00216EB6"/>
    <w:rsid w:val="00216FD0"/>
    <w:rsid w:val="00217041"/>
    <w:rsid w:val="002173BD"/>
    <w:rsid w:val="0021775C"/>
    <w:rsid w:val="00217BF5"/>
    <w:rsid w:val="00217E7B"/>
    <w:rsid w:val="00220188"/>
    <w:rsid w:val="002207C5"/>
    <w:rsid w:val="00220E88"/>
    <w:rsid w:val="00220EF8"/>
    <w:rsid w:val="002217AA"/>
    <w:rsid w:val="00221936"/>
    <w:rsid w:val="00221C6D"/>
    <w:rsid w:val="00221EF2"/>
    <w:rsid w:val="00222899"/>
    <w:rsid w:val="00222923"/>
    <w:rsid w:val="00223522"/>
    <w:rsid w:val="00223600"/>
    <w:rsid w:val="002245CC"/>
    <w:rsid w:val="00224721"/>
    <w:rsid w:val="00225489"/>
    <w:rsid w:val="00226510"/>
    <w:rsid w:val="0022659A"/>
    <w:rsid w:val="002266CA"/>
    <w:rsid w:val="002276E8"/>
    <w:rsid w:val="00227DED"/>
    <w:rsid w:val="00230758"/>
    <w:rsid w:val="002309BB"/>
    <w:rsid w:val="00230D26"/>
    <w:rsid w:val="00230F62"/>
    <w:rsid w:val="00231187"/>
    <w:rsid w:val="00231A90"/>
    <w:rsid w:val="00231B49"/>
    <w:rsid w:val="00231F4C"/>
    <w:rsid w:val="0023256D"/>
    <w:rsid w:val="00232C8E"/>
    <w:rsid w:val="00232FDF"/>
    <w:rsid w:val="00233C58"/>
    <w:rsid w:val="00233CB8"/>
    <w:rsid w:val="00233D8C"/>
    <w:rsid w:val="002341D4"/>
    <w:rsid w:val="00234506"/>
    <w:rsid w:val="00234721"/>
    <w:rsid w:val="002348F7"/>
    <w:rsid w:val="00234A41"/>
    <w:rsid w:val="00234FB0"/>
    <w:rsid w:val="0023519A"/>
    <w:rsid w:val="002352CB"/>
    <w:rsid w:val="0023549D"/>
    <w:rsid w:val="002358A9"/>
    <w:rsid w:val="00235971"/>
    <w:rsid w:val="00235D0E"/>
    <w:rsid w:val="00235D36"/>
    <w:rsid w:val="0023642E"/>
    <w:rsid w:val="002368BD"/>
    <w:rsid w:val="00236C3E"/>
    <w:rsid w:val="0023761B"/>
    <w:rsid w:val="00237A6A"/>
    <w:rsid w:val="00237C12"/>
    <w:rsid w:val="00240202"/>
    <w:rsid w:val="0024022D"/>
    <w:rsid w:val="00241ABB"/>
    <w:rsid w:val="00241CFB"/>
    <w:rsid w:val="00241D0D"/>
    <w:rsid w:val="00241E75"/>
    <w:rsid w:val="00241F54"/>
    <w:rsid w:val="002421EC"/>
    <w:rsid w:val="00242808"/>
    <w:rsid w:val="00243A07"/>
    <w:rsid w:val="00243EDB"/>
    <w:rsid w:val="002440C5"/>
    <w:rsid w:val="00244516"/>
    <w:rsid w:val="0024471D"/>
    <w:rsid w:val="002449CE"/>
    <w:rsid w:val="00244E5C"/>
    <w:rsid w:val="00245045"/>
    <w:rsid w:val="00245155"/>
    <w:rsid w:val="0024597C"/>
    <w:rsid w:val="00245F34"/>
    <w:rsid w:val="00246004"/>
    <w:rsid w:val="00246042"/>
    <w:rsid w:val="0024614F"/>
    <w:rsid w:val="0024615B"/>
    <w:rsid w:val="0024643B"/>
    <w:rsid w:val="00246D21"/>
    <w:rsid w:val="002470FD"/>
    <w:rsid w:val="00247149"/>
    <w:rsid w:val="002474E2"/>
    <w:rsid w:val="00247984"/>
    <w:rsid w:val="00250568"/>
    <w:rsid w:val="00250C06"/>
    <w:rsid w:val="00251054"/>
    <w:rsid w:val="002520E0"/>
    <w:rsid w:val="00252111"/>
    <w:rsid w:val="00252B89"/>
    <w:rsid w:val="002532C5"/>
    <w:rsid w:val="002536B2"/>
    <w:rsid w:val="00253D0D"/>
    <w:rsid w:val="002546EA"/>
    <w:rsid w:val="00254C49"/>
    <w:rsid w:val="00255597"/>
    <w:rsid w:val="00255A8F"/>
    <w:rsid w:val="0025684A"/>
    <w:rsid w:val="00256BB3"/>
    <w:rsid w:val="00257043"/>
    <w:rsid w:val="00257389"/>
    <w:rsid w:val="00257757"/>
    <w:rsid w:val="00257B53"/>
    <w:rsid w:val="0026032E"/>
    <w:rsid w:val="00260B04"/>
    <w:rsid w:val="002615BA"/>
    <w:rsid w:val="00261EE2"/>
    <w:rsid w:val="00262657"/>
    <w:rsid w:val="0026275D"/>
    <w:rsid w:val="0026297F"/>
    <w:rsid w:val="00262E5C"/>
    <w:rsid w:val="00262FF7"/>
    <w:rsid w:val="002634F1"/>
    <w:rsid w:val="002636A1"/>
    <w:rsid w:val="00263B71"/>
    <w:rsid w:val="00263F68"/>
    <w:rsid w:val="00263F91"/>
    <w:rsid w:val="002642C1"/>
    <w:rsid w:val="002647D5"/>
    <w:rsid w:val="00264A31"/>
    <w:rsid w:val="00264CDF"/>
    <w:rsid w:val="00265068"/>
    <w:rsid w:val="00265145"/>
    <w:rsid w:val="00265AC9"/>
    <w:rsid w:val="00265BD4"/>
    <w:rsid w:val="00265BDF"/>
    <w:rsid w:val="00265D56"/>
    <w:rsid w:val="00265DBA"/>
    <w:rsid w:val="0026615B"/>
    <w:rsid w:val="0026630F"/>
    <w:rsid w:val="002665DD"/>
    <w:rsid w:val="00267254"/>
    <w:rsid w:val="002674B5"/>
    <w:rsid w:val="002674E8"/>
    <w:rsid w:val="002677A8"/>
    <w:rsid w:val="00267EC1"/>
    <w:rsid w:val="002702A2"/>
    <w:rsid w:val="00270464"/>
    <w:rsid w:val="002709AE"/>
    <w:rsid w:val="00271046"/>
    <w:rsid w:val="0027113D"/>
    <w:rsid w:val="0027117A"/>
    <w:rsid w:val="00271339"/>
    <w:rsid w:val="00271A43"/>
    <w:rsid w:val="00271C22"/>
    <w:rsid w:val="0027214F"/>
    <w:rsid w:val="00272BB7"/>
    <w:rsid w:val="00272DFF"/>
    <w:rsid w:val="00273226"/>
    <w:rsid w:val="002734E4"/>
    <w:rsid w:val="0027374E"/>
    <w:rsid w:val="00273C1F"/>
    <w:rsid w:val="00273C21"/>
    <w:rsid w:val="00274BA7"/>
    <w:rsid w:val="002752C2"/>
    <w:rsid w:val="00275E80"/>
    <w:rsid w:val="00275FA3"/>
    <w:rsid w:val="00275FC4"/>
    <w:rsid w:val="002777BC"/>
    <w:rsid w:val="00277875"/>
    <w:rsid w:val="00277B02"/>
    <w:rsid w:val="002803CD"/>
    <w:rsid w:val="00281148"/>
    <w:rsid w:val="00281255"/>
    <w:rsid w:val="002817A6"/>
    <w:rsid w:val="00282373"/>
    <w:rsid w:val="00282DD5"/>
    <w:rsid w:val="0028308F"/>
    <w:rsid w:val="002832AD"/>
    <w:rsid w:val="0028481F"/>
    <w:rsid w:val="00284A1C"/>
    <w:rsid w:val="00284B41"/>
    <w:rsid w:val="00284DF9"/>
    <w:rsid w:val="00284E1E"/>
    <w:rsid w:val="00284EE4"/>
    <w:rsid w:val="00285CFC"/>
    <w:rsid w:val="00285DDD"/>
    <w:rsid w:val="00286025"/>
    <w:rsid w:val="002863B2"/>
    <w:rsid w:val="002866A9"/>
    <w:rsid w:val="00286945"/>
    <w:rsid w:val="002869AA"/>
    <w:rsid w:val="00286C93"/>
    <w:rsid w:val="00287505"/>
    <w:rsid w:val="002877C8"/>
    <w:rsid w:val="002905F1"/>
    <w:rsid w:val="002908B2"/>
    <w:rsid w:val="002919D5"/>
    <w:rsid w:val="00291D0E"/>
    <w:rsid w:val="00291F71"/>
    <w:rsid w:val="002920FB"/>
    <w:rsid w:val="002929E5"/>
    <w:rsid w:val="00292C98"/>
    <w:rsid w:val="00292E47"/>
    <w:rsid w:val="00292E83"/>
    <w:rsid w:val="00293279"/>
    <w:rsid w:val="002938B7"/>
    <w:rsid w:val="00293C84"/>
    <w:rsid w:val="00293FEF"/>
    <w:rsid w:val="00294051"/>
    <w:rsid w:val="00294342"/>
    <w:rsid w:val="00294740"/>
    <w:rsid w:val="00294906"/>
    <w:rsid w:val="00294AB1"/>
    <w:rsid w:val="00294B04"/>
    <w:rsid w:val="00294E95"/>
    <w:rsid w:val="002956BE"/>
    <w:rsid w:val="002957B8"/>
    <w:rsid w:val="00295A26"/>
    <w:rsid w:val="00297579"/>
    <w:rsid w:val="002976A1"/>
    <w:rsid w:val="00297C4B"/>
    <w:rsid w:val="002A00C7"/>
    <w:rsid w:val="002A01BA"/>
    <w:rsid w:val="002A0B5F"/>
    <w:rsid w:val="002A0D1F"/>
    <w:rsid w:val="002A1738"/>
    <w:rsid w:val="002A1A31"/>
    <w:rsid w:val="002A218F"/>
    <w:rsid w:val="002A22E5"/>
    <w:rsid w:val="002A233A"/>
    <w:rsid w:val="002A246E"/>
    <w:rsid w:val="002A2518"/>
    <w:rsid w:val="002A2718"/>
    <w:rsid w:val="002A2F0A"/>
    <w:rsid w:val="002A31CC"/>
    <w:rsid w:val="002A3419"/>
    <w:rsid w:val="002A36FE"/>
    <w:rsid w:val="002A39E0"/>
    <w:rsid w:val="002A3C47"/>
    <w:rsid w:val="002A420D"/>
    <w:rsid w:val="002A49C3"/>
    <w:rsid w:val="002A53F0"/>
    <w:rsid w:val="002A5888"/>
    <w:rsid w:val="002A5A7F"/>
    <w:rsid w:val="002A63D6"/>
    <w:rsid w:val="002A6415"/>
    <w:rsid w:val="002A67D8"/>
    <w:rsid w:val="002A682D"/>
    <w:rsid w:val="002A7A86"/>
    <w:rsid w:val="002A7F08"/>
    <w:rsid w:val="002B0874"/>
    <w:rsid w:val="002B08C6"/>
    <w:rsid w:val="002B0EE3"/>
    <w:rsid w:val="002B179E"/>
    <w:rsid w:val="002B1EC3"/>
    <w:rsid w:val="002B2CE9"/>
    <w:rsid w:val="002B3F1A"/>
    <w:rsid w:val="002B3F2D"/>
    <w:rsid w:val="002B4016"/>
    <w:rsid w:val="002B42FB"/>
    <w:rsid w:val="002B4BA0"/>
    <w:rsid w:val="002B4FEB"/>
    <w:rsid w:val="002B57A3"/>
    <w:rsid w:val="002B5B9F"/>
    <w:rsid w:val="002B5E6B"/>
    <w:rsid w:val="002B6142"/>
    <w:rsid w:val="002B6DB3"/>
    <w:rsid w:val="002B7682"/>
    <w:rsid w:val="002C0285"/>
    <w:rsid w:val="002C036F"/>
    <w:rsid w:val="002C0BF8"/>
    <w:rsid w:val="002C0CF2"/>
    <w:rsid w:val="002C1155"/>
    <w:rsid w:val="002C143E"/>
    <w:rsid w:val="002C17D3"/>
    <w:rsid w:val="002C1962"/>
    <w:rsid w:val="002C196B"/>
    <w:rsid w:val="002C1F7D"/>
    <w:rsid w:val="002C2233"/>
    <w:rsid w:val="002C23CE"/>
    <w:rsid w:val="002C2AE1"/>
    <w:rsid w:val="002C2BAD"/>
    <w:rsid w:val="002C2D29"/>
    <w:rsid w:val="002C30FC"/>
    <w:rsid w:val="002C3706"/>
    <w:rsid w:val="002C38D4"/>
    <w:rsid w:val="002C3A11"/>
    <w:rsid w:val="002C49BA"/>
    <w:rsid w:val="002C4ABF"/>
    <w:rsid w:val="002C4B12"/>
    <w:rsid w:val="002C4E89"/>
    <w:rsid w:val="002C5447"/>
    <w:rsid w:val="002C5610"/>
    <w:rsid w:val="002C60E2"/>
    <w:rsid w:val="002C62BF"/>
    <w:rsid w:val="002C6657"/>
    <w:rsid w:val="002C66D5"/>
    <w:rsid w:val="002C70E7"/>
    <w:rsid w:val="002C733B"/>
    <w:rsid w:val="002C7AF3"/>
    <w:rsid w:val="002C7D47"/>
    <w:rsid w:val="002C7F74"/>
    <w:rsid w:val="002D0226"/>
    <w:rsid w:val="002D0300"/>
    <w:rsid w:val="002D035C"/>
    <w:rsid w:val="002D0421"/>
    <w:rsid w:val="002D08FA"/>
    <w:rsid w:val="002D0D41"/>
    <w:rsid w:val="002D0D6A"/>
    <w:rsid w:val="002D0F07"/>
    <w:rsid w:val="002D1052"/>
    <w:rsid w:val="002D11E4"/>
    <w:rsid w:val="002D2419"/>
    <w:rsid w:val="002D251E"/>
    <w:rsid w:val="002D26A3"/>
    <w:rsid w:val="002D286D"/>
    <w:rsid w:val="002D2B98"/>
    <w:rsid w:val="002D2E6A"/>
    <w:rsid w:val="002D2F0F"/>
    <w:rsid w:val="002D3195"/>
    <w:rsid w:val="002D3A7B"/>
    <w:rsid w:val="002D3D89"/>
    <w:rsid w:val="002D40A3"/>
    <w:rsid w:val="002D44D0"/>
    <w:rsid w:val="002D4A06"/>
    <w:rsid w:val="002D5087"/>
    <w:rsid w:val="002D5537"/>
    <w:rsid w:val="002D5901"/>
    <w:rsid w:val="002D59CD"/>
    <w:rsid w:val="002D6292"/>
    <w:rsid w:val="002D6494"/>
    <w:rsid w:val="002D67F6"/>
    <w:rsid w:val="002D7334"/>
    <w:rsid w:val="002D760F"/>
    <w:rsid w:val="002D7A03"/>
    <w:rsid w:val="002E0654"/>
    <w:rsid w:val="002E06F3"/>
    <w:rsid w:val="002E0BE4"/>
    <w:rsid w:val="002E0CB0"/>
    <w:rsid w:val="002E0DAA"/>
    <w:rsid w:val="002E0F0D"/>
    <w:rsid w:val="002E17E7"/>
    <w:rsid w:val="002E19F8"/>
    <w:rsid w:val="002E1D3C"/>
    <w:rsid w:val="002E1D4F"/>
    <w:rsid w:val="002E2029"/>
    <w:rsid w:val="002E219F"/>
    <w:rsid w:val="002E22DA"/>
    <w:rsid w:val="002E2803"/>
    <w:rsid w:val="002E2AB3"/>
    <w:rsid w:val="002E320F"/>
    <w:rsid w:val="002E3219"/>
    <w:rsid w:val="002E3503"/>
    <w:rsid w:val="002E386E"/>
    <w:rsid w:val="002E3DF8"/>
    <w:rsid w:val="002E3E64"/>
    <w:rsid w:val="002E4F32"/>
    <w:rsid w:val="002E5339"/>
    <w:rsid w:val="002E5468"/>
    <w:rsid w:val="002E54BC"/>
    <w:rsid w:val="002E6B91"/>
    <w:rsid w:val="002E6C9B"/>
    <w:rsid w:val="002E7440"/>
    <w:rsid w:val="002E7853"/>
    <w:rsid w:val="002F0239"/>
    <w:rsid w:val="002F0617"/>
    <w:rsid w:val="002F0665"/>
    <w:rsid w:val="002F0D2E"/>
    <w:rsid w:val="002F12B2"/>
    <w:rsid w:val="002F13C3"/>
    <w:rsid w:val="002F13F6"/>
    <w:rsid w:val="002F1856"/>
    <w:rsid w:val="002F1B1A"/>
    <w:rsid w:val="002F20FB"/>
    <w:rsid w:val="002F34F5"/>
    <w:rsid w:val="002F3505"/>
    <w:rsid w:val="002F3557"/>
    <w:rsid w:val="002F3C60"/>
    <w:rsid w:val="002F420E"/>
    <w:rsid w:val="002F4696"/>
    <w:rsid w:val="002F48FB"/>
    <w:rsid w:val="002F51DB"/>
    <w:rsid w:val="002F5401"/>
    <w:rsid w:val="002F5452"/>
    <w:rsid w:val="002F61BB"/>
    <w:rsid w:val="002F6398"/>
    <w:rsid w:val="002F6A09"/>
    <w:rsid w:val="002F6DC9"/>
    <w:rsid w:val="002F75AB"/>
    <w:rsid w:val="002F7CD8"/>
    <w:rsid w:val="00300261"/>
    <w:rsid w:val="0030125A"/>
    <w:rsid w:val="0030134E"/>
    <w:rsid w:val="003015AF"/>
    <w:rsid w:val="003015E6"/>
    <w:rsid w:val="003022BD"/>
    <w:rsid w:val="003023A3"/>
    <w:rsid w:val="003023B0"/>
    <w:rsid w:val="003026B7"/>
    <w:rsid w:val="00302933"/>
    <w:rsid w:val="00302F85"/>
    <w:rsid w:val="003038EF"/>
    <w:rsid w:val="0030431A"/>
    <w:rsid w:val="00304462"/>
    <w:rsid w:val="0030446A"/>
    <w:rsid w:val="00304DB1"/>
    <w:rsid w:val="003054E8"/>
    <w:rsid w:val="0030565D"/>
    <w:rsid w:val="003059AA"/>
    <w:rsid w:val="00305A04"/>
    <w:rsid w:val="00305BB2"/>
    <w:rsid w:val="00306183"/>
    <w:rsid w:val="0030655F"/>
    <w:rsid w:val="003071FF"/>
    <w:rsid w:val="003076FD"/>
    <w:rsid w:val="00307C62"/>
    <w:rsid w:val="00307D90"/>
    <w:rsid w:val="00310387"/>
    <w:rsid w:val="00310C67"/>
    <w:rsid w:val="0031110C"/>
    <w:rsid w:val="0031163C"/>
    <w:rsid w:val="00311F86"/>
    <w:rsid w:val="0031202D"/>
    <w:rsid w:val="003123A2"/>
    <w:rsid w:val="003124B1"/>
    <w:rsid w:val="0031259E"/>
    <w:rsid w:val="00312F26"/>
    <w:rsid w:val="00313103"/>
    <w:rsid w:val="003136FA"/>
    <w:rsid w:val="00314095"/>
    <w:rsid w:val="003143B1"/>
    <w:rsid w:val="003144F7"/>
    <w:rsid w:val="0031487A"/>
    <w:rsid w:val="00314981"/>
    <w:rsid w:val="003149FB"/>
    <w:rsid w:val="00314E67"/>
    <w:rsid w:val="00314F6C"/>
    <w:rsid w:val="0031530D"/>
    <w:rsid w:val="003158A4"/>
    <w:rsid w:val="00315B93"/>
    <w:rsid w:val="00315F9C"/>
    <w:rsid w:val="003168F0"/>
    <w:rsid w:val="00316C1A"/>
    <w:rsid w:val="00316C69"/>
    <w:rsid w:val="00316D20"/>
    <w:rsid w:val="00316D91"/>
    <w:rsid w:val="003170C4"/>
    <w:rsid w:val="00317733"/>
    <w:rsid w:val="003177CF"/>
    <w:rsid w:val="00317884"/>
    <w:rsid w:val="003179D2"/>
    <w:rsid w:val="00317BD6"/>
    <w:rsid w:val="00317DDE"/>
    <w:rsid w:val="00317F84"/>
    <w:rsid w:val="0032014B"/>
    <w:rsid w:val="0032044E"/>
    <w:rsid w:val="003204CB"/>
    <w:rsid w:val="003204E0"/>
    <w:rsid w:val="00320C95"/>
    <w:rsid w:val="00320E16"/>
    <w:rsid w:val="003210B1"/>
    <w:rsid w:val="00321363"/>
    <w:rsid w:val="0032169F"/>
    <w:rsid w:val="003216C3"/>
    <w:rsid w:val="003220BD"/>
    <w:rsid w:val="003220FB"/>
    <w:rsid w:val="00322315"/>
    <w:rsid w:val="0032231C"/>
    <w:rsid w:val="00322993"/>
    <w:rsid w:val="00322A06"/>
    <w:rsid w:val="003230DC"/>
    <w:rsid w:val="003235D7"/>
    <w:rsid w:val="00323B15"/>
    <w:rsid w:val="00323C06"/>
    <w:rsid w:val="0032424D"/>
    <w:rsid w:val="0032459F"/>
    <w:rsid w:val="003249F1"/>
    <w:rsid w:val="00324FB5"/>
    <w:rsid w:val="00325066"/>
    <w:rsid w:val="00325161"/>
    <w:rsid w:val="003256CA"/>
    <w:rsid w:val="00325CA1"/>
    <w:rsid w:val="003260FF"/>
    <w:rsid w:val="00326ACA"/>
    <w:rsid w:val="00327152"/>
    <w:rsid w:val="003276A3"/>
    <w:rsid w:val="00327779"/>
    <w:rsid w:val="003277D3"/>
    <w:rsid w:val="00327C77"/>
    <w:rsid w:val="00330905"/>
    <w:rsid w:val="00330C91"/>
    <w:rsid w:val="00330EAB"/>
    <w:rsid w:val="00331248"/>
    <w:rsid w:val="00331523"/>
    <w:rsid w:val="00331B35"/>
    <w:rsid w:val="00331E7A"/>
    <w:rsid w:val="00331F97"/>
    <w:rsid w:val="003320DA"/>
    <w:rsid w:val="00332265"/>
    <w:rsid w:val="00332502"/>
    <w:rsid w:val="0033252C"/>
    <w:rsid w:val="003327FC"/>
    <w:rsid w:val="00332815"/>
    <w:rsid w:val="003331CC"/>
    <w:rsid w:val="00333304"/>
    <w:rsid w:val="0033331A"/>
    <w:rsid w:val="00333AFE"/>
    <w:rsid w:val="00333CDC"/>
    <w:rsid w:val="00333FA1"/>
    <w:rsid w:val="003341DC"/>
    <w:rsid w:val="00334F77"/>
    <w:rsid w:val="003353F0"/>
    <w:rsid w:val="0033570F"/>
    <w:rsid w:val="003357BD"/>
    <w:rsid w:val="00335E40"/>
    <w:rsid w:val="0033680C"/>
    <w:rsid w:val="00336EDA"/>
    <w:rsid w:val="00337181"/>
    <w:rsid w:val="003376FE"/>
    <w:rsid w:val="00337A3B"/>
    <w:rsid w:val="00337BA7"/>
    <w:rsid w:val="00340139"/>
    <w:rsid w:val="0034021F"/>
    <w:rsid w:val="00340433"/>
    <w:rsid w:val="00340B7C"/>
    <w:rsid w:val="00340FD5"/>
    <w:rsid w:val="003410C2"/>
    <w:rsid w:val="003412A1"/>
    <w:rsid w:val="003415E4"/>
    <w:rsid w:val="00341F3D"/>
    <w:rsid w:val="003422B3"/>
    <w:rsid w:val="00342731"/>
    <w:rsid w:val="0034284D"/>
    <w:rsid w:val="00342DF7"/>
    <w:rsid w:val="00342F49"/>
    <w:rsid w:val="00343369"/>
    <w:rsid w:val="0034338E"/>
    <w:rsid w:val="00344570"/>
    <w:rsid w:val="00344869"/>
    <w:rsid w:val="003449C5"/>
    <w:rsid w:val="00345166"/>
    <w:rsid w:val="003451B0"/>
    <w:rsid w:val="00345634"/>
    <w:rsid w:val="00345C83"/>
    <w:rsid w:val="003467A7"/>
    <w:rsid w:val="00346EB2"/>
    <w:rsid w:val="00346FA9"/>
    <w:rsid w:val="00347196"/>
    <w:rsid w:val="00347431"/>
    <w:rsid w:val="003475D5"/>
    <w:rsid w:val="00350363"/>
    <w:rsid w:val="00350610"/>
    <w:rsid w:val="003508AE"/>
    <w:rsid w:val="00350B8E"/>
    <w:rsid w:val="00350E5B"/>
    <w:rsid w:val="0035122A"/>
    <w:rsid w:val="00351297"/>
    <w:rsid w:val="00351657"/>
    <w:rsid w:val="003516AA"/>
    <w:rsid w:val="0035183B"/>
    <w:rsid w:val="00351C3D"/>
    <w:rsid w:val="00352363"/>
    <w:rsid w:val="00352B67"/>
    <w:rsid w:val="00352BFE"/>
    <w:rsid w:val="00352C64"/>
    <w:rsid w:val="00352F11"/>
    <w:rsid w:val="00352FDC"/>
    <w:rsid w:val="0035304A"/>
    <w:rsid w:val="00353396"/>
    <w:rsid w:val="00353FE9"/>
    <w:rsid w:val="00354082"/>
    <w:rsid w:val="003543E0"/>
    <w:rsid w:val="00354536"/>
    <w:rsid w:val="003546E2"/>
    <w:rsid w:val="00354A56"/>
    <w:rsid w:val="0035501D"/>
    <w:rsid w:val="00356046"/>
    <w:rsid w:val="003561B9"/>
    <w:rsid w:val="0035622B"/>
    <w:rsid w:val="0035642C"/>
    <w:rsid w:val="00356FA7"/>
    <w:rsid w:val="0035758B"/>
    <w:rsid w:val="00357B2A"/>
    <w:rsid w:val="00357FC7"/>
    <w:rsid w:val="003602CE"/>
    <w:rsid w:val="00360899"/>
    <w:rsid w:val="003612E3"/>
    <w:rsid w:val="00361463"/>
    <w:rsid w:val="00362616"/>
    <w:rsid w:val="003627D2"/>
    <w:rsid w:val="00362B7C"/>
    <w:rsid w:val="00362E68"/>
    <w:rsid w:val="003631CD"/>
    <w:rsid w:val="003635D8"/>
    <w:rsid w:val="0036396B"/>
    <w:rsid w:val="00363A34"/>
    <w:rsid w:val="00363CA7"/>
    <w:rsid w:val="00363F7C"/>
    <w:rsid w:val="00363F84"/>
    <w:rsid w:val="0036436E"/>
    <w:rsid w:val="0036485F"/>
    <w:rsid w:val="00364862"/>
    <w:rsid w:val="00364B6B"/>
    <w:rsid w:val="00364B7C"/>
    <w:rsid w:val="00365AE8"/>
    <w:rsid w:val="00365C38"/>
    <w:rsid w:val="00365E48"/>
    <w:rsid w:val="00366334"/>
    <w:rsid w:val="00366902"/>
    <w:rsid w:val="003671F0"/>
    <w:rsid w:val="0036725C"/>
    <w:rsid w:val="003678F4"/>
    <w:rsid w:val="0037012D"/>
    <w:rsid w:val="003702D9"/>
    <w:rsid w:val="0037041F"/>
    <w:rsid w:val="003705A2"/>
    <w:rsid w:val="0037092C"/>
    <w:rsid w:val="00370A0F"/>
    <w:rsid w:val="00370AD4"/>
    <w:rsid w:val="00370C04"/>
    <w:rsid w:val="00370D87"/>
    <w:rsid w:val="00370EA1"/>
    <w:rsid w:val="00371166"/>
    <w:rsid w:val="003715AB"/>
    <w:rsid w:val="00372085"/>
    <w:rsid w:val="00372759"/>
    <w:rsid w:val="00372F45"/>
    <w:rsid w:val="00373303"/>
    <w:rsid w:val="00373BD1"/>
    <w:rsid w:val="00373D6D"/>
    <w:rsid w:val="00373E2D"/>
    <w:rsid w:val="00373E54"/>
    <w:rsid w:val="00373FBF"/>
    <w:rsid w:val="003740C2"/>
    <w:rsid w:val="003743EC"/>
    <w:rsid w:val="00374763"/>
    <w:rsid w:val="00374962"/>
    <w:rsid w:val="00374A30"/>
    <w:rsid w:val="00374B80"/>
    <w:rsid w:val="00374E28"/>
    <w:rsid w:val="00374E61"/>
    <w:rsid w:val="00375149"/>
    <w:rsid w:val="00375BBA"/>
    <w:rsid w:val="0037640E"/>
    <w:rsid w:val="003765C7"/>
    <w:rsid w:val="00376C63"/>
    <w:rsid w:val="003775E5"/>
    <w:rsid w:val="003777BC"/>
    <w:rsid w:val="00377ABD"/>
    <w:rsid w:val="00377B3B"/>
    <w:rsid w:val="00377E6E"/>
    <w:rsid w:val="00380B49"/>
    <w:rsid w:val="00380DD8"/>
    <w:rsid w:val="003810E4"/>
    <w:rsid w:val="003817CE"/>
    <w:rsid w:val="0038180E"/>
    <w:rsid w:val="00381F5A"/>
    <w:rsid w:val="003821B2"/>
    <w:rsid w:val="003822F6"/>
    <w:rsid w:val="003822FE"/>
    <w:rsid w:val="00382686"/>
    <w:rsid w:val="003826A7"/>
    <w:rsid w:val="0038271A"/>
    <w:rsid w:val="00382868"/>
    <w:rsid w:val="003828D2"/>
    <w:rsid w:val="0038314A"/>
    <w:rsid w:val="003831FE"/>
    <w:rsid w:val="0038382C"/>
    <w:rsid w:val="00383960"/>
    <w:rsid w:val="00383D85"/>
    <w:rsid w:val="00383E84"/>
    <w:rsid w:val="00383FDD"/>
    <w:rsid w:val="003847C5"/>
    <w:rsid w:val="00384811"/>
    <w:rsid w:val="00384D8D"/>
    <w:rsid w:val="00384F30"/>
    <w:rsid w:val="003850CD"/>
    <w:rsid w:val="003855C9"/>
    <w:rsid w:val="00386441"/>
    <w:rsid w:val="003864E5"/>
    <w:rsid w:val="0038678B"/>
    <w:rsid w:val="00386AA4"/>
    <w:rsid w:val="00386D66"/>
    <w:rsid w:val="003871EB"/>
    <w:rsid w:val="003875AE"/>
    <w:rsid w:val="00387B3D"/>
    <w:rsid w:val="00387DF3"/>
    <w:rsid w:val="00387F31"/>
    <w:rsid w:val="00390280"/>
    <w:rsid w:val="0039097B"/>
    <w:rsid w:val="00390FA3"/>
    <w:rsid w:val="00391166"/>
    <w:rsid w:val="0039144E"/>
    <w:rsid w:val="00391B1D"/>
    <w:rsid w:val="00391DB1"/>
    <w:rsid w:val="00392044"/>
    <w:rsid w:val="003925DC"/>
    <w:rsid w:val="00392F5D"/>
    <w:rsid w:val="003932EE"/>
    <w:rsid w:val="003933A9"/>
    <w:rsid w:val="00393624"/>
    <w:rsid w:val="00393EE9"/>
    <w:rsid w:val="00394007"/>
    <w:rsid w:val="0039413C"/>
    <w:rsid w:val="003941E8"/>
    <w:rsid w:val="00394352"/>
    <w:rsid w:val="00394E2E"/>
    <w:rsid w:val="0039506F"/>
    <w:rsid w:val="003953D8"/>
    <w:rsid w:val="0039569D"/>
    <w:rsid w:val="003957EB"/>
    <w:rsid w:val="00395CB4"/>
    <w:rsid w:val="00395E8F"/>
    <w:rsid w:val="00396257"/>
    <w:rsid w:val="00396433"/>
    <w:rsid w:val="0039656D"/>
    <w:rsid w:val="003969AA"/>
    <w:rsid w:val="00397E2D"/>
    <w:rsid w:val="003A03DF"/>
    <w:rsid w:val="003A0843"/>
    <w:rsid w:val="003A0E44"/>
    <w:rsid w:val="003A23DB"/>
    <w:rsid w:val="003A2E9B"/>
    <w:rsid w:val="003A31C9"/>
    <w:rsid w:val="003A3687"/>
    <w:rsid w:val="003A3809"/>
    <w:rsid w:val="003A4757"/>
    <w:rsid w:val="003A4ADC"/>
    <w:rsid w:val="003A4DBE"/>
    <w:rsid w:val="003A5346"/>
    <w:rsid w:val="003A5749"/>
    <w:rsid w:val="003A5B51"/>
    <w:rsid w:val="003A61ED"/>
    <w:rsid w:val="003A6DCE"/>
    <w:rsid w:val="003A73BA"/>
    <w:rsid w:val="003A75AB"/>
    <w:rsid w:val="003A7DBB"/>
    <w:rsid w:val="003A7E35"/>
    <w:rsid w:val="003B000D"/>
    <w:rsid w:val="003B0079"/>
    <w:rsid w:val="003B0264"/>
    <w:rsid w:val="003B038B"/>
    <w:rsid w:val="003B049C"/>
    <w:rsid w:val="003B081F"/>
    <w:rsid w:val="003B09D1"/>
    <w:rsid w:val="003B1825"/>
    <w:rsid w:val="003B197C"/>
    <w:rsid w:val="003B1C1A"/>
    <w:rsid w:val="003B23CA"/>
    <w:rsid w:val="003B23F3"/>
    <w:rsid w:val="003B26FD"/>
    <w:rsid w:val="003B305C"/>
    <w:rsid w:val="003B3332"/>
    <w:rsid w:val="003B342B"/>
    <w:rsid w:val="003B375D"/>
    <w:rsid w:val="003B38BB"/>
    <w:rsid w:val="003B3AB5"/>
    <w:rsid w:val="003B3DD7"/>
    <w:rsid w:val="003B467B"/>
    <w:rsid w:val="003B4701"/>
    <w:rsid w:val="003B47B2"/>
    <w:rsid w:val="003B4817"/>
    <w:rsid w:val="003B4AAA"/>
    <w:rsid w:val="003B56C2"/>
    <w:rsid w:val="003B5D8B"/>
    <w:rsid w:val="003B5E54"/>
    <w:rsid w:val="003B6088"/>
    <w:rsid w:val="003B689C"/>
    <w:rsid w:val="003B69B3"/>
    <w:rsid w:val="003B727F"/>
    <w:rsid w:val="003B73EB"/>
    <w:rsid w:val="003B7425"/>
    <w:rsid w:val="003B7926"/>
    <w:rsid w:val="003B7B78"/>
    <w:rsid w:val="003B7EE6"/>
    <w:rsid w:val="003C0A86"/>
    <w:rsid w:val="003C0AE6"/>
    <w:rsid w:val="003C1CC7"/>
    <w:rsid w:val="003C24E8"/>
    <w:rsid w:val="003C2D97"/>
    <w:rsid w:val="003C2F4E"/>
    <w:rsid w:val="003C30A2"/>
    <w:rsid w:val="003C31D1"/>
    <w:rsid w:val="003C3AED"/>
    <w:rsid w:val="003C3D6F"/>
    <w:rsid w:val="003C3F13"/>
    <w:rsid w:val="003C3F78"/>
    <w:rsid w:val="003C436A"/>
    <w:rsid w:val="003C4A1F"/>
    <w:rsid w:val="003C5329"/>
    <w:rsid w:val="003C59F0"/>
    <w:rsid w:val="003C5CD1"/>
    <w:rsid w:val="003C6410"/>
    <w:rsid w:val="003C7273"/>
    <w:rsid w:val="003C749A"/>
    <w:rsid w:val="003C7648"/>
    <w:rsid w:val="003C765D"/>
    <w:rsid w:val="003C76C1"/>
    <w:rsid w:val="003D0EAB"/>
    <w:rsid w:val="003D1401"/>
    <w:rsid w:val="003D198C"/>
    <w:rsid w:val="003D2094"/>
    <w:rsid w:val="003D252B"/>
    <w:rsid w:val="003D26CC"/>
    <w:rsid w:val="003D27BE"/>
    <w:rsid w:val="003D2C9D"/>
    <w:rsid w:val="003D305A"/>
    <w:rsid w:val="003D3924"/>
    <w:rsid w:val="003D3AA8"/>
    <w:rsid w:val="003D3FAE"/>
    <w:rsid w:val="003D3FF3"/>
    <w:rsid w:val="003D4057"/>
    <w:rsid w:val="003D41C8"/>
    <w:rsid w:val="003D4A32"/>
    <w:rsid w:val="003D4B4B"/>
    <w:rsid w:val="003D5A0E"/>
    <w:rsid w:val="003D5C58"/>
    <w:rsid w:val="003D6617"/>
    <w:rsid w:val="003D6CEC"/>
    <w:rsid w:val="003D6CED"/>
    <w:rsid w:val="003D7154"/>
    <w:rsid w:val="003D762E"/>
    <w:rsid w:val="003D7A20"/>
    <w:rsid w:val="003D7B43"/>
    <w:rsid w:val="003D7F96"/>
    <w:rsid w:val="003E0510"/>
    <w:rsid w:val="003E05A7"/>
    <w:rsid w:val="003E1B18"/>
    <w:rsid w:val="003E1BC5"/>
    <w:rsid w:val="003E1CCE"/>
    <w:rsid w:val="003E1F49"/>
    <w:rsid w:val="003E2C99"/>
    <w:rsid w:val="003E2DA5"/>
    <w:rsid w:val="003E339F"/>
    <w:rsid w:val="003E361E"/>
    <w:rsid w:val="003E369F"/>
    <w:rsid w:val="003E3A66"/>
    <w:rsid w:val="003E3FB3"/>
    <w:rsid w:val="003E3FFE"/>
    <w:rsid w:val="003E44DC"/>
    <w:rsid w:val="003E4983"/>
    <w:rsid w:val="003E4AB0"/>
    <w:rsid w:val="003E4D1E"/>
    <w:rsid w:val="003E4DDB"/>
    <w:rsid w:val="003E4FD5"/>
    <w:rsid w:val="003E542C"/>
    <w:rsid w:val="003E544F"/>
    <w:rsid w:val="003E5518"/>
    <w:rsid w:val="003E56E1"/>
    <w:rsid w:val="003E599C"/>
    <w:rsid w:val="003E5DFF"/>
    <w:rsid w:val="003E5EF0"/>
    <w:rsid w:val="003E664F"/>
    <w:rsid w:val="003E694D"/>
    <w:rsid w:val="003E6994"/>
    <w:rsid w:val="003E6BE2"/>
    <w:rsid w:val="003E6D9B"/>
    <w:rsid w:val="003E709D"/>
    <w:rsid w:val="003E7125"/>
    <w:rsid w:val="003E74B7"/>
    <w:rsid w:val="003E7528"/>
    <w:rsid w:val="003E7607"/>
    <w:rsid w:val="003E774B"/>
    <w:rsid w:val="003F0AF1"/>
    <w:rsid w:val="003F0BAB"/>
    <w:rsid w:val="003F0EE5"/>
    <w:rsid w:val="003F12BF"/>
    <w:rsid w:val="003F162B"/>
    <w:rsid w:val="003F1ADD"/>
    <w:rsid w:val="003F2378"/>
    <w:rsid w:val="003F2593"/>
    <w:rsid w:val="003F33F5"/>
    <w:rsid w:val="003F363F"/>
    <w:rsid w:val="003F3E37"/>
    <w:rsid w:val="003F3EE5"/>
    <w:rsid w:val="003F3F93"/>
    <w:rsid w:val="003F411E"/>
    <w:rsid w:val="003F482F"/>
    <w:rsid w:val="003F49AA"/>
    <w:rsid w:val="003F4CB3"/>
    <w:rsid w:val="003F4EE6"/>
    <w:rsid w:val="003F53E8"/>
    <w:rsid w:val="003F5B0B"/>
    <w:rsid w:val="003F5BEE"/>
    <w:rsid w:val="003F5C8F"/>
    <w:rsid w:val="003F5D5A"/>
    <w:rsid w:val="003F5F08"/>
    <w:rsid w:val="003F6218"/>
    <w:rsid w:val="003F6B17"/>
    <w:rsid w:val="003F6CA7"/>
    <w:rsid w:val="003F7466"/>
    <w:rsid w:val="003F7742"/>
    <w:rsid w:val="003F7BF4"/>
    <w:rsid w:val="00400043"/>
    <w:rsid w:val="0040005E"/>
    <w:rsid w:val="00400153"/>
    <w:rsid w:val="00400159"/>
    <w:rsid w:val="00400207"/>
    <w:rsid w:val="00400219"/>
    <w:rsid w:val="00400583"/>
    <w:rsid w:val="00400887"/>
    <w:rsid w:val="00400B94"/>
    <w:rsid w:val="00400F15"/>
    <w:rsid w:val="00401212"/>
    <w:rsid w:val="00401505"/>
    <w:rsid w:val="0040172F"/>
    <w:rsid w:val="00401ABB"/>
    <w:rsid w:val="00401C7A"/>
    <w:rsid w:val="00401CC4"/>
    <w:rsid w:val="0040211D"/>
    <w:rsid w:val="00402627"/>
    <w:rsid w:val="0040335F"/>
    <w:rsid w:val="00403C7F"/>
    <w:rsid w:val="00403FAB"/>
    <w:rsid w:val="00404811"/>
    <w:rsid w:val="004052A5"/>
    <w:rsid w:val="004055F3"/>
    <w:rsid w:val="004058C0"/>
    <w:rsid w:val="00405ADE"/>
    <w:rsid w:val="00406483"/>
    <w:rsid w:val="00406656"/>
    <w:rsid w:val="00406705"/>
    <w:rsid w:val="00406870"/>
    <w:rsid w:val="00407002"/>
    <w:rsid w:val="004074AA"/>
    <w:rsid w:val="00407F75"/>
    <w:rsid w:val="0041028C"/>
    <w:rsid w:val="004102EA"/>
    <w:rsid w:val="00410A4C"/>
    <w:rsid w:val="00410B47"/>
    <w:rsid w:val="00411201"/>
    <w:rsid w:val="004112A1"/>
    <w:rsid w:val="00411374"/>
    <w:rsid w:val="00411506"/>
    <w:rsid w:val="00411581"/>
    <w:rsid w:val="00411607"/>
    <w:rsid w:val="004117B3"/>
    <w:rsid w:val="004117B6"/>
    <w:rsid w:val="0041185F"/>
    <w:rsid w:val="00412729"/>
    <w:rsid w:val="00412A1F"/>
    <w:rsid w:val="00412ADF"/>
    <w:rsid w:val="00413279"/>
    <w:rsid w:val="00413392"/>
    <w:rsid w:val="004134D3"/>
    <w:rsid w:val="0041390E"/>
    <w:rsid w:val="0041440E"/>
    <w:rsid w:val="00415789"/>
    <w:rsid w:val="00415813"/>
    <w:rsid w:val="00415C54"/>
    <w:rsid w:val="0041673E"/>
    <w:rsid w:val="00416A55"/>
    <w:rsid w:val="00416CF8"/>
    <w:rsid w:val="004175A5"/>
    <w:rsid w:val="004179E0"/>
    <w:rsid w:val="00417A73"/>
    <w:rsid w:val="004209A5"/>
    <w:rsid w:val="00420E02"/>
    <w:rsid w:val="00421021"/>
    <w:rsid w:val="004211DF"/>
    <w:rsid w:val="00421790"/>
    <w:rsid w:val="004218EA"/>
    <w:rsid w:val="004219C3"/>
    <w:rsid w:val="00421F2F"/>
    <w:rsid w:val="00421F5B"/>
    <w:rsid w:val="004228C7"/>
    <w:rsid w:val="00422CF7"/>
    <w:rsid w:val="004231F4"/>
    <w:rsid w:val="00423BAF"/>
    <w:rsid w:val="00424340"/>
    <w:rsid w:val="0042574B"/>
    <w:rsid w:val="004259A4"/>
    <w:rsid w:val="00425A73"/>
    <w:rsid w:val="00425C02"/>
    <w:rsid w:val="00425CB6"/>
    <w:rsid w:val="004267FB"/>
    <w:rsid w:val="00427140"/>
    <w:rsid w:val="00427240"/>
    <w:rsid w:val="0042766E"/>
    <w:rsid w:val="00427A17"/>
    <w:rsid w:val="00430612"/>
    <w:rsid w:val="004307D8"/>
    <w:rsid w:val="0043081D"/>
    <w:rsid w:val="00430A05"/>
    <w:rsid w:val="0043120C"/>
    <w:rsid w:val="00431331"/>
    <w:rsid w:val="004319D6"/>
    <w:rsid w:val="00432A52"/>
    <w:rsid w:val="00432B0D"/>
    <w:rsid w:val="004332B1"/>
    <w:rsid w:val="004332FA"/>
    <w:rsid w:val="00433948"/>
    <w:rsid w:val="00433CE1"/>
    <w:rsid w:val="0043485A"/>
    <w:rsid w:val="00435091"/>
    <w:rsid w:val="004350AD"/>
    <w:rsid w:val="00435819"/>
    <w:rsid w:val="00436185"/>
    <w:rsid w:val="00436195"/>
    <w:rsid w:val="004363BD"/>
    <w:rsid w:val="0043645C"/>
    <w:rsid w:val="004364A9"/>
    <w:rsid w:val="00436918"/>
    <w:rsid w:val="00436A0E"/>
    <w:rsid w:val="00436E13"/>
    <w:rsid w:val="0043700B"/>
    <w:rsid w:val="00437713"/>
    <w:rsid w:val="00437A30"/>
    <w:rsid w:val="00437C0D"/>
    <w:rsid w:val="004400E6"/>
    <w:rsid w:val="00440912"/>
    <w:rsid w:val="00440948"/>
    <w:rsid w:val="00440E0A"/>
    <w:rsid w:val="00440F32"/>
    <w:rsid w:val="00440FC3"/>
    <w:rsid w:val="00441049"/>
    <w:rsid w:val="00441308"/>
    <w:rsid w:val="00441570"/>
    <w:rsid w:val="00441653"/>
    <w:rsid w:val="00441CDF"/>
    <w:rsid w:val="00442116"/>
    <w:rsid w:val="004426CC"/>
    <w:rsid w:val="00442E1E"/>
    <w:rsid w:val="00443698"/>
    <w:rsid w:val="00444646"/>
    <w:rsid w:val="00444729"/>
    <w:rsid w:val="00444904"/>
    <w:rsid w:val="00445CDB"/>
    <w:rsid w:val="00446228"/>
    <w:rsid w:val="004466DC"/>
    <w:rsid w:val="0044679F"/>
    <w:rsid w:val="00446A3D"/>
    <w:rsid w:val="00446B0D"/>
    <w:rsid w:val="00447641"/>
    <w:rsid w:val="004478B8"/>
    <w:rsid w:val="00447A0A"/>
    <w:rsid w:val="00447ADA"/>
    <w:rsid w:val="00447EC3"/>
    <w:rsid w:val="00450A9D"/>
    <w:rsid w:val="0045130F"/>
    <w:rsid w:val="00451408"/>
    <w:rsid w:val="00451455"/>
    <w:rsid w:val="004515D3"/>
    <w:rsid w:val="004518DB"/>
    <w:rsid w:val="00451A7E"/>
    <w:rsid w:val="00451E06"/>
    <w:rsid w:val="00452368"/>
    <w:rsid w:val="004523AE"/>
    <w:rsid w:val="004529DD"/>
    <w:rsid w:val="0045346B"/>
    <w:rsid w:val="00453778"/>
    <w:rsid w:val="0045388E"/>
    <w:rsid w:val="00454385"/>
    <w:rsid w:val="004545B3"/>
    <w:rsid w:val="00454A75"/>
    <w:rsid w:val="00454D79"/>
    <w:rsid w:val="00454DC2"/>
    <w:rsid w:val="00455400"/>
    <w:rsid w:val="0045561B"/>
    <w:rsid w:val="0045562E"/>
    <w:rsid w:val="0045586F"/>
    <w:rsid w:val="00455BC6"/>
    <w:rsid w:val="00455CAC"/>
    <w:rsid w:val="00455D55"/>
    <w:rsid w:val="00456381"/>
    <w:rsid w:val="00456924"/>
    <w:rsid w:val="00457C6D"/>
    <w:rsid w:val="00460063"/>
    <w:rsid w:val="00460199"/>
    <w:rsid w:val="00460888"/>
    <w:rsid w:val="00460CDB"/>
    <w:rsid w:val="00461296"/>
    <w:rsid w:val="00461B3A"/>
    <w:rsid w:val="00461E5D"/>
    <w:rsid w:val="00461F61"/>
    <w:rsid w:val="00461FED"/>
    <w:rsid w:val="00462C02"/>
    <w:rsid w:val="00462ED3"/>
    <w:rsid w:val="00462F65"/>
    <w:rsid w:val="00463551"/>
    <w:rsid w:val="004635B8"/>
    <w:rsid w:val="004639D9"/>
    <w:rsid w:val="00463BA4"/>
    <w:rsid w:val="00463BF6"/>
    <w:rsid w:val="00463DC1"/>
    <w:rsid w:val="00463E9A"/>
    <w:rsid w:val="00464237"/>
    <w:rsid w:val="0046431B"/>
    <w:rsid w:val="0046450D"/>
    <w:rsid w:val="00464A1B"/>
    <w:rsid w:val="00464CED"/>
    <w:rsid w:val="004651D6"/>
    <w:rsid w:val="00465283"/>
    <w:rsid w:val="004656CF"/>
    <w:rsid w:val="00465DB3"/>
    <w:rsid w:val="00466107"/>
    <w:rsid w:val="00466577"/>
    <w:rsid w:val="00466980"/>
    <w:rsid w:val="00466AF2"/>
    <w:rsid w:val="00467364"/>
    <w:rsid w:val="00467A72"/>
    <w:rsid w:val="00470277"/>
    <w:rsid w:val="0047027E"/>
    <w:rsid w:val="004702F2"/>
    <w:rsid w:val="00470467"/>
    <w:rsid w:val="00470D95"/>
    <w:rsid w:val="00470DA4"/>
    <w:rsid w:val="00470FA3"/>
    <w:rsid w:val="00471478"/>
    <w:rsid w:val="00472344"/>
    <w:rsid w:val="0047270C"/>
    <w:rsid w:val="00472F61"/>
    <w:rsid w:val="0047388E"/>
    <w:rsid w:val="0047394D"/>
    <w:rsid w:val="00473B32"/>
    <w:rsid w:val="00473C23"/>
    <w:rsid w:val="00474354"/>
    <w:rsid w:val="004747F4"/>
    <w:rsid w:val="00474905"/>
    <w:rsid w:val="004749C0"/>
    <w:rsid w:val="00474BD1"/>
    <w:rsid w:val="00474C99"/>
    <w:rsid w:val="00474D8D"/>
    <w:rsid w:val="00474E01"/>
    <w:rsid w:val="004751FF"/>
    <w:rsid w:val="00475439"/>
    <w:rsid w:val="0047545D"/>
    <w:rsid w:val="00475522"/>
    <w:rsid w:val="004757DE"/>
    <w:rsid w:val="00475E76"/>
    <w:rsid w:val="0047749B"/>
    <w:rsid w:val="0047758E"/>
    <w:rsid w:val="00477980"/>
    <w:rsid w:val="00477B48"/>
    <w:rsid w:val="00477B4B"/>
    <w:rsid w:val="0048008E"/>
    <w:rsid w:val="0048019E"/>
    <w:rsid w:val="00480AE8"/>
    <w:rsid w:val="0048105B"/>
    <w:rsid w:val="0048152E"/>
    <w:rsid w:val="00481A65"/>
    <w:rsid w:val="0048244A"/>
    <w:rsid w:val="00482564"/>
    <w:rsid w:val="00482A21"/>
    <w:rsid w:val="00482A5F"/>
    <w:rsid w:val="00483339"/>
    <w:rsid w:val="004837A9"/>
    <w:rsid w:val="00483CA6"/>
    <w:rsid w:val="004847D6"/>
    <w:rsid w:val="00484802"/>
    <w:rsid w:val="00484EB4"/>
    <w:rsid w:val="004853C8"/>
    <w:rsid w:val="00485610"/>
    <w:rsid w:val="00485A93"/>
    <w:rsid w:val="00485F69"/>
    <w:rsid w:val="00486029"/>
    <w:rsid w:val="00486228"/>
    <w:rsid w:val="00486794"/>
    <w:rsid w:val="004867C7"/>
    <w:rsid w:val="00487234"/>
    <w:rsid w:val="00487783"/>
    <w:rsid w:val="00487A30"/>
    <w:rsid w:val="00490450"/>
    <w:rsid w:val="00490944"/>
    <w:rsid w:val="00490AC5"/>
    <w:rsid w:val="004913CA"/>
    <w:rsid w:val="00491D0A"/>
    <w:rsid w:val="00491FB6"/>
    <w:rsid w:val="004922DA"/>
    <w:rsid w:val="00492547"/>
    <w:rsid w:val="00493042"/>
    <w:rsid w:val="00493175"/>
    <w:rsid w:val="00493AD6"/>
    <w:rsid w:val="00494010"/>
    <w:rsid w:val="00494229"/>
    <w:rsid w:val="00494A79"/>
    <w:rsid w:val="00494ABF"/>
    <w:rsid w:val="00494C93"/>
    <w:rsid w:val="00495226"/>
    <w:rsid w:val="00495317"/>
    <w:rsid w:val="0049569B"/>
    <w:rsid w:val="00495DEA"/>
    <w:rsid w:val="004962B2"/>
    <w:rsid w:val="004964BF"/>
    <w:rsid w:val="0049685C"/>
    <w:rsid w:val="004973B3"/>
    <w:rsid w:val="00497C01"/>
    <w:rsid w:val="004A030F"/>
    <w:rsid w:val="004A09E1"/>
    <w:rsid w:val="004A0A91"/>
    <w:rsid w:val="004A0B10"/>
    <w:rsid w:val="004A0CBD"/>
    <w:rsid w:val="004A0E00"/>
    <w:rsid w:val="004A11A3"/>
    <w:rsid w:val="004A13B8"/>
    <w:rsid w:val="004A185A"/>
    <w:rsid w:val="004A1CCA"/>
    <w:rsid w:val="004A1D0C"/>
    <w:rsid w:val="004A239E"/>
    <w:rsid w:val="004A2987"/>
    <w:rsid w:val="004A2A5C"/>
    <w:rsid w:val="004A2E46"/>
    <w:rsid w:val="004A2ECB"/>
    <w:rsid w:val="004A2FCC"/>
    <w:rsid w:val="004A3003"/>
    <w:rsid w:val="004A3A79"/>
    <w:rsid w:val="004A425E"/>
    <w:rsid w:val="004A464B"/>
    <w:rsid w:val="004A4B19"/>
    <w:rsid w:val="004A4BAB"/>
    <w:rsid w:val="004A5248"/>
    <w:rsid w:val="004A53FE"/>
    <w:rsid w:val="004A6213"/>
    <w:rsid w:val="004A6547"/>
    <w:rsid w:val="004A6572"/>
    <w:rsid w:val="004A667A"/>
    <w:rsid w:val="004A6899"/>
    <w:rsid w:val="004A704B"/>
    <w:rsid w:val="004A77AA"/>
    <w:rsid w:val="004A7D91"/>
    <w:rsid w:val="004A7E10"/>
    <w:rsid w:val="004B008B"/>
    <w:rsid w:val="004B0385"/>
    <w:rsid w:val="004B08BA"/>
    <w:rsid w:val="004B0F8A"/>
    <w:rsid w:val="004B132A"/>
    <w:rsid w:val="004B1589"/>
    <w:rsid w:val="004B1625"/>
    <w:rsid w:val="004B1756"/>
    <w:rsid w:val="004B1D56"/>
    <w:rsid w:val="004B1E9C"/>
    <w:rsid w:val="004B2004"/>
    <w:rsid w:val="004B287F"/>
    <w:rsid w:val="004B2D03"/>
    <w:rsid w:val="004B2F83"/>
    <w:rsid w:val="004B416A"/>
    <w:rsid w:val="004B427B"/>
    <w:rsid w:val="004B43A1"/>
    <w:rsid w:val="004B4B03"/>
    <w:rsid w:val="004B5153"/>
    <w:rsid w:val="004B5962"/>
    <w:rsid w:val="004B59D4"/>
    <w:rsid w:val="004B5A55"/>
    <w:rsid w:val="004B657E"/>
    <w:rsid w:val="004B6B53"/>
    <w:rsid w:val="004B6E1C"/>
    <w:rsid w:val="004B6EFF"/>
    <w:rsid w:val="004B72EC"/>
    <w:rsid w:val="004B7B24"/>
    <w:rsid w:val="004C02BA"/>
    <w:rsid w:val="004C0401"/>
    <w:rsid w:val="004C04C6"/>
    <w:rsid w:val="004C17E0"/>
    <w:rsid w:val="004C194D"/>
    <w:rsid w:val="004C1B4D"/>
    <w:rsid w:val="004C1FE9"/>
    <w:rsid w:val="004C2475"/>
    <w:rsid w:val="004C26EC"/>
    <w:rsid w:val="004C2996"/>
    <w:rsid w:val="004C2A2B"/>
    <w:rsid w:val="004C3299"/>
    <w:rsid w:val="004C32D9"/>
    <w:rsid w:val="004C346D"/>
    <w:rsid w:val="004C3A66"/>
    <w:rsid w:val="004C3D2F"/>
    <w:rsid w:val="004C3E3F"/>
    <w:rsid w:val="004C3EA2"/>
    <w:rsid w:val="004C4B97"/>
    <w:rsid w:val="004C4DCA"/>
    <w:rsid w:val="004C4E24"/>
    <w:rsid w:val="004C501B"/>
    <w:rsid w:val="004C50D8"/>
    <w:rsid w:val="004C5116"/>
    <w:rsid w:val="004C51CE"/>
    <w:rsid w:val="004C5615"/>
    <w:rsid w:val="004C56A0"/>
    <w:rsid w:val="004C57A5"/>
    <w:rsid w:val="004C5955"/>
    <w:rsid w:val="004C6867"/>
    <w:rsid w:val="004C697D"/>
    <w:rsid w:val="004C6CB7"/>
    <w:rsid w:val="004C737A"/>
    <w:rsid w:val="004C7397"/>
    <w:rsid w:val="004C7591"/>
    <w:rsid w:val="004C7614"/>
    <w:rsid w:val="004C7DEF"/>
    <w:rsid w:val="004D0110"/>
    <w:rsid w:val="004D036C"/>
    <w:rsid w:val="004D0AE3"/>
    <w:rsid w:val="004D0BE9"/>
    <w:rsid w:val="004D0DF7"/>
    <w:rsid w:val="004D1255"/>
    <w:rsid w:val="004D18D0"/>
    <w:rsid w:val="004D1E1F"/>
    <w:rsid w:val="004D1F46"/>
    <w:rsid w:val="004D209B"/>
    <w:rsid w:val="004D2172"/>
    <w:rsid w:val="004D2330"/>
    <w:rsid w:val="004D2593"/>
    <w:rsid w:val="004D26C8"/>
    <w:rsid w:val="004D2B01"/>
    <w:rsid w:val="004D2E73"/>
    <w:rsid w:val="004D2F34"/>
    <w:rsid w:val="004D358C"/>
    <w:rsid w:val="004D35ED"/>
    <w:rsid w:val="004D3B35"/>
    <w:rsid w:val="004D40FD"/>
    <w:rsid w:val="004D4353"/>
    <w:rsid w:val="004D44B5"/>
    <w:rsid w:val="004D489B"/>
    <w:rsid w:val="004D4BF2"/>
    <w:rsid w:val="004D4D44"/>
    <w:rsid w:val="004D4DB5"/>
    <w:rsid w:val="004D4E6B"/>
    <w:rsid w:val="004D5C81"/>
    <w:rsid w:val="004D5D2E"/>
    <w:rsid w:val="004D5ED0"/>
    <w:rsid w:val="004D6E5E"/>
    <w:rsid w:val="004D7038"/>
    <w:rsid w:val="004D7084"/>
    <w:rsid w:val="004D720C"/>
    <w:rsid w:val="004D7589"/>
    <w:rsid w:val="004D785E"/>
    <w:rsid w:val="004E00CA"/>
    <w:rsid w:val="004E0AF7"/>
    <w:rsid w:val="004E0EF4"/>
    <w:rsid w:val="004E1733"/>
    <w:rsid w:val="004E1985"/>
    <w:rsid w:val="004E1AEA"/>
    <w:rsid w:val="004E1FBF"/>
    <w:rsid w:val="004E2ACE"/>
    <w:rsid w:val="004E324D"/>
    <w:rsid w:val="004E3331"/>
    <w:rsid w:val="004E34AE"/>
    <w:rsid w:val="004E3892"/>
    <w:rsid w:val="004E396D"/>
    <w:rsid w:val="004E4D0E"/>
    <w:rsid w:val="004E4EE7"/>
    <w:rsid w:val="004E5057"/>
    <w:rsid w:val="004E524A"/>
    <w:rsid w:val="004E5E29"/>
    <w:rsid w:val="004E69D8"/>
    <w:rsid w:val="004E6C12"/>
    <w:rsid w:val="004E71E7"/>
    <w:rsid w:val="004E760B"/>
    <w:rsid w:val="004F0228"/>
    <w:rsid w:val="004F03CA"/>
    <w:rsid w:val="004F0C06"/>
    <w:rsid w:val="004F0E5A"/>
    <w:rsid w:val="004F116B"/>
    <w:rsid w:val="004F1208"/>
    <w:rsid w:val="004F1649"/>
    <w:rsid w:val="004F17AE"/>
    <w:rsid w:val="004F183A"/>
    <w:rsid w:val="004F18B1"/>
    <w:rsid w:val="004F36B0"/>
    <w:rsid w:val="004F4624"/>
    <w:rsid w:val="004F46B2"/>
    <w:rsid w:val="004F49AA"/>
    <w:rsid w:val="004F52E4"/>
    <w:rsid w:val="004F54D4"/>
    <w:rsid w:val="004F56FA"/>
    <w:rsid w:val="004F593E"/>
    <w:rsid w:val="004F5A93"/>
    <w:rsid w:val="004F5E71"/>
    <w:rsid w:val="004F6595"/>
    <w:rsid w:val="004F6F9C"/>
    <w:rsid w:val="004F7809"/>
    <w:rsid w:val="004F7B76"/>
    <w:rsid w:val="004F7EE1"/>
    <w:rsid w:val="00500300"/>
    <w:rsid w:val="00500608"/>
    <w:rsid w:val="00500B63"/>
    <w:rsid w:val="00500CA7"/>
    <w:rsid w:val="00500D81"/>
    <w:rsid w:val="00501AE5"/>
    <w:rsid w:val="00501B54"/>
    <w:rsid w:val="00501F23"/>
    <w:rsid w:val="005020A5"/>
    <w:rsid w:val="005022C7"/>
    <w:rsid w:val="00502510"/>
    <w:rsid w:val="00502889"/>
    <w:rsid w:val="00502B4E"/>
    <w:rsid w:val="00502CF8"/>
    <w:rsid w:val="00502EC1"/>
    <w:rsid w:val="0050302B"/>
    <w:rsid w:val="005030A7"/>
    <w:rsid w:val="005032F2"/>
    <w:rsid w:val="00503692"/>
    <w:rsid w:val="005037E9"/>
    <w:rsid w:val="00503AEA"/>
    <w:rsid w:val="00503E45"/>
    <w:rsid w:val="00504241"/>
    <w:rsid w:val="0050427C"/>
    <w:rsid w:val="00504291"/>
    <w:rsid w:val="0050488B"/>
    <w:rsid w:val="00504A64"/>
    <w:rsid w:val="00504CA4"/>
    <w:rsid w:val="00504F5D"/>
    <w:rsid w:val="005056E4"/>
    <w:rsid w:val="00505A21"/>
    <w:rsid w:val="005060A1"/>
    <w:rsid w:val="00506584"/>
    <w:rsid w:val="005065BB"/>
    <w:rsid w:val="0050670D"/>
    <w:rsid w:val="00506D60"/>
    <w:rsid w:val="00506E21"/>
    <w:rsid w:val="005071B3"/>
    <w:rsid w:val="005071F4"/>
    <w:rsid w:val="00507848"/>
    <w:rsid w:val="00507C9D"/>
    <w:rsid w:val="0051084D"/>
    <w:rsid w:val="00510B16"/>
    <w:rsid w:val="00510D45"/>
    <w:rsid w:val="005113EA"/>
    <w:rsid w:val="005117E6"/>
    <w:rsid w:val="0051196E"/>
    <w:rsid w:val="00511ED7"/>
    <w:rsid w:val="005122F5"/>
    <w:rsid w:val="005125A4"/>
    <w:rsid w:val="00512F5D"/>
    <w:rsid w:val="00513487"/>
    <w:rsid w:val="00514D74"/>
    <w:rsid w:val="00514F34"/>
    <w:rsid w:val="0051538D"/>
    <w:rsid w:val="005153F0"/>
    <w:rsid w:val="00515488"/>
    <w:rsid w:val="005156D2"/>
    <w:rsid w:val="00515721"/>
    <w:rsid w:val="00515AA3"/>
    <w:rsid w:val="00516205"/>
    <w:rsid w:val="005165C3"/>
    <w:rsid w:val="00516A12"/>
    <w:rsid w:val="00516CDD"/>
    <w:rsid w:val="00516FB6"/>
    <w:rsid w:val="00517218"/>
    <w:rsid w:val="005175CC"/>
    <w:rsid w:val="00520482"/>
    <w:rsid w:val="00520B24"/>
    <w:rsid w:val="00521897"/>
    <w:rsid w:val="00521917"/>
    <w:rsid w:val="00522286"/>
    <w:rsid w:val="00522B2C"/>
    <w:rsid w:val="00522EC5"/>
    <w:rsid w:val="0052334D"/>
    <w:rsid w:val="00523564"/>
    <w:rsid w:val="005238C0"/>
    <w:rsid w:val="00523973"/>
    <w:rsid w:val="0052432D"/>
    <w:rsid w:val="00524919"/>
    <w:rsid w:val="00524BE8"/>
    <w:rsid w:val="005253E1"/>
    <w:rsid w:val="00525CA2"/>
    <w:rsid w:val="00525CF5"/>
    <w:rsid w:val="00525F33"/>
    <w:rsid w:val="0052623B"/>
    <w:rsid w:val="0052635A"/>
    <w:rsid w:val="00526BF0"/>
    <w:rsid w:val="00526D5F"/>
    <w:rsid w:val="00526D62"/>
    <w:rsid w:val="00526EC6"/>
    <w:rsid w:val="00527783"/>
    <w:rsid w:val="005305A0"/>
    <w:rsid w:val="00530860"/>
    <w:rsid w:val="00530F87"/>
    <w:rsid w:val="005314C9"/>
    <w:rsid w:val="00531906"/>
    <w:rsid w:val="0053221A"/>
    <w:rsid w:val="005326E4"/>
    <w:rsid w:val="0053271A"/>
    <w:rsid w:val="005327BE"/>
    <w:rsid w:val="005327C5"/>
    <w:rsid w:val="005329DE"/>
    <w:rsid w:val="0053369E"/>
    <w:rsid w:val="005336A2"/>
    <w:rsid w:val="00533B0D"/>
    <w:rsid w:val="00533E19"/>
    <w:rsid w:val="00534866"/>
    <w:rsid w:val="005349A1"/>
    <w:rsid w:val="00534A7A"/>
    <w:rsid w:val="00534AD0"/>
    <w:rsid w:val="00534F97"/>
    <w:rsid w:val="005353F3"/>
    <w:rsid w:val="005358B4"/>
    <w:rsid w:val="00536410"/>
    <w:rsid w:val="0053687C"/>
    <w:rsid w:val="00536931"/>
    <w:rsid w:val="00536D7F"/>
    <w:rsid w:val="0053709C"/>
    <w:rsid w:val="005377EF"/>
    <w:rsid w:val="00537B4B"/>
    <w:rsid w:val="005404CB"/>
    <w:rsid w:val="0054092E"/>
    <w:rsid w:val="00540D54"/>
    <w:rsid w:val="00541043"/>
    <w:rsid w:val="005416AC"/>
    <w:rsid w:val="005419B5"/>
    <w:rsid w:val="005419EA"/>
    <w:rsid w:val="005421C1"/>
    <w:rsid w:val="005422E8"/>
    <w:rsid w:val="0054270B"/>
    <w:rsid w:val="00542C15"/>
    <w:rsid w:val="00543581"/>
    <w:rsid w:val="0054376E"/>
    <w:rsid w:val="00543FBD"/>
    <w:rsid w:val="00544192"/>
    <w:rsid w:val="0054421D"/>
    <w:rsid w:val="0054455A"/>
    <w:rsid w:val="005454C3"/>
    <w:rsid w:val="00546649"/>
    <w:rsid w:val="00546C95"/>
    <w:rsid w:val="00546D33"/>
    <w:rsid w:val="00547047"/>
    <w:rsid w:val="0054748F"/>
    <w:rsid w:val="00547531"/>
    <w:rsid w:val="00547635"/>
    <w:rsid w:val="00547E9E"/>
    <w:rsid w:val="00550014"/>
    <w:rsid w:val="00550E96"/>
    <w:rsid w:val="0055108E"/>
    <w:rsid w:val="0055199C"/>
    <w:rsid w:val="00551B23"/>
    <w:rsid w:val="00552AB2"/>
    <w:rsid w:val="00553423"/>
    <w:rsid w:val="005534FE"/>
    <w:rsid w:val="00553A6F"/>
    <w:rsid w:val="00553D56"/>
    <w:rsid w:val="00553F25"/>
    <w:rsid w:val="00553F93"/>
    <w:rsid w:val="00554379"/>
    <w:rsid w:val="0055446C"/>
    <w:rsid w:val="00554959"/>
    <w:rsid w:val="00554F7F"/>
    <w:rsid w:val="005550DE"/>
    <w:rsid w:val="005555D8"/>
    <w:rsid w:val="00555950"/>
    <w:rsid w:val="00555A96"/>
    <w:rsid w:val="00555D92"/>
    <w:rsid w:val="00555FBD"/>
    <w:rsid w:val="00556251"/>
    <w:rsid w:val="00556681"/>
    <w:rsid w:val="00556A20"/>
    <w:rsid w:val="00556AA5"/>
    <w:rsid w:val="00556E29"/>
    <w:rsid w:val="00556F29"/>
    <w:rsid w:val="0055723A"/>
    <w:rsid w:val="005573A4"/>
    <w:rsid w:val="00557626"/>
    <w:rsid w:val="00557781"/>
    <w:rsid w:val="00557887"/>
    <w:rsid w:val="0055789E"/>
    <w:rsid w:val="00557CD3"/>
    <w:rsid w:val="00557F3E"/>
    <w:rsid w:val="00560518"/>
    <w:rsid w:val="00560719"/>
    <w:rsid w:val="00560934"/>
    <w:rsid w:val="00560EE2"/>
    <w:rsid w:val="005613C3"/>
    <w:rsid w:val="0056153D"/>
    <w:rsid w:val="005617E0"/>
    <w:rsid w:val="00561C5F"/>
    <w:rsid w:val="005621F6"/>
    <w:rsid w:val="00562BCE"/>
    <w:rsid w:val="00562E3F"/>
    <w:rsid w:val="0056349F"/>
    <w:rsid w:val="00564A6B"/>
    <w:rsid w:val="0056504D"/>
    <w:rsid w:val="005655EC"/>
    <w:rsid w:val="0056583D"/>
    <w:rsid w:val="005658F9"/>
    <w:rsid w:val="005659BD"/>
    <w:rsid w:val="005660C3"/>
    <w:rsid w:val="00566624"/>
    <w:rsid w:val="00567118"/>
    <w:rsid w:val="00567618"/>
    <w:rsid w:val="005677CB"/>
    <w:rsid w:val="00567832"/>
    <w:rsid w:val="005678CF"/>
    <w:rsid w:val="00567B5E"/>
    <w:rsid w:val="00567D3F"/>
    <w:rsid w:val="00567E47"/>
    <w:rsid w:val="005703C4"/>
    <w:rsid w:val="0057050C"/>
    <w:rsid w:val="005705AC"/>
    <w:rsid w:val="005708DE"/>
    <w:rsid w:val="00570C96"/>
    <w:rsid w:val="005712C5"/>
    <w:rsid w:val="00571DC2"/>
    <w:rsid w:val="00571E01"/>
    <w:rsid w:val="0057277C"/>
    <w:rsid w:val="00572954"/>
    <w:rsid w:val="00572980"/>
    <w:rsid w:val="005729F6"/>
    <w:rsid w:val="005732B9"/>
    <w:rsid w:val="005734CD"/>
    <w:rsid w:val="005737E6"/>
    <w:rsid w:val="0057396B"/>
    <w:rsid w:val="00573DB5"/>
    <w:rsid w:val="00573FE7"/>
    <w:rsid w:val="00574604"/>
    <w:rsid w:val="00574AD4"/>
    <w:rsid w:val="00574F75"/>
    <w:rsid w:val="005758D3"/>
    <w:rsid w:val="00575FFF"/>
    <w:rsid w:val="0057612B"/>
    <w:rsid w:val="00577A6F"/>
    <w:rsid w:val="0058017C"/>
    <w:rsid w:val="00580643"/>
    <w:rsid w:val="00580699"/>
    <w:rsid w:val="00580B7A"/>
    <w:rsid w:val="005823CF"/>
    <w:rsid w:val="00582480"/>
    <w:rsid w:val="00582578"/>
    <w:rsid w:val="00582843"/>
    <w:rsid w:val="00582D5D"/>
    <w:rsid w:val="00584130"/>
    <w:rsid w:val="00584512"/>
    <w:rsid w:val="005845D0"/>
    <w:rsid w:val="005849E8"/>
    <w:rsid w:val="00584D75"/>
    <w:rsid w:val="00585ADE"/>
    <w:rsid w:val="00585DBF"/>
    <w:rsid w:val="005865B5"/>
    <w:rsid w:val="005866E8"/>
    <w:rsid w:val="00586AB6"/>
    <w:rsid w:val="00586ABB"/>
    <w:rsid w:val="00586B09"/>
    <w:rsid w:val="00587644"/>
    <w:rsid w:val="005878A1"/>
    <w:rsid w:val="00587A49"/>
    <w:rsid w:val="00587B64"/>
    <w:rsid w:val="00590319"/>
    <w:rsid w:val="00590569"/>
    <w:rsid w:val="005907C8"/>
    <w:rsid w:val="00591129"/>
    <w:rsid w:val="005913B2"/>
    <w:rsid w:val="005918D3"/>
    <w:rsid w:val="00591A62"/>
    <w:rsid w:val="00591CC4"/>
    <w:rsid w:val="00591EB7"/>
    <w:rsid w:val="00592887"/>
    <w:rsid w:val="005929AC"/>
    <w:rsid w:val="00592A1E"/>
    <w:rsid w:val="00592AF8"/>
    <w:rsid w:val="00592E63"/>
    <w:rsid w:val="00593162"/>
    <w:rsid w:val="005934AC"/>
    <w:rsid w:val="005934C5"/>
    <w:rsid w:val="0059412B"/>
    <w:rsid w:val="0059435D"/>
    <w:rsid w:val="0059554D"/>
    <w:rsid w:val="005956AC"/>
    <w:rsid w:val="00595BCC"/>
    <w:rsid w:val="005962DA"/>
    <w:rsid w:val="00596843"/>
    <w:rsid w:val="00596997"/>
    <w:rsid w:val="00597243"/>
    <w:rsid w:val="00597363"/>
    <w:rsid w:val="00597535"/>
    <w:rsid w:val="00597CB4"/>
    <w:rsid w:val="005A024D"/>
    <w:rsid w:val="005A0514"/>
    <w:rsid w:val="005A0564"/>
    <w:rsid w:val="005A0BE9"/>
    <w:rsid w:val="005A0C16"/>
    <w:rsid w:val="005A1065"/>
    <w:rsid w:val="005A1361"/>
    <w:rsid w:val="005A1784"/>
    <w:rsid w:val="005A1C44"/>
    <w:rsid w:val="005A2019"/>
    <w:rsid w:val="005A2593"/>
    <w:rsid w:val="005A2703"/>
    <w:rsid w:val="005A281A"/>
    <w:rsid w:val="005A30DA"/>
    <w:rsid w:val="005A3535"/>
    <w:rsid w:val="005A3595"/>
    <w:rsid w:val="005A380A"/>
    <w:rsid w:val="005A3847"/>
    <w:rsid w:val="005A3D5D"/>
    <w:rsid w:val="005A40CE"/>
    <w:rsid w:val="005A4A6E"/>
    <w:rsid w:val="005A4F58"/>
    <w:rsid w:val="005A58EC"/>
    <w:rsid w:val="005A5A4E"/>
    <w:rsid w:val="005A5E72"/>
    <w:rsid w:val="005A6260"/>
    <w:rsid w:val="005A667B"/>
    <w:rsid w:val="005A7726"/>
    <w:rsid w:val="005A785A"/>
    <w:rsid w:val="005A78D5"/>
    <w:rsid w:val="005A7D20"/>
    <w:rsid w:val="005B040C"/>
    <w:rsid w:val="005B04EC"/>
    <w:rsid w:val="005B084D"/>
    <w:rsid w:val="005B0992"/>
    <w:rsid w:val="005B1A24"/>
    <w:rsid w:val="005B1CC5"/>
    <w:rsid w:val="005B1F2D"/>
    <w:rsid w:val="005B2147"/>
    <w:rsid w:val="005B23B3"/>
    <w:rsid w:val="005B32A6"/>
    <w:rsid w:val="005B3326"/>
    <w:rsid w:val="005B39A7"/>
    <w:rsid w:val="005B459C"/>
    <w:rsid w:val="005B4673"/>
    <w:rsid w:val="005B47B0"/>
    <w:rsid w:val="005B4A26"/>
    <w:rsid w:val="005B4FBF"/>
    <w:rsid w:val="005B5126"/>
    <w:rsid w:val="005B57FE"/>
    <w:rsid w:val="005B5B1C"/>
    <w:rsid w:val="005B623A"/>
    <w:rsid w:val="005B6469"/>
    <w:rsid w:val="005B65FB"/>
    <w:rsid w:val="005B6B68"/>
    <w:rsid w:val="005B7B5D"/>
    <w:rsid w:val="005B7F23"/>
    <w:rsid w:val="005C0262"/>
    <w:rsid w:val="005C0294"/>
    <w:rsid w:val="005C033C"/>
    <w:rsid w:val="005C03E6"/>
    <w:rsid w:val="005C049D"/>
    <w:rsid w:val="005C0A9E"/>
    <w:rsid w:val="005C10BA"/>
    <w:rsid w:val="005C1BC0"/>
    <w:rsid w:val="005C1CC1"/>
    <w:rsid w:val="005C1D77"/>
    <w:rsid w:val="005C1F11"/>
    <w:rsid w:val="005C1F67"/>
    <w:rsid w:val="005C2031"/>
    <w:rsid w:val="005C27B0"/>
    <w:rsid w:val="005C2B97"/>
    <w:rsid w:val="005C2C2E"/>
    <w:rsid w:val="005C309B"/>
    <w:rsid w:val="005C3279"/>
    <w:rsid w:val="005C3404"/>
    <w:rsid w:val="005C3598"/>
    <w:rsid w:val="005C37F3"/>
    <w:rsid w:val="005C38E6"/>
    <w:rsid w:val="005C3D80"/>
    <w:rsid w:val="005C3F73"/>
    <w:rsid w:val="005C4826"/>
    <w:rsid w:val="005C49F7"/>
    <w:rsid w:val="005C4CBD"/>
    <w:rsid w:val="005C4DF3"/>
    <w:rsid w:val="005C4EDB"/>
    <w:rsid w:val="005C50E4"/>
    <w:rsid w:val="005C547C"/>
    <w:rsid w:val="005C581C"/>
    <w:rsid w:val="005C589B"/>
    <w:rsid w:val="005C58C3"/>
    <w:rsid w:val="005C5BFA"/>
    <w:rsid w:val="005C5EB9"/>
    <w:rsid w:val="005C6198"/>
    <w:rsid w:val="005C646D"/>
    <w:rsid w:val="005C654B"/>
    <w:rsid w:val="005C67B0"/>
    <w:rsid w:val="005C67E5"/>
    <w:rsid w:val="005C6A7C"/>
    <w:rsid w:val="005C6B38"/>
    <w:rsid w:val="005C6D79"/>
    <w:rsid w:val="005C7B0D"/>
    <w:rsid w:val="005C7B27"/>
    <w:rsid w:val="005C7D5A"/>
    <w:rsid w:val="005C7F94"/>
    <w:rsid w:val="005D0758"/>
    <w:rsid w:val="005D0785"/>
    <w:rsid w:val="005D0D6E"/>
    <w:rsid w:val="005D1251"/>
    <w:rsid w:val="005D1C98"/>
    <w:rsid w:val="005D2E42"/>
    <w:rsid w:val="005D3CFC"/>
    <w:rsid w:val="005D473D"/>
    <w:rsid w:val="005D491A"/>
    <w:rsid w:val="005D4DE6"/>
    <w:rsid w:val="005D524C"/>
    <w:rsid w:val="005D5327"/>
    <w:rsid w:val="005D5501"/>
    <w:rsid w:val="005D55FF"/>
    <w:rsid w:val="005D6258"/>
    <w:rsid w:val="005D6C92"/>
    <w:rsid w:val="005D7102"/>
    <w:rsid w:val="005D732E"/>
    <w:rsid w:val="005D7A24"/>
    <w:rsid w:val="005D7E36"/>
    <w:rsid w:val="005E02DB"/>
    <w:rsid w:val="005E08E7"/>
    <w:rsid w:val="005E0FF2"/>
    <w:rsid w:val="005E1098"/>
    <w:rsid w:val="005E143C"/>
    <w:rsid w:val="005E1736"/>
    <w:rsid w:val="005E18DE"/>
    <w:rsid w:val="005E1AED"/>
    <w:rsid w:val="005E2082"/>
    <w:rsid w:val="005E2180"/>
    <w:rsid w:val="005E21C3"/>
    <w:rsid w:val="005E22A1"/>
    <w:rsid w:val="005E22CF"/>
    <w:rsid w:val="005E29C0"/>
    <w:rsid w:val="005E2EF7"/>
    <w:rsid w:val="005E2F99"/>
    <w:rsid w:val="005E3351"/>
    <w:rsid w:val="005E3863"/>
    <w:rsid w:val="005E396A"/>
    <w:rsid w:val="005E49DB"/>
    <w:rsid w:val="005E4B49"/>
    <w:rsid w:val="005E4B84"/>
    <w:rsid w:val="005E4D35"/>
    <w:rsid w:val="005E51B2"/>
    <w:rsid w:val="005E53D1"/>
    <w:rsid w:val="005E5983"/>
    <w:rsid w:val="005E5D6C"/>
    <w:rsid w:val="005E6069"/>
    <w:rsid w:val="005E612C"/>
    <w:rsid w:val="005E636B"/>
    <w:rsid w:val="005E675F"/>
    <w:rsid w:val="005E6A3F"/>
    <w:rsid w:val="005E6AB7"/>
    <w:rsid w:val="005E721F"/>
    <w:rsid w:val="005F01D9"/>
    <w:rsid w:val="005F049C"/>
    <w:rsid w:val="005F080E"/>
    <w:rsid w:val="005F0EA1"/>
    <w:rsid w:val="005F1EE5"/>
    <w:rsid w:val="005F2190"/>
    <w:rsid w:val="005F2607"/>
    <w:rsid w:val="005F2FB0"/>
    <w:rsid w:val="005F3068"/>
    <w:rsid w:val="005F319B"/>
    <w:rsid w:val="005F3CA3"/>
    <w:rsid w:val="005F3E31"/>
    <w:rsid w:val="005F4B2C"/>
    <w:rsid w:val="005F512C"/>
    <w:rsid w:val="005F518A"/>
    <w:rsid w:val="005F52F3"/>
    <w:rsid w:val="005F54B4"/>
    <w:rsid w:val="005F56C2"/>
    <w:rsid w:val="005F5BD5"/>
    <w:rsid w:val="005F60C7"/>
    <w:rsid w:val="005F61D6"/>
    <w:rsid w:val="005F664B"/>
    <w:rsid w:val="005F6691"/>
    <w:rsid w:val="005F67EF"/>
    <w:rsid w:val="005F693C"/>
    <w:rsid w:val="005F6B68"/>
    <w:rsid w:val="005F6C75"/>
    <w:rsid w:val="005F6E13"/>
    <w:rsid w:val="005F6E30"/>
    <w:rsid w:val="005F711E"/>
    <w:rsid w:val="005F714E"/>
    <w:rsid w:val="005F7340"/>
    <w:rsid w:val="005F744B"/>
    <w:rsid w:val="005F77DC"/>
    <w:rsid w:val="005F78F6"/>
    <w:rsid w:val="005F7A93"/>
    <w:rsid w:val="005F7FF2"/>
    <w:rsid w:val="006000DD"/>
    <w:rsid w:val="006007B2"/>
    <w:rsid w:val="006010F3"/>
    <w:rsid w:val="0060121F"/>
    <w:rsid w:val="00601323"/>
    <w:rsid w:val="0060133C"/>
    <w:rsid w:val="00601598"/>
    <w:rsid w:val="006017D7"/>
    <w:rsid w:val="00601BFD"/>
    <w:rsid w:val="00601C20"/>
    <w:rsid w:val="00601C4E"/>
    <w:rsid w:val="006029FB"/>
    <w:rsid w:val="00603451"/>
    <w:rsid w:val="00603A42"/>
    <w:rsid w:val="00603C42"/>
    <w:rsid w:val="006040B0"/>
    <w:rsid w:val="00604B8E"/>
    <w:rsid w:val="00604F67"/>
    <w:rsid w:val="00604F9F"/>
    <w:rsid w:val="006056F6"/>
    <w:rsid w:val="0060581C"/>
    <w:rsid w:val="00606085"/>
    <w:rsid w:val="006061C9"/>
    <w:rsid w:val="0060623A"/>
    <w:rsid w:val="00606307"/>
    <w:rsid w:val="00606C42"/>
    <w:rsid w:val="00607187"/>
    <w:rsid w:val="00607915"/>
    <w:rsid w:val="00607CDB"/>
    <w:rsid w:val="0061051D"/>
    <w:rsid w:val="00610628"/>
    <w:rsid w:val="0061125E"/>
    <w:rsid w:val="00611723"/>
    <w:rsid w:val="006119B9"/>
    <w:rsid w:val="00611CEF"/>
    <w:rsid w:val="006120A1"/>
    <w:rsid w:val="0061273C"/>
    <w:rsid w:val="00612974"/>
    <w:rsid w:val="00612BA7"/>
    <w:rsid w:val="00612D97"/>
    <w:rsid w:val="00613301"/>
    <w:rsid w:val="00613520"/>
    <w:rsid w:val="0061352C"/>
    <w:rsid w:val="00613C64"/>
    <w:rsid w:val="006140AE"/>
    <w:rsid w:val="00614149"/>
    <w:rsid w:val="0061438D"/>
    <w:rsid w:val="006145B8"/>
    <w:rsid w:val="0061504C"/>
    <w:rsid w:val="006155AE"/>
    <w:rsid w:val="00615606"/>
    <w:rsid w:val="006157A3"/>
    <w:rsid w:val="006159B4"/>
    <w:rsid w:val="006162E8"/>
    <w:rsid w:val="00616D03"/>
    <w:rsid w:val="00616E4C"/>
    <w:rsid w:val="00617055"/>
    <w:rsid w:val="006172BE"/>
    <w:rsid w:val="00617B6F"/>
    <w:rsid w:val="0062079E"/>
    <w:rsid w:val="00620935"/>
    <w:rsid w:val="006209EB"/>
    <w:rsid w:val="00620A88"/>
    <w:rsid w:val="006211A7"/>
    <w:rsid w:val="0062170D"/>
    <w:rsid w:val="00621EC7"/>
    <w:rsid w:val="00622BCC"/>
    <w:rsid w:val="00622F02"/>
    <w:rsid w:val="0062322E"/>
    <w:rsid w:val="00623F2F"/>
    <w:rsid w:val="006241E9"/>
    <w:rsid w:val="00624204"/>
    <w:rsid w:val="006246A5"/>
    <w:rsid w:val="006249B5"/>
    <w:rsid w:val="00624AE7"/>
    <w:rsid w:val="00624D6C"/>
    <w:rsid w:val="0062522C"/>
    <w:rsid w:val="0062537E"/>
    <w:rsid w:val="006261EE"/>
    <w:rsid w:val="006267EE"/>
    <w:rsid w:val="00626801"/>
    <w:rsid w:val="0062686E"/>
    <w:rsid w:val="00626906"/>
    <w:rsid w:val="00626929"/>
    <w:rsid w:val="00626AC7"/>
    <w:rsid w:val="00627447"/>
    <w:rsid w:val="00627D83"/>
    <w:rsid w:val="00627F3A"/>
    <w:rsid w:val="00630085"/>
    <w:rsid w:val="0063021E"/>
    <w:rsid w:val="006305FE"/>
    <w:rsid w:val="006315B2"/>
    <w:rsid w:val="00631768"/>
    <w:rsid w:val="00631799"/>
    <w:rsid w:val="00631988"/>
    <w:rsid w:val="00631F4E"/>
    <w:rsid w:val="00632323"/>
    <w:rsid w:val="00632434"/>
    <w:rsid w:val="0063305A"/>
    <w:rsid w:val="00633935"/>
    <w:rsid w:val="00633A82"/>
    <w:rsid w:val="00633C60"/>
    <w:rsid w:val="00634C67"/>
    <w:rsid w:val="00634D50"/>
    <w:rsid w:val="00634E26"/>
    <w:rsid w:val="006350F3"/>
    <w:rsid w:val="006358EC"/>
    <w:rsid w:val="00635A08"/>
    <w:rsid w:val="00635CF2"/>
    <w:rsid w:val="0063600B"/>
    <w:rsid w:val="00636249"/>
    <w:rsid w:val="00636A13"/>
    <w:rsid w:val="00636AD4"/>
    <w:rsid w:val="00636B0D"/>
    <w:rsid w:val="00636EA5"/>
    <w:rsid w:val="00637278"/>
    <w:rsid w:val="00637348"/>
    <w:rsid w:val="00637721"/>
    <w:rsid w:val="00637BE7"/>
    <w:rsid w:val="00637D1D"/>
    <w:rsid w:val="00637DD9"/>
    <w:rsid w:val="00637E6B"/>
    <w:rsid w:val="00640A19"/>
    <w:rsid w:val="00640DC4"/>
    <w:rsid w:val="00640E02"/>
    <w:rsid w:val="00640EBA"/>
    <w:rsid w:val="00641178"/>
    <w:rsid w:val="0064128F"/>
    <w:rsid w:val="00641F30"/>
    <w:rsid w:val="00641F41"/>
    <w:rsid w:val="006423AF"/>
    <w:rsid w:val="006424CF"/>
    <w:rsid w:val="006426F6"/>
    <w:rsid w:val="00643073"/>
    <w:rsid w:val="00643339"/>
    <w:rsid w:val="00643A38"/>
    <w:rsid w:val="0064446C"/>
    <w:rsid w:val="006445D7"/>
    <w:rsid w:val="00644832"/>
    <w:rsid w:val="00644888"/>
    <w:rsid w:val="006449A8"/>
    <w:rsid w:val="00644B51"/>
    <w:rsid w:val="00645AD0"/>
    <w:rsid w:val="00645D44"/>
    <w:rsid w:val="006460FB"/>
    <w:rsid w:val="0064666F"/>
    <w:rsid w:val="00646A28"/>
    <w:rsid w:val="00646DC3"/>
    <w:rsid w:val="00646E4C"/>
    <w:rsid w:val="00647669"/>
    <w:rsid w:val="006505BC"/>
    <w:rsid w:val="00650696"/>
    <w:rsid w:val="00650A2B"/>
    <w:rsid w:val="00650CAC"/>
    <w:rsid w:val="00650CF6"/>
    <w:rsid w:val="00651D9C"/>
    <w:rsid w:val="00651FAC"/>
    <w:rsid w:val="0065220B"/>
    <w:rsid w:val="00652412"/>
    <w:rsid w:val="00652B2C"/>
    <w:rsid w:val="00652E2D"/>
    <w:rsid w:val="006533DA"/>
    <w:rsid w:val="0065349F"/>
    <w:rsid w:val="00653562"/>
    <w:rsid w:val="00654743"/>
    <w:rsid w:val="00654DF3"/>
    <w:rsid w:val="006555D2"/>
    <w:rsid w:val="00655D6F"/>
    <w:rsid w:val="00655DB6"/>
    <w:rsid w:val="00655F24"/>
    <w:rsid w:val="006562FE"/>
    <w:rsid w:val="0065642F"/>
    <w:rsid w:val="006569C9"/>
    <w:rsid w:val="00656E76"/>
    <w:rsid w:val="006571B9"/>
    <w:rsid w:val="006573DA"/>
    <w:rsid w:val="00657E1B"/>
    <w:rsid w:val="0066046C"/>
    <w:rsid w:val="0066191A"/>
    <w:rsid w:val="00661C25"/>
    <w:rsid w:val="00662477"/>
    <w:rsid w:val="0066267E"/>
    <w:rsid w:val="0066282D"/>
    <w:rsid w:val="0066299E"/>
    <w:rsid w:val="00662E95"/>
    <w:rsid w:val="00663234"/>
    <w:rsid w:val="00663B02"/>
    <w:rsid w:val="0066480A"/>
    <w:rsid w:val="00664BBB"/>
    <w:rsid w:val="00664D4E"/>
    <w:rsid w:val="00664D7F"/>
    <w:rsid w:val="0066500B"/>
    <w:rsid w:val="0066588F"/>
    <w:rsid w:val="00665F09"/>
    <w:rsid w:val="0066607E"/>
    <w:rsid w:val="00666198"/>
    <w:rsid w:val="006661FC"/>
    <w:rsid w:val="006665C8"/>
    <w:rsid w:val="0066683A"/>
    <w:rsid w:val="00666A0D"/>
    <w:rsid w:val="00666F5D"/>
    <w:rsid w:val="00667190"/>
    <w:rsid w:val="006671F0"/>
    <w:rsid w:val="0066757F"/>
    <w:rsid w:val="006675D2"/>
    <w:rsid w:val="00667EE1"/>
    <w:rsid w:val="00670D13"/>
    <w:rsid w:val="00670EC4"/>
    <w:rsid w:val="00671598"/>
    <w:rsid w:val="00671DB4"/>
    <w:rsid w:val="00672351"/>
    <w:rsid w:val="0067250D"/>
    <w:rsid w:val="00672572"/>
    <w:rsid w:val="00672E65"/>
    <w:rsid w:val="0067313A"/>
    <w:rsid w:val="00673594"/>
    <w:rsid w:val="00673CC7"/>
    <w:rsid w:val="00673D1D"/>
    <w:rsid w:val="00673D35"/>
    <w:rsid w:val="0067459A"/>
    <w:rsid w:val="006745D4"/>
    <w:rsid w:val="00674733"/>
    <w:rsid w:val="00674E7B"/>
    <w:rsid w:val="0067573F"/>
    <w:rsid w:val="00675762"/>
    <w:rsid w:val="006759BE"/>
    <w:rsid w:val="00675DC0"/>
    <w:rsid w:val="00676481"/>
    <w:rsid w:val="00676FB7"/>
    <w:rsid w:val="006770C8"/>
    <w:rsid w:val="006774C5"/>
    <w:rsid w:val="00680333"/>
    <w:rsid w:val="006807A0"/>
    <w:rsid w:val="00681063"/>
    <w:rsid w:val="006817AE"/>
    <w:rsid w:val="00681A01"/>
    <w:rsid w:val="00681E7C"/>
    <w:rsid w:val="006825D5"/>
    <w:rsid w:val="006825FA"/>
    <w:rsid w:val="006827C9"/>
    <w:rsid w:val="00682857"/>
    <w:rsid w:val="00682AAC"/>
    <w:rsid w:val="00682BEF"/>
    <w:rsid w:val="00682FFB"/>
    <w:rsid w:val="00683BF9"/>
    <w:rsid w:val="00683DB6"/>
    <w:rsid w:val="00683EA3"/>
    <w:rsid w:val="006842DA"/>
    <w:rsid w:val="00684350"/>
    <w:rsid w:val="006854D1"/>
    <w:rsid w:val="00685568"/>
    <w:rsid w:val="00685882"/>
    <w:rsid w:val="006866C6"/>
    <w:rsid w:val="006867B6"/>
    <w:rsid w:val="0068687C"/>
    <w:rsid w:val="00686D6A"/>
    <w:rsid w:val="006870D8"/>
    <w:rsid w:val="006870FB"/>
    <w:rsid w:val="006876DE"/>
    <w:rsid w:val="00687D41"/>
    <w:rsid w:val="006909D3"/>
    <w:rsid w:val="00690C8C"/>
    <w:rsid w:val="00690E37"/>
    <w:rsid w:val="00690E5F"/>
    <w:rsid w:val="006916A5"/>
    <w:rsid w:val="00691AD8"/>
    <w:rsid w:val="00692014"/>
    <w:rsid w:val="006923DA"/>
    <w:rsid w:val="00692481"/>
    <w:rsid w:val="00692496"/>
    <w:rsid w:val="00692772"/>
    <w:rsid w:val="00692818"/>
    <w:rsid w:val="00692825"/>
    <w:rsid w:val="00693210"/>
    <w:rsid w:val="0069356E"/>
    <w:rsid w:val="006935EE"/>
    <w:rsid w:val="00693914"/>
    <w:rsid w:val="00693A2E"/>
    <w:rsid w:val="0069417D"/>
    <w:rsid w:val="00694B03"/>
    <w:rsid w:val="00694D57"/>
    <w:rsid w:val="00695183"/>
    <w:rsid w:val="006959CB"/>
    <w:rsid w:val="00696025"/>
    <w:rsid w:val="00696D10"/>
    <w:rsid w:val="00697311"/>
    <w:rsid w:val="00697350"/>
    <w:rsid w:val="00697475"/>
    <w:rsid w:val="00697FB6"/>
    <w:rsid w:val="006A0817"/>
    <w:rsid w:val="006A11CD"/>
    <w:rsid w:val="006A154C"/>
    <w:rsid w:val="006A16B1"/>
    <w:rsid w:val="006A16F7"/>
    <w:rsid w:val="006A1804"/>
    <w:rsid w:val="006A25F4"/>
    <w:rsid w:val="006A2787"/>
    <w:rsid w:val="006A2B83"/>
    <w:rsid w:val="006A3354"/>
    <w:rsid w:val="006A3533"/>
    <w:rsid w:val="006A3BBC"/>
    <w:rsid w:val="006A3D46"/>
    <w:rsid w:val="006A417E"/>
    <w:rsid w:val="006A4462"/>
    <w:rsid w:val="006A4C50"/>
    <w:rsid w:val="006A4F7E"/>
    <w:rsid w:val="006A581C"/>
    <w:rsid w:val="006A597A"/>
    <w:rsid w:val="006A59B7"/>
    <w:rsid w:val="006A5B46"/>
    <w:rsid w:val="006A6575"/>
    <w:rsid w:val="006A68CE"/>
    <w:rsid w:val="006A699D"/>
    <w:rsid w:val="006A708B"/>
    <w:rsid w:val="006A7843"/>
    <w:rsid w:val="006A794D"/>
    <w:rsid w:val="006A7B64"/>
    <w:rsid w:val="006B063F"/>
    <w:rsid w:val="006B0862"/>
    <w:rsid w:val="006B0B95"/>
    <w:rsid w:val="006B10AD"/>
    <w:rsid w:val="006B1224"/>
    <w:rsid w:val="006B1399"/>
    <w:rsid w:val="006B14DF"/>
    <w:rsid w:val="006B1681"/>
    <w:rsid w:val="006B1BB2"/>
    <w:rsid w:val="006B26CD"/>
    <w:rsid w:val="006B2B98"/>
    <w:rsid w:val="006B2BC9"/>
    <w:rsid w:val="006B2E63"/>
    <w:rsid w:val="006B3AD1"/>
    <w:rsid w:val="006B3F58"/>
    <w:rsid w:val="006B40BA"/>
    <w:rsid w:val="006B43BB"/>
    <w:rsid w:val="006B450B"/>
    <w:rsid w:val="006B48C0"/>
    <w:rsid w:val="006B4C70"/>
    <w:rsid w:val="006B54CB"/>
    <w:rsid w:val="006B56B3"/>
    <w:rsid w:val="006B5D32"/>
    <w:rsid w:val="006B5F04"/>
    <w:rsid w:val="006B62B8"/>
    <w:rsid w:val="006B6FFA"/>
    <w:rsid w:val="006B71A2"/>
    <w:rsid w:val="006B737F"/>
    <w:rsid w:val="006B7595"/>
    <w:rsid w:val="006B7614"/>
    <w:rsid w:val="006B78DF"/>
    <w:rsid w:val="006B7E24"/>
    <w:rsid w:val="006B7F5D"/>
    <w:rsid w:val="006C00B8"/>
    <w:rsid w:val="006C07F9"/>
    <w:rsid w:val="006C0966"/>
    <w:rsid w:val="006C0D4D"/>
    <w:rsid w:val="006C1156"/>
    <w:rsid w:val="006C13E9"/>
    <w:rsid w:val="006C1CC0"/>
    <w:rsid w:val="006C1E50"/>
    <w:rsid w:val="006C1E74"/>
    <w:rsid w:val="006C27F3"/>
    <w:rsid w:val="006C2881"/>
    <w:rsid w:val="006C296F"/>
    <w:rsid w:val="006C2C25"/>
    <w:rsid w:val="006C2DB0"/>
    <w:rsid w:val="006C33BD"/>
    <w:rsid w:val="006C3A37"/>
    <w:rsid w:val="006C3F1A"/>
    <w:rsid w:val="006C42CF"/>
    <w:rsid w:val="006C441E"/>
    <w:rsid w:val="006C4432"/>
    <w:rsid w:val="006C48AC"/>
    <w:rsid w:val="006C4BB8"/>
    <w:rsid w:val="006C50F0"/>
    <w:rsid w:val="006C5A98"/>
    <w:rsid w:val="006C5D75"/>
    <w:rsid w:val="006C637A"/>
    <w:rsid w:val="006C6620"/>
    <w:rsid w:val="006C67B9"/>
    <w:rsid w:val="006C72DE"/>
    <w:rsid w:val="006C7673"/>
    <w:rsid w:val="006C7705"/>
    <w:rsid w:val="006C78D1"/>
    <w:rsid w:val="006C7933"/>
    <w:rsid w:val="006C7BC9"/>
    <w:rsid w:val="006D026A"/>
    <w:rsid w:val="006D04F9"/>
    <w:rsid w:val="006D0827"/>
    <w:rsid w:val="006D08F5"/>
    <w:rsid w:val="006D0A0F"/>
    <w:rsid w:val="006D1AA0"/>
    <w:rsid w:val="006D1AD2"/>
    <w:rsid w:val="006D1E94"/>
    <w:rsid w:val="006D21A9"/>
    <w:rsid w:val="006D282E"/>
    <w:rsid w:val="006D287D"/>
    <w:rsid w:val="006D2DAF"/>
    <w:rsid w:val="006D3072"/>
    <w:rsid w:val="006D324C"/>
    <w:rsid w:val="006D3489"/>
    <w:rsid w:val="006D375E"/>
    <w:rsid w:val="006D38B2"/>
    <w:rsid w:val="006D3BB4"/>
    <w:rsid w:val="006D465D"/>
    <w:rsid w:val="006D4CD2"/>
    <w:rsid w:val="006D4D1D"/>
    <w:rsid w:val="006D516C"/>
    <w:rsid w:val="006D55BA"/>
    <w:rsid w:val="006D5924"/>
    <w:rsid w:val="006D5CCB"/>
    <w:rsid w:val="006D5E9B"/>
    <w:rsid w:val="006D5ED1"/>
    <w:rsid w:val="006D67BD"/>
    <w:rsid w:val="006D691D"/>
    <w:rsid w:val="006D71D3"/>
    <w:rsid w:val="006D75BE"/>
    <w:rsid w:val="006D7D82"/>
    <w:rsid w:val="006E006B"/>
    <w:rsid w:val="006E0471"/>
    <w:rsid w:val="006E04DD"/>
    <w:rsid w:val="006E0900"/>
    <w:rsid w:val="006E0E1F"/>
    <w:rsid w:val="006E1967"/>
    <w:rsid w:val="006E198C"/>
    <w:rsid w:val="006E200C"/>
    <w:rsid w:val="006E22EC"/>
    <w:rsid w:val="006E2414"/>
    <w:rsid w:val="006E26AD"/>
    <w:rsid w:val="006E2C9E"/>
    <w:rsid w:val="006E2F16"/>
    <w:rsid w:val="006E346E"/>
    <w:rsid w:val="006E35F2"/>
    <w:rsid w:val="006E38D1"/>
    <w:rsid w:val="006E3AA0"/>
    <w:rsid w:val="006E3FAA"/>
    <w:rsid w:val="006E4404"/>
    <w:rsid w:val="006E48BE"/>
    <w:rsid w:val="006E4B8B"/>
    <w:rsid w:val="006E538F"/>
    <w:rsid w:val="006E5629"/>
    <w:rsid w:val="006E5A48"/>
    <w:rsid w:val="006E64FA"/>
    <w:rsid w:val="006E6A2E"/>
    <w:rsid w:val="006E6B75"/>
    <w:rsid w:val="006E73AC"/>
    <w:rsid w:val="006E7857"/>
    <w:rsid w:val="006E7882"/>
    <w:rsid w:val="006E7D55"/>
    <w:rsid w:val="006F0113"/>
    <w:rsid w:val="006F10F4"/>
    <w:rsid w:val="006F1D10"/>
    <w:rsid w:val="006F204C"/>
    <w:rsid w:val="006F246C"/>
    <w:rsid w:val="006F286E"/>
    <w:rsid w:val="006F28E9"/>
    <w:rsid w:val="006F2B29"/>
    <w:rsid w:val="006F3048"/>
    <w:rsid w:val="006F3525"/>
    <w:rsid w:val="006F3B28"/>
    <w:rsid w:val="006F3BBA"/>
    <w:rsid w:val="006F401C"/>
    <w:rsid w:val="006F41D3"/>
    <w:rsid w:val="006F474F"/>
    <w:rsid w:val="006F48C3"/>
    <w:rsid w:val="006F494B"/>
    <w:rsid w:val="006F4B46"/>
    <w:rsid w:val="006F50F9"/>
    <w:rsid w:val="006F5C06"/>
    <w:rsid w:val="006F609D"/>
    <w:rsid w:val="006F687F"/>
    <w:rsid w:val="006F6A15"/>
    <w:rsid w:val="006F6D4C"/>
    <w:rsid w:val="006F7340"/>
    <w:rsid w:val="006F73F6"/>
    <w:rsid w:val="006F7518"/>
    <w:rsid w:val="006F76DB"/>
    <w:rsid w:val="006F79E5"/>
    <w:rsid w:val="006F7A9E"/>
    <w:rsid w:val="00700423"/>
    <w:rsid w:val="00700818"/>
    <w:rsid w:val="007008E4"/>
    <w:rsid w:val="007012F5"/>
    <w:rsid w:val="00701668"/>
    <w:rsid w:val="007016BC"/>
    <w:rsid w:val="007016BE"/>
    <w:rsid w:val="007019F3"/>
    <w:rsid w:val="00701CE6"/>
    <w:rsid w:val="007021B6"/>
    <w:rsid w:val="00702475"/>
    <w:rsid w:val="007025D1"/>
    <w:rsid w:val="00702A92"/>
    <w:rsid w:val="00702F73"/>
    <w:rsid w:val="00703083"/>
    <w:rsid w:val="00703F7B"/>
    <w:rsid w:val="007045C6"/>
    <w:rsid w:val="00704C0A"/>
    <w:rsid w:val="00704E4C"/>
    <w:rsid w:val="007050D5"/>
    <w:rsid w:val="00705800"/>
    <w:rsid w:val="00705886"/>
    <w:rsid w:val="00705A90"/>
    <w:rsid w:val="00705D38"/>
    <w:rsid w:val="007068EB"/>
    <w:rsid w:val="00706ACC"/>
    <w:rsid w:val="00706B99"/>
    <w:rsid w:val="00706BB3"/>
    <w:rsid w:val="00706BE5"/>
    <w:rsid w:val="00706C4A"/>
    <w:rsid w:val="0070727F"/>
    <w:rsid w:val="0070751B"/>
    <w:rsid w:val="00707984"/>
    <w:rsid w:val="007079AC"/>
    <w:rsid w:val="00707AE1"/>
    <w:rsid w:val="007106A2"/>
    <w:rsid w:val="00710A8F"/>
    <w:rsid w:val="00710AD1"/>
    <w:rsid w:val="00710D04"/>
    <w:rsid w:val="00710E51"/>
    <w:rsid w:val="00711583"/>
    <w:rsid w:val="00711948"/>
    <w:rsid w:val="00711F65"/>
    <w:rsid w:val="00712193"/>
    <w:rsid w:val="007126C6"/>
    <w:rsid w:val="007126E3"/>
    <w:rsid w:val="007128EA"/>
    <w:rsid w:val="00712CB7"/>
    <w:rsid w:val="0071311C"/>
    <w:rsid w:val="00713668"/>
    <w:rsid w:val="007136F2"/>
    <w:rsid w:val="00713F0A"/>
    <w:rsid w:val="00713F1C"/>
    <w:rsid w:val="007146AB"/>
    <w:rsid w:val="00714C5D"/>
    <w:rsid w:val="00716070"/>
    <w:rsid w:val="007160FF"/>
    <w:rsid w:val="00716269"/>
    <w:rsid w:val="007171A6"/>
    <w:rsid w:val="0071743E"/>
    <w:rsid w:val="00717B37"/>
    <w:rsid w:val="00717F38"/>
    <w:rsid w:val="0072001A"/>
    <w:rsid w:val="00720379"/>
    <w:rsid w:val="007206CC"/>
    <w:rsid w:val="0072086A"/>
    <w:rsid w:val="0072098A"/>
    <w:rsid w:val="00720BEE"/>
    <w:rsid w:val="00720D62"/>
    <w:rsid w:val="00720DE4"/>
    <w:rsid w:val="007211D3"/>
    <w:rsid w:val="007219B2"/>
    <w:rsid w:val="00721A60"/>
    <w:rsid w:val="007224A8"/>
    <w:rsid w:val="00722C70"/>
    <w:rsid w:val="00722D77"/>
    <w:rsid w:val="00722EEF"/>
    <w:rsid w:val="00723378"/>
    <w:rsid w:val="007242FA"/>
    <w:rsid w:val="00724B67"/>
    <w:rsid w:val="00725108"/>
    <w:rsid w:val="007253AD"/>
    <w:rsid w:val="00725E5F"/>
    <w:rsid w:val="00725E66"/>
    <w:rsid w:val="00725F10"/>
    <w:rsid w:val="007268B8"/>
    <w:rsid w:val="00726CD0"/>
    <w:rsid w:val="00726FBD"/>
    <w:rsid w:val="00727328"/>
    <w:rsid w:val="00727CBA"/>
    <w:rsid w:val="007300B9"/>
    <w:rsid w:val="007306D8"/>
    <w:rsid w:val="00730A99"/>
    <w:rsid w:val="00730F21"/>
    <w:rsid w:val="007310FF"/>
    <w:rsid w:val="007314B0"/>
    <w:rsid w:val="00731B1A"/>
    <w:rsid w:val="00731D5A"/>
    <w:rsid w:val="007325AD"/>
    <w:rsid w:val="00732791"/>
    <w:rsid w:val="007331BF"/>
    <w:rsid w:val="00733471"/>
    <w:rsid w:val="00733FEB"/>
    <w:rsid w:val="00734789"/>
    <w:rsid w:val="007347B9"/>
    <w:rsid w:val="007348AC"/>
    <w:rsid w:val="007349C7"/>
    <w:rsid w:val="0073506E"/>
    <w:rsid w:val="007354BC"/>
    <w:rsid w:val="00735F08"/>
    <w:rsid w:val="0073629D"/>
    <w:rsid w:val="00736748"/>
    <w:rsid w:val="00736C73"/>
    <w:rsid w:val="0073728D"/>
    <w:rsid w:val="0073775B"/>
    <w:rsid w:val="00737BB4"/>
    <w:rsid w:val="00737EB8"/>
    <w:rsid w:val="00740430"/>
    <w:rsid w:val="0074093E"/>
    <w:rsid w:val="00740B8F"/>
    <w:rsid w:val="00740CA2"/>
    <w:rsid w:val="00740D9A"/>
    <w:rsid w:val="007410CA"/>
    <w:rsid w:val="0074123E"/>
    <w:rsid w:val="007417EE"/>
    <w:rsid w:val="00741CC3"/>
    <w:rsid w:val="00742775"/>
    <w:rsid w:val="0074284F"/>
    <w:rsid w:val="00742B80"/>
    <w:rsid w:val="00743587"/>
    <w:rsid w:val="00743969"/>
    <w:rsid w:val="0074423B"/>
    <w:rsid w:val="007445CC"/>
    <w:rsid w:val="00744B2E"/>
    <w:rsid w:val="0074502D"/>
    <w:rsid w:val="00745213"/>
    <w:rsid w:val="00745623"/>
    <w:rsid w:val="00745AC8"/>
    <w:rsid w:val="00746CE0"/>
    <w:rsid w:val="0074712D"/>
    <w:rsid w:val="0074753F"/>
    <w:rsid w:val="0074782A"/>
    <w:rsid w:val="00747C3D"/>
    <w:rsid w:val="00747CA9"/>
    <w:rsid w:val="00750257"/>
    <w:rsid w:val="007504F4"/>
    <w:rsid w:val="00751031"/>
    <w:rsid w:val="00751437"/>
    <w:rsid w:val="00751687"/>
    <w:rsid w:val="00751697"/>
    <w:rsid w:val="00751BBC"/>
    <w:rsid w:val="00752139"/>
    <w:rsid w:val="007521E8"/>
    <w:rsid w:val="0075229B"/>
    <w:rsid w:val="007524A3"/>
    <w:rsid w:val="0075276D"/>
    <w:rsid w:val="00752CE6"/>
    <w:rsid w:val="00752D0D"/>
    <w:rsid w:val="00752D10"/>
    <w:rsid w:val="00752EA1"/>
    <w:rsid w:val="00752F28"/>
    <w:rsid w:val="00753060"/>
    <w:rsid w:val="00754000"/>
    <w:rsid w:val="00754EB0"/>
    <w:rsid w:val="00755444"/>
    <w:rsid w:val="0075561E"/>
    <w:rsid w:val="00755AB6"/>
    <w:rsid w:val="00755E33"/>
    <w:rsid w:val="0075684E"/>
    <w:rsid w:val="00756D62"/>
    <w:rsid w:val="00756E0A"/>
    <w:rsid w:val="0075714C"/>
    <w:rsid w:val="00757217"/>
    <w:rsid w:val="007574AD"/>
    <w:rsid w:val="00757803"/>
    <w:rsid w:val="00757A35"/>
    <w:rsid w:val="00757D1F"/>
    <w:rsid w:val="00757D71"/>
    <w:rsid w:val="0076044E"/>
    <w:rsid w:val="00760A29"/>
    <w:rsid w:val="00761255"/>
    <w:rsid w:val="00761755"/>
    <w:rsid w:val="00761F3D"/>
    <w:rsid w:val="007622B0"/>
    <w:rsid w:val="00762B43"/>
    <w:rsid w:val="00762FA5"/>
    <w:rsid w:val="007630D8"/>
    <w:rsid w:val="007631A3"/>
    <w:rsid w:val="00763282"/>
    <w:rsid w:val="007639B1"/>
    <w:rsid w:val="00763A83"/>
    <w:rsid w:val="00763FE6"/>
    <w:rsid w:val="00764331"/>
    <w:rsid w:val="007643E9"/>
    <w:rsid w:val="007644EA"/>
    <w:rsid w:val="00764BE5"/>
    <w:rsid w:val="00764D38"/>
    <w:rsid w:val="00764EFA"/>
    <w:rsid w:val="0076501C"/>
    <w:rsid w:val="007652D1"/>
    <w:rsid w:val="00765CF9"/>
    <w:rsid w:val="00766082"/>
    <w:rsid w:val="0076640B"/>
    <w:rsid w:val="007664A6"/>
    <w:rsid w:val="007664C9"/>
    <w:rsid w:val="00766E09"/>
    <w:rsid w:val="00767040"/>
    <w:rsid w:val="0076753F"/>
    <w:rsid w:val="007676A7"/>
    <w:rsid w:val="007706BC"/>
    <w:rsid w:val="007713C7"/>
    <w:rsid w:val="00771BC5"/>
    <w:rsid w:val="00772505"/>
    <w:rsid w:val="0077267F"/>
    <w:rsid w:val="0077278C"/>
    <w:rsid w:val="007730B0"/>
    <w:rsid w:val="00773796"/>
    <w:rsid w:val="007737CA"/>
    <w:rsid w:val="007738F2"/>
    <w:rsid w:val="00773ED6"/>
    <w:rsid w:val="00773F31"/>
    <w:rsid w:val="0077468C"/>
    <w:rsid w:val="007746DD"/>
    <w:rsid w:val="007749C0"/>
    <w:rsid w:val="007749F0"/>
    <w:rsid w:val="00774D68"/>
    <w:rsid w:val="00775150"/>
    <w:rsid w:val="007755C2"/>
    <w:rsid w:val="0077595F"/>
    <w:rsid w:val="007759C1"/>
    <w:rsid w:val="00775AD0"/>
    <w:rsid w:val="0077604A"/>
    <w:rsid w:val="0077606A"/>
    <w:rsid w:val="00776840"/>
    <w:rsid w:val="00776F48"/>
    <w:rsid w:val="0077756E"/>
    <w:rsid w:val="0078006D"/>
    <w:rsid w:val="007804BA"/>
    <w:rsid w:val="00780980"/>
    <w:rsid w:val="007811E0"/>
    <w:rsid w:val="007812FB"/>
    <w:rsid w:val="007814C5"/>
    <w:rsid w:val="00781780"/>
    <w:rsid w:val="007825F7"/>
    <w:rsid w:val="00782EAB"/>
    <w:rsid w:val="00783216"/>
    <w:rsid w:val="0078359B"/>
    <w:rsid w:val="0078375D"/>
    <w:rsid w:val="00783984"/>
    <w:rsid w:val="00783CA8"/>
    <w:rsid w:val="00784021"/>
    <w:rsid w:val="00784264"/>
    <w:rsid w:val="0078472F"/>
    <w:rsid w:val="0078481C"/>
    <w:rsid w:val="00784FC2"/>
    <w:rsid w:val="0078541C"/>
    <w:rsid w:val="00785886"/>
    <w:rsid w:val="00785F6D"/>
    <w:rsid w:val="007868D5"/>
    <w:rsid w:val="0078698C"/>
    <w:rsid w:val="00786A3D"/>
    <w:rsid w:val="00787528"/>
    <w:rsid w:val="00787724"/>
    <w:rsid w:val="00787A15"/>
    <w:rsid w:val="00787B14"/>
    <w:rsid w:val="00790023"/>
    <w:rsid w:val="00790058"/>
    <w:rsid w:val="007904C1"/>
    <w:rsid w:val="007908BE"/>
    <w:rsid w:val="00790ED8"/>
    <w:rsid w:val="0079108F"/>
    <w:rsid w:val="007911ED"/>
    <w:rsid w:val="007917F0"/>
    <w:rsid w:val="00791935"/>
    <w:rsid w:val="00792515"/>
    <w:rsid w:val="00792645"/>
    <w:rsid w:val="0079292C"/>
    <w:rsid w:val="00792E0F"/>
    <w:rsid w:val="00792F03"/>
    <w:rsid w:val="00792F3F"/>
    <w:rsid w:val="007931B0"/>
    <w:rsid w:val="0079348F"/>
    <w:rsid w:val="0079436F"/>
    <w:rsid w:val="00794D42"/>
    <w:rsid w:val="00794D6A"/>
    <w:rsid w:val="00794E43"/>
    <w:rsid w:val="00794F01"/>
    <w:rsid w:val="00795141"/>
    <w:rsid w:val="007951E7"/>
    <w:rsid w:val="0079546B"/>
    <w:rsid w:val="007955C3"/>
    <w:rsid w:val="00795C7B"/>
    <w:rsid w:val="007979E1"/>
    <w:rsid w:val="00797B68"/>
    <w:rsid w:val="00797D0A"/>
    <w:rsid w:val="007A0087"/>
    <w:rsid w:val="007A0111"/>
    <w:rsid w:val="007A0594"/>
    <w:rsid w:val="007A1161"/>
    <w:rsid w:val="007A1713"/>
    <w:rsid w:val="007A1AA7"/>
    <w:rsid w:val="007A1B63"/>
    <w:rsid w:val="007A1EB0"/>
    <w:rsid w:val="007A2131"/>
    <w:rsid w:val="007A2B19"/>
    <w:rsid w:val="007A3129"/>
    <w:rsid w:val="007A34F6"/>
    <w:rsid w:val="007A36A0"/>
    <w:rsid w:val="007A3D9E"/>
    <w:rsid w:val="007A4014"/>
    <w:rsid w:val="007A435C"/>
    <w:rsid w:val="007A4C42"/>
    <w:rsid w:val="007A4F3C"/>
    <w:rsid w:val="007A52FE"/>
    <w:rsid w:val="007A5580"/>
    <w:rsid w:val="007A5C79"/>
    <w:rsid w:val="007A61C5"/>
    <w:rsid w:val="007A6B3B"/>
    <w:rsid w:val="007A6B70"/>
    <w:rsid w:val="007A7360"/>
    <w:rsid w:val="007A79D2"/>
    <w:rsid w:val="007A7B37"/>
    <w:rsid w:val="007A7B3B"/>
    <w:rsid w:val="007B0433"/>
    <w:rsid w:val="007B0498"/>
    <w:rsid w:val="007B05A3"/>
    <w:rsid w:val="007B06A4"/>
    <w:rsid w:val="007B11C6"/>
    <w:rsid w:val="007B1718"/>
    <w:rsid w:val="007B1DE6"/>
    <w:rsid w:val="007B1FC5"/>
    <w:rsid w:val="007B2047"/>
    <w:rsid w:val="007B2491"/>
    <w:rsid w:val="007B2818"/>
    <w:rsid w:val="007B28D0"/>
    <w:rsid w:val="007B2BF7"/>
    <w:rsid w:val="007B2C56"/>
    <w:rsid w:val="007B3006"/>
    <w:rsid w:val="007B30C9"/>
    <w:rsid w:val="007B323D"/>
    <w:rsid w:val="007B32C9"/>
    <w:rsid w:val="007B4831"/>
    <w:rsid w:val="007B49AC"/>
    <w:rsid w:val="007B4CAB"/>
    <w:rsid w:val="007B511C"/>
    <w:rsid w:val="007B522A"/>
    <w:rsid w:val="007B553F"/>
    <w:rsid w:val="007B554E"/>
    <w:rsid w:val="007B5875"/>
    <w:rsid w:val="007B59FB"/>
    <w:rsid w:val="007B5B71"/>
    <w:rsid w:val="007B6094"/>
    <w:rsid w:val="007B661C"/>
    <w:rsid w:val="007B6B88"/>
    <w:rsid w:val="007B71B7"/>
    <w:rsid w:val="007B7361"/>
    <w:rsid w:val="007B743A"/>
    <w:rsid w:val="007B76B3"/>
    <w:rsid w:val="007B7700"/>
    <w:rsid w:val="007B78E6"/>
    <w:rsid w:val="007B7AA2"/>
    <w:rsid w:val="007B7BA6"/>
    <w:rsid w:val="007B7DB7"/>
    <w:rsid w:val="007C014D"/>
    <w:rsid w:val="007C068C"/>
    <w:rsid w:val="007C0AFE"/>
    <w:rsid w:val="007C0EB5"/>
    <w:rsid w:val="007C112E"/>
    <w:rsid w:val="007C12C4"/>
    <w:rsid w:val="007C170E"/>
    <w:rsid w:val="007C174E"/>
    <w:rsid w:val="007C1A20"/>
    <w:rsid w:val="007C22E7"/>
    <w:rsid w:val="007C2309"/>
    <w:rsid w:val="007C2714"/>
    <w:rsid w:val="007C2743"/>
    <w:rsid w:val="007C2AFC"/>
    <w:rsid w:val="007C4115"/>
    <w:rsid w:val="007C44C2"/>
    <w:rsid w:val="007C5318"/>
    <w:rsid w:val="007C5525"/>
    <w:rsid w:val="007C58B1"/>
    <w:rsid w:val="007C5AA7"/>
    <w:rsid w:val="007C6194"/>
    <w:rsid w:val="007C6201"/>
    <w:rsid w:val="007C632E"/>
    <w:rsid w:val="007C671E"/>
    <w:rsid w:val="007C6753"/>
    <w:rsid w:val="007C67F1"/>
    <w:rsid w:val="007C70E7"/>
    <w:rsid w:val="007C7560"/>
    <w:rsid w:val="007C767E"/>
    <w:rsid w:val="007C7AAA"/>
    <w:rsid w:val="007C7B50"/>
    <w:rsid w:val="007C7C0D"/>
    <w:rsid w:val="007D059D"/>
    <w:rsid w:val="007D0772"/>
    <w:rsid w:val="007D0AAD"/>
    <w:rsid w:val="007D0B3C"/>
    <w:rsid w:val="007D0B3D"/>
    <w:rsid w:val="007D0E4F"/>
    <w:rsid w:val="007D0F23"/>
    <w:rsid w:val="007D103E"/>
    <w:rsid w:val="007D137B"/>
    <w:rsid w:val="007D17EC"/>
    <w:rsid w:val="007D1A04"/>
    <w:rsid w:val="007D1B2E"/>
    <w:rsid w:val="007D1C0C"/>
    <w:rsid w:val="007D1D2E"/>
    <w:rsid w:val="007D1F46"/>
    <w:rsid w:val="007D2C83"/>
    <w:rsid w:val="007D2D06"/>
    <w:rsid w:val="007D2EAC"/>
    <w:rsid w:val="007D322E"/>
    <w:rsid w:val="007D345B"/>
    <w:rsid w:val="007D3555"/>
    <w:rsid w:val="007D36A8"/>
    <w:rsid w:val="007D3CC2"/>
    <w:rsid w:val="007D45B1"/>
    <w:rsid w:val="007D4F87"/>
    <w:rsid w:val="007D4FE2"/>
    <w:rsid w:val="007D5184"/>
    <w:rsid w:val="007D5928"/>
    <w:rsid w:val="007D5951"/>
    <w:rsid w:val="007D5DB9"/>
    <w:rsid w:val="007D5F4C"/>
    <w:rsid w:val="007D640D"/>
    <w:rsid w:val="007D66A0"/>
    <w:rsid w:val="007D6824"/>
    <w:rsid w:val="007D69ED"/>
    <w:rsid w:val="007D6D25"/>
    <w:rsid w:val="007D771F"/>
    <w:rsid w:val="007D7890"/>
    <w:rsid w:val="007E02CC"/>
    <w:rsid w:val="007E0D12"/>
    <w:rsid w:val="007E0EAA"/>
    <w:rsid w:val="007E10F1"/>
    <w:rsid w:val="007E1E6F"/>
    <w:rsid w:val="007E2BA3"/>
    <w:rsid w:val="007E2F55"/>
    <w:rsid w:val="007E32AC"/>
    <w:rsid w:val="007E4900"/>
    <w:rsid w:val="007E4FBE"/>
    <w:rsid w:val="007E593C"/>
    <w:rsid w:val="007E5965"/>
    <w:rsid w:val="007E59A8"/>
    <w:rsid w:val="007E5A4F"/>
    <w:rsid w:val="007E5FBB"/>
    <w:rsid w:val="007E60B2"/>
    <w:rsid w:val="007E63E3"/>
    <w:rsid w:val="007E6729"/>
    <w:rsid w:val="007E69FC"/>
    <w:rsid w:val="007E6DCB"/>
    <w:rsid w:val="007E6FC0"/>
    <w:rsid w:val="007E6FD1"/>
    <w:rsid w:val="007E749A"/>
    <w:rsid w:val="007E758B"/>
    <w:rsid w:val="007F017B"/>
    <w:rsid w:val="007F0703"/>
    <w:rsid w:val="007F0B2E"/>
    <w:rsid w:val="007F1603"/>
    <w:rsid w:val="007F1A14"/>
    <w:rsid w:val="007F1C25"/>
    <w:rsid w:val="007F1E5B"/>
    <w:rsid w:val="007F211C"/>
    <w:rsid w:val="007F249B"/>
    <w:rsid w:val="007F252B"/>
    <w:rsid w:val="007F28CA"/>
    <w:rsid w:val="007F3A6A"/>
    <w:rsid w:val="007F40C8"/>
    <w:rsid w:val="007F40D3"/>
    <w:rsid w:val="007F4722"/>
    <w:rsid w:val="007F5236"/>
    <w:rsid w:val="007F52F0"/>
    <w:rsid w:val="007F5A54"/>
    <w:rsid w:val="007F6061"/>
    <w:rsid w:val="007F678D"/>
    <w:rsid w:val="007F6D16"/>
    <w:rsid w:val="007F6E5D"/>
    <w:rsid w:val="007F7CFE"/>
    <w:rsid w:val="007F7F2F"/>
    <w:rsid w:val="00800057"/>
    <w:rsid w:val="00800340"/>
    <w:rsid w:val="00800774"/>
    <w:rsid w:val="00800E14"/>
    <w:rsid w:val="008011BD"/>
    <w:rsid w:val="00801310"/>
    <w:rsid w:val="00801622"/>
    <w:rsid w:val="00801BFF"/>
    <w:rsid w:val="00801C75"/>
    <w:rsid w:val="008022DC"/>
    <w:rsid w:val="0080244E"/>
    <w:rsid w:val="0080294F"/>
    <w:rsid w:val="00802DC8"/>
    <w:rsid w:val="00802DCD"/>
    <w:rsid w:val="0080318E"/>
    <w:rsid w:val="00803356"/>
    <w:rsid w:val="0080388D"/>
    <w:rsid w:val="00803C0A"/>
    <w:rsid w:val="00803C27"/>
    <w:rsid w:val="00804009"/>
    <w:rsid w:val="0080422E"/>
    <w:rsid w:val="00804241"/>
    <w:rsid w:val="00804348"/>
    <w:rsid w:val="0080434A"/>
    <w:rsid w:val="0080496D"/>
    <w:rsid w:val="0080512C"/>
    <w:rsid w:val="008054C8"/>
    <w:rsid w:val="008055CC"/>
    <w:rsid w:val="00805A85"/>
    <w:rsid w:val="00805AA3"/>
    <w:rsid w:val="00805CAC"/>
    <w:rsid w:val="00805EBB"/>
    <w:rsid w:val="0080605B"/>
    <w:rsid w:val="0080665D"/>
    <w:rsid w:val="008067C3"/>
    <w:rsid w:val="00806CFD"/>
    <w:rsid w:val="008074DD"/>
    <w:rsid w:val="00810104"/>
    <w:rsid w:val="0081019A"/>
    <w:rsid w:val="0081097B"/>
    <w:rsid w:val="00810CB6"/>
    <w:rsid w:val="00810D4B"/>
    <w:rsid w:val="00811A5F"/>
    <w:rsid w:val="008121E9"/>
    <w:rsid w:val="0081294F"/>
    <w:rsid w:val="00813377"/>
    <w:rsid w:val="008135DD"/>
    <w:rsid w:val="0081372D"/>
    <w:rsid w:val="00813738"/>
    <w:rsid w:val="00813788"/>
    <w:rsid w:val="00813E7A"/>
    <w:rsid w:val="008144FD"/>
    <w:rsid w:val="00814670"/>
    <w:rsid w:val="00814E5E"/>
    <w:rsid w:val="00814FA3"/>
    <w:rsid w:val="00815278"/>
    <w:rsid w:val="0081532B"/>
    <w:rsid w:val="00815519"/>
    <w:rsid w:val="00815550"/>
    <w:rsid w:val="008159FF"/>
    <w:rsid w:val="00815B63"/>
    <w:rsid w:val="00815EE0"/>
    <w:rsid w:val="00816219"/>
    <w:rsid w:val="00816566"/>
    <w:rsid w:val="008167B6"/>
    <w:rsid w:val="00816851"/>
    <w:rsid w:val="008170FA"/>
    <w:rsid w:val="00817310"/>
    <w:rsid w:val="00817422"/>
    <w:rsid w:val="0081765F"/>
    <w:rsid w:val="008176FD"/>
    <w:rsid w:val="008202D6"/>
    <w:rsid w:val="0082085E"/>
    <w:rsid w:val="008208BC"/>
    <w:rsid w:val="008209BC"/>
    <w:rsid w:val="008211FA"/>
    <w:rsid w:val="008216D8"/>
    <w:rsid w:val="008219FE"/>
    <w:rsid w:val="00821A50"/>
    <w:rsid w:val="00821F2D"/>
    <w:rsid w:val="00821FDA"/>
    <w:rsid w:val="008220D6"/>
    <w:rsid w:val="008222BD"/>
    <w:rsid w:val="008224CC"/>
    <w:rsid w:val="00822DF8"/>
    <w:rsid w:val="008230EF"/>
    <w:rsid w:val="00823772"/>
    <w:rsid w:val="008239A5"/>
    <w:rsid w:val="00823C34"/>
    <w:rsid w:val="00824382"/>
    <w:rsid w:val="008244DB"/>
    <w:rsid w:val="0082458D"/>
    <w:rsid w:val="008245C8"/>
    <w:rsid w:val="008245E0"/>
    <w:rsid w:val="00824630"/>
    <w:rsid w:val="0082485C"/>
    <w:rsid w:val="008248F8"/>
    <w:rsid w:val="008249D5"/>
    <w:rsid w:val="00824DCA"/>
    <w:rsid w:val="00824ED4"/>
    <w:rsid w:val="00824FD4"/>
    <w:rsid w:val="00825044"/>
    <w:rsid w:val="00825054"/>
    <w:rsid w:val="008253FA"/>
    <w:rsid w:val="008254D2"/>
    <w:rsid w:val="008254F8"/>
    <w:rsid w:val="008254FF"/>
    <w:rsid w:val="008255DD"/>
    <w:rsid w:val="0082589E"/>
    <w:rsid w:val="00825ECF"/>
    <w:rsid w:val="0082604E"/>
    <w:rsid w:val="008260BF"/>
    <w:rsid w:val="00826588"/>
    <w:rsid w:val="00826922"/>
    <w:rsid w:val="00826AB0"/>
    <w:rsid w:val="00827063"/>
    <w:rsid w:val="0082708D"/>
    <w:rsid w:val="008271E7"/>
    <w:rsid w:val="00827CA8"/>
    <w:rsid w:val="00827CDC"/>
    <w:rsid w:val="00827DCD"/>
    <w:rsid w:val="00827F3B"/>
    <w:rsid w:val="00830A86"/>
    <w:rsid w:val="00830DE0"/>
    <w:rsid w:val="00831570"/>
    <w:rsid w:val="008316B8"/>
    <w:rsid w:val="00831855"/>
    <w:rsid w:val="00832124"/>
    <w:rsid w:val="00832462"/>
    <w:rsid w:val="00832492"/>
    <w:rsid w:val="00832C1D"/>
    <w:rsid w:val="00833008"/>
    <w:rsid w:val="00833349"/>
    <w:rsid w:val="00833E04"/>
    <w:rsid w:val="00833F0E"/>
    <w:rsid w:val="00833F3B"/>
    <w:rsid w:val="00834470"/>
    <w:rsid w:val="00834FFD"/>
    <w:rsid w:val="0083527C"/>
    <w:rsid w:val="0083538C"/>
    <w:rsid w:val="008356DC"/>
    <w:rsid w:val="00835BCD"/>
    <w:rsid w:val="008360D2"/>
    <w:rsid w:val="00836465"/>
    <w:rsid w:val="0083706D"/>
    <w:rsid w:val="00837700"/>
    <w:rsid w:val="00837DC9"/>
    <w:rsid w:val="00837EE4"/>
    <w:rsid w:val="008400F6"/>
    <w:rsid w:val="00840224"/>
    <w:rsid w:val="008407A2"/>
    <w:rsid w:val="00840C9B"/>
    <w:rsid w:val="008416ED"/>
    <w:rsid w:val="008417B5"/>
    <w:rsid w:val="00841927"/>
    <w:rsid w:val="00841EF1"/>
    <w:rsid w:val="008432A4"/>
    <w:rsid w:val="00843524"/>
    <w:rsid w:val="00843B26"/>
    <w:rsid w:val="00843CA6"/>
    <w:rsid w:val="00844664"/>
    <w:rsid w:val="00844792"/>
    <w:rsid w:val="0084526E"/>
    <w:rsid w:val="008452BA"/>
    <w:rsid w:val="00845630"/>
    <w:rsid w:val="00845D9E"/>
    <w:rsid w:val="00845DFE"/>
    <w:rsid w:val="00845E64"/>
    <w:rsid w:val="0085041F"/>
    <w:rsid w:val="00850431"/>
    <w:rsid w:val="00850CD7"/>
    <w:rsid w:val="00850E6D"/>
    <w:rsid w:val="0085126B"/>
    <w:rsid w:val="008512E3"/>
    <w:rsid w:val="008516A2"/>
    <w:rsid w:val="00851871"/>
    <w:rsid w:val="00852128"/>
    <w:rsid w:val="008522DC"/>
    <w:rsid w:val="00852385"/>
    <w:rsid w:val="008526D3"/>
    <w:rsid w:val="0085295A"/>
    <w:rsid w:val="00852C16"/>
    <w:rsid w:val="00853248"/>
    <w:rsid w:val="0085334E"/>
    <w:rsid w:val="008534D0"/>
    <w:rsid w:val="00853BC7"/>
    <w:rsid w:val="00853DB7"/>
    <w:rsid w:val="00854168"/>
    <w:rsid w:val="00854B4D"/>
    <w:rsid w:val="00854E56"/>
    <w:rsid w:val="00854E6F"/>
    <w:rsid w:val="008557AE"/>
    <w:rsid w:val="00855B1F"/>
    <w:rsid w:val="00855F62"/>
    <w:rsid w:val="00856504"/>
    <w:rsid w:val="00856683"/>
    <w:rsid w:val="00856E0D"/>
    <w:rsid w:val="00857B0C"/>
    <w:rsid w:val="008604AE"/>
    <w:rsid w:val="008605C7"/>
    <w:rsid w:val="00860604"/>
    <w:rsid w:val="00860D55"/>
    <w:rsid w:val="00861135"/>
    <w:rsid w:val="00861540"/>
    <w:rsid w:val="0086178A"/>
    <w:rsid w:val="00861F28"/>
    <w:rsid w:val="00862464"/>
    <w:rsid w:val="00862539"/>
    <w:rsid w:val="00862595"/>
    <w:rsid w:val="008627F2"/>
    <w:rsid w:val="008628D8"/>
    <w:rsid w:val="0086362C"/>
    <w:rsid w:val="00863764"/>
    <w:rsid w:val="008637A5"/>
    <w:rsid w:val="00864540"/>
    <w:rsid w:val="008653B6"/>
    <w:rsid w:val="0086548E"/>
    <w:rsid w:val="00866408"/>
    <w:rsid w:val="00866869"/>
    <w:rsid w:val="00866B30"/>
    <w:rsid w:val="008676FB"/>
    <w:rsid w:val="00867900"/>
    <w:rsid w:val="00870463"/>
    <w:rsid w:val="008706AE"/>
    <w:rsid w:val="0087085B"/>
    <w:rsid w:val="00870C59"/>
    <w:rsid w:val="00870CAE"/>
    <w:rsid w:val="00870DCC"/>
    <w:rsid w:val="00871178"/>
    <w:rsid w:val="00871E50"/>
    <w:rsid w:val="00872822"/>
    <w:rsid w:val="00872F28"/>
    <w:rsid w:val="00873558"/>
    <w:rsid w:val="00873A15"/>
    <w:rsid w:val="00873BC7"/>
    <w:rsid w:val="00873DAE"/>
    <w:rsid w:val="00873DD9"/>
    <w:rsid w:val="00874332"/>
    <w:rsid w:val="0087452B"/>
    <w:rsid w:val="008746C1"/>
    <w:rsid w:val="008749AC"/>
    <w:rsid w:val="00874CEC"/>
    <w:rsid w:val="0087504D"/>
    <w:rsid w:val="008757B0"/>
    <w:rsid w:val="008758D8"/>
    <w:rsid w:val="00875C76"/>
    <w:rsid w:val="0087692B"/>
    <w:rsid w:val="00876C89"/>
    <w:rsid w:val="00877009"/>
    <w:rsid w:val="0087716E"/>
    <w:rsid w:val="008779B3"/>
    <w:rsid w:val="00877E5A"/>
    <w:rsid w:val="00880747"/>
    <w:rsid w:val="00880871"/>
    <w:rsid w:val="008809C1"/>
    <w:rsid w:val="008814EE"/>
    <w:rsid w:val="00881626"/>
    <w:rsid w:val="00881B6F"/>
    <w:rsid w:val="00881B72"/>
    <w:rsid w:val="00882878"/>
    <w:rsid w:val="00882B64"/>
    <w:rsid w:val="00882C9E"/>
    <w:rsid w:val="00882D7B"/>
    <w:rsid w:val="00882DBA"/>
    <w:rsid w:val="0088344A"/>
    <w:rsid w:val="0088425A"/>
    <w:rsid w:val="0088443C"/>
    <w:rsid w:val="00884861"/>
    <w:rsid w:val="00884BAA"/>
    <w:rsid w:val="008862FE"/>
    <w:rsid w:val="0088692C"/>
    <w:rsid w:val="0088730D"/>
    <w:rsid w:val="0088738B"/>
    <w:rsid w:val="00887407"/>
    <w:rsid w:val="008874B1"/>
    <w:rsid w:val="00887C91"/>
    <w:rsid w:val="00887E37"/>
    <w:rsid w:val="008907F0"/>
    <w:rsid w:val="0089094F"/>
    <w:rsid w:val="00891235"/>
    <w:rsid w:val="008921F2"/>
    <w:rsid w:val="00892218"/>
    <w:rsid w:val="008922EC"/>
    <w:rsid w:val="00892909"/>
    <w:rsid w:val="00892F4A"/>
    <w:rsid w:val="00892FAE"/>
    <w:rsid w:val="00892FFE"/>
    <w:rsid w:val="00893962"/>
    <w:rsid w:val="00893BC8"/>
    <w:rsid w:val="0089460D"/>
    <w:rsid w:val="00894DEC"/>
    <w:rsid w:val="0089528B"/>
    <w:rsid w:val="008952E5"/>
    <w:rsid w:val="00895366"/>
    <w:rsid w:val="00895988"/>
    <w:rsid w:val="008959AF"/>
    <w:rsid w:val="00895C39"/>
    <w:rsid w:val="00895D35"/>
    <w:rsid w:val="00896747"/>
    <w:rsid w:val="00896EFC"/>
    <w:rsid w:val="00897070"/>
    <w:rsid w:val="00897072"/>
    <w:rsid w:val="0089707A"/>
    <w:rsid w:val="0089754F"/>
    <w:rsid w:val="0089759A"/>
    <w:rsid w:val="00897970"/>
    <w:rsid w:val="00897BFF"/>
    <w:rsid w:val="008A004F"/>
    <w:rsid w:val="008A0454"/>
    <w:rsid w:val="008A0E6E"/>
    <w:rsid w:val="008A0F75"/>
    <w:rsid w:val="008A17C6"/>
    <w:rsid w:val="008A1BC8"/>
    <w:rsid w:val="008A1E77"/>
    <w:rsid w:val="008A1FBB"/>
    <w:rsid w:val="008A2815"/>
    <w:rsid w:val="008A3083"/>
    <w:rsid w:val="008A330F"/>
    <w:rsid w:val="008A351E"/>
    <w:rsid w:val="008A3A0F"/>
    <w:rsid w:val="008A3C26"/>
    <w:rsid w:val="008A3D6A"/>
    <w:rsid w:val="008A4097"/>
    <w:rsid w:val="008A4370"/>
    <w:rsid w:val="008A4DAA"/>
    <w:rsid w:val="008A4FFF"/>
    <w:rsid w:val="008A5143"/>
    <w:rsid w:val="008A53FA"/>
    <w:rsid w:val="008A5579"/>
    <w:rsid w:val="008A57BE"/>
    <w:rsid w:val="008A69B8"/>
    <w:rsid w:val="008A6BC8"/>
    <w:rsid w:val="008A6E51"/>
    <w:rsid w:val="008A73D2"/>
    <w:rsid w:val="008A775B"/>
    <w:rsid w:val="008A7BCB"/>
    <w:rsid w:val="008B007C"/>
    <w:rsid w:val="008B0AFE"/>
    <w:rsid w:val="008B0B6F"/>
    <w:rsid w:val="008B0E50"/>
    <w:rsid w:val="008B17F7"/>
    <w:rsid w:val="008B1D2D"/>
    <w:rsid w:val="008B1D84"/>
    <w:rsid w:val="008B1E08"/>
    <w:rsid w:val="008B1F3F"/>
    <w:rsid w:val="008B20CB"/>
    <w:rsid w:val="008B2453"/>
    <w:rsid w:val="008B2501"/>
    <w:rsid w:val="008B2890"/>
    <w:rsid w:val="008B2A35"/>
    <w:rsid w:val="008B2BC7"/>
    <w:rsid w:val="008B2DDA"/>
    <w:rsid w:val="008B2FA4"/>
    <w:rsid w:val="008B34EF"/>
    <w:rsid w:val="008B37A3"/>
    <w:rsid w:val="008B3AAD"/>
    <w:rsid w:val="008B3DD7"/>
    <w:rsid w:val="008B43D1"/>
    <w:rsid w:val="008B451F"/>
    <w:rsid w:val="008B455E"/>
    <w:rsid w:val="008B4B4A"/>
    <w:rsid w:val="008B5B5A"/>
    <w:rsid w:val="008B5F07"/>
    <w:rsid w:val="008B5FC6"/>
    <w:rsid w:val="008B6488"/>
    <w:rsid w:val="008B65D0"/>
    <w:rsid w:val="008B6EEC"/>
    <w:rsid w:val="008B7158"/>
    <w:rsid w:val="008B760A"/>
    <w:rsid w:val="008B7992"/>
    <w:rsid w:val="008B7DB5"/>
    <w:rsid w:val="008B7EB8"/>
    <w:rsid w:val="008C0150"/>
    <w:rsid w:val="008C0B1E"/>
    <w:rsid w:val="008C0D6B"/>
    <w:rsid w:val="008C0FFA"/>
    <w:rsid w:val="008C1064"/>
    <w:rsid w:val="008C1070"/>
    <w:rsid w:val="008C155D"/>
    <w:rsid w:val="008C1685"/>
    <w:rsid w:val="008C26EE"/>
    <w:rsid w:val="008C348B"/>
    <w:rsid w:val="008C38B3"/>
    <w:rsid w:val="008C3D9E"/>
    <w:rsid w:val="008C4064"/>
    <w:rsid w:val="008C41C9"/>
    <w:rsid w:val="008C4EC6"/>
    <w:rsid w:val="008C55EC"/>
    <w:rsid w:val="008C5BDB"/>
    <w:rsid w:val="008C5DE9"/>
    <w:rsid w:val="008C5F82"/>
    <w:rsid w:val="008C620A"/>
    <w:rsid w:val="008C6A7C"/>
    <w:rsid w:val="008C6AAA"/>
    <w:rsid w:val="008C7492"/>
    <w:rsid w:val="008C7B84"/>
    <w:rsid w:val="008C7C27"/>
    <w:rsid w:val="008C7D10"/>
    <w:rsid w:val="008D097D"/>
    <w:rsid w:val="008D0C17"/>
    <w:rsid w:val="008D14E5"/>
    <w:rsid w:val="008D167F"/>
    <w:rsid w:val="008D1E6D"/>
    <w:rsid w:val="008D2AD0"/>
    <w:rsid w:val="008D34C3"/>
    <w:rsid w:val="008D34CF"/>
    <w:rsid w:val="008D35C5"/>
    <w:rsid w:val="008D384B"/>
    <w:rsid w:val="008D39CD"/>
    <w:rsid w:val="008D3B2C"/>
    <w:rsid w:val="008D3BF9"/>
    <w:rsid w:val="008D3D8A"/>
    <w:rsid w:val="008D3DB7"/>
    <w:rsid w:val="008D4726"/>
    <w:rsid w:val="008D4F5F"/>
    <w:rsid w:val="008D53C0"/>
    <w:rsid w:val="008D5521"/>
    <w:rsid w:val="008D574B"/>
    <w:rsid w:val="008D586D"/>
    <w:rsid w:val="008D5948"/>
    <w:rsid w:val="008D5EC6"/>
    <w:rsid w:val="008D61EF"/>
    <w:rsid w:val="008D637F"/>
    <w:rsid w:val="008D647A"/>
    <w:rsid w:val="008D6689"/>
    <w:rsid w:val="008D6A7C"/>
    <w:rsid w:val="008D6E2B"/>
    <w:rsid w:val="008D70AE"/>
    <w:rsid w:val="008D743F"/>
    <w:rsid w:val="008D7CDE"/>
    <w:rsid w:val="008E01E5"/>
    <w:rsid w:val="008E04FA"/>
    <w:rsid w:val="008E0724"/>
    <w:rsid w:val="008E13C2"/>
    <w:rsid w:val="008E148B"/>
    <w:rsid w:val="008E1575"/>
    <w:rsid w:val="008E17AD"/>
    <w:rsid w:val="008E17E8"/>
    <w:rsid w:val="008E249A"/>
    <w:rsid w:val="008E2669"/>
    <w:rsid w:val="008E2927"/>
    <w:rsid w:val="008E345A"/>
    <w:rsid w:val="008E354C"/>
    <w:rsid w:val="008E359E"/>
    <w:rsid w:val="008E3CDA"/>
    <w:rsid w:val="008E3DD4"/>
    <w:rsid w:val="008E4480"/>
    <w:rsid w:val="008E4F29"/>
    <w:rsid w:val="008E4FFB"/>
    <w:rsid w:val="008E5580"/>
    <w:rsid w:val="008E55A2"/>
    <w:rsid w:val="008E5677"/>
    <w:rsid w:val="008E5946"/>
    <w:rsid w:val="008E5A4A"/>
    <w:rsid w:val="008E5F58"/>
    <w:rsid w:val="008E687E"/>
    <w:rsid w:val="008E69FD"/>
    <w:rsid w:val="008E6F45"/>
    <w:rsid w:val="008E70FD"/>
    <w:rsid w:val="008E72AB"/>
    <w:rsid w:val="008E7700"/>
    <w:rsid w:val="008E77F2"/>
    <w:rsid w:val="008E7C73"/>
    <w:rsid w:val="008E7D11"/>
    <w:rsid w:val="008E7D3C"/>
    <w:rsid w:val="008E7E07"/>
    <w:rsid w:val="008F003F"/>
    <w:rsid w:val="008F00D3"/>
    <w:rsid w:val="008F021A"/>
    <w:rsid w:val="008F0399"/>
    <w:rsid w:val="008F03D4"/>
    <w:rsid w:val="008F0535"/>
    <w:rsid w:val="008F0DB7"/>
    <w:rsid w:val="008F12A2"/>
    <w:rsid w:val="008F17B2"/>
    <w:rsid w:val="008F22FD"/>
    <w:rsid w:val="008F2543"/>
    <w:rsid w:val="008F259A"/>
    <w:rsid w:val="008F276F"/>
    <w:rsid w:val="008F287D"/>
    <w:rsid w:val="008F2B35"/>
    <w:rsid w:val="008F2B78"/>
    <w:rsid w:val="008F2FFD"/>
    <w:rsid w:val="008F391E"/>
    <w:rsid w:val="008F3A49"/>
    <w:rsid w:val="008F3F7F"/>
    <w:rsid w:val="008F474C"/>
    <w:rsid w:val="008F4783"/>
    <w:rsid w:val="008F4AC5"/>
    <w:rsid w:val="008F4CE6"/>
    <w:rsid w:val="008F53E5"/>
    <w:rsid w:val="008F579B"/>
    <w:rsid w:val="008F5C02"/>
    <w:rsid w:val="008F5C5B"/>
    <w:rsid w:val="008F5D15"/>
    <w:rsid w:val="008F5EED"/>
    <w:rsid w:val="008F5FEE"/>
    <w:rsid w:val="008F6281"/>
    <w:rsid w:val="008F63E8"/>
    <w:rsid w:val="008F65DB"/>
    <w:rsid w:val="008F65E5"/>
    <w:rsid w:val="008F66F8"/>
    <w:rsid w:val="008F6BA1"/>
    <w:rsid w:val="008F6DAA"/>
    <w:rsid w:val="008F6E28"/>
    <w:rsid w:val="008F6EE0"/>
    <w:rsid w:val="008F752D"/>
    <w:rsid w:val="008F7C2E"/>
    <w:rsid w:val="0090001E"/>
    <w:rsid w:val="009003B8"/>
    <w:rsid w:val="00900539"/>
    <w:rsid w:val="00900679"/>
    <w:rsid w:val="00900694"/>
    <w:rsid w:val="00900843"/>
    <w:rsid w:val="00900D61"/>
    <w:rsid w:val="00900DE5"/>
    <w:rsid w:val="00901329"/>
    <w:rsid w:val="0090162A"/>
    <w:rsid w:val="0090177B"/>
    <w:rsid w:val="0090179A"/>
    <w:rsid w:val="009019F2"/>
    <w:rsid w:val="00902997"/>
    <w:rsid w:val="00902B73"/>
    <w:rsid w:val="0090317F"/>
    <w:rsid w:val="00904651"/>
    <w:rsid w:val="00905342"/>
    <w:rsid w:val="0090588E"/>
    <w:rsid w:val="00906DB5"/>
    <w:rsid w:val="00906FA8"/>
    <w:rsid w:val="0090708C"/>
    <w:rsid w:val="009073CC"/>
    <w:rsid w:val="00907786"/>
    <w:rsid w:val="00907C59"/>
    <w:rsid w:val="00907DA2"/>
    <w:rsid w:val="00907F80"/>
    <w:rsid w:val="00910687"/>
    <w:rsid w:val="00910C0E"/>
    <w:rsid w:val="00910DC7"/>
    <w:rsid w:val="009111C4"/>
    <w:rsid w:val="0091141F"/>
    <w:rsid w:val="00911782"/>
    <w:rsid w:val="00911938"/>
    <w:rsid w:val="00911AC0"/>
    <w:rsid w:val="00911E16"/>
    <w:rsid w:val="00911FA4"/>
    <w:rsid w:val="009127E4"/>
    <w:rsid w:val="00912C87"/>
    <w:rsid w:val="0091301B"/>
    <w:rsid w:val="00913D05"/>
    <w:rsid w:val="00914313"/>
    <w:rsid w:val="00914988"/>
    <w:rsid w:val="009149FB"/>
    <w:rsid w:val="00914BD9"/>
    <w:rsid w:val="00915159"/>
    <w:rsid w:val="009152D2"/>
    <w:rsid w:val="00915574"/>
    <w:rsid w:val="00916212"/>
    <w:rsid w:val="00916587"/>
    <w:rsid w:val="00917130"/>
    <w:rsid w:val="00917467"/>
    <w:rsid w:val="00917526"/>
    <w:rsid w:val="00917726"/>
    <w:rsid w:val="00917BC6"/>
    <w:rsid w:val="00917DEB"/>
    <w:rsid w:val="009202BB"/>
    <w:rsid w:val="00920304"/>
    <w:rsid w:val="00920A02"/>
    <w:rsid w:val="00920F5E"/>
    <w:rsid w:val="009210BB"/>
    <w:rsid w:val="009211A2"/>
    <w:rsid w:val="009216F6"/>
    <w:rsid w:val="0092178D"/>
    <w:rsid w:val="00921E25"/>
    <w:rsid w:val="00921F78"/>
    <w:rsid w:val="0092250C"/>
    <w:rsid w:val="00922960"/>
    <w:rsid w:val="009229D5"/>
    <w:rsid w:val="00923025"/>
    <w:rsid w:val="00923057"/>
    <w:rsid w:val="00923FD5"/>
    <w:rsid w:val="00924105"/>
    <w:rsid w:val="009243F0"/>
    <w:rsid w:val="00924B5B"/>
    <w:rsid w:val="00925480"/>
    <w:rsid w:val="009257AE"/>
    <w:rsid w:val="009258A1"/>
    <w:rsid w:val="00926459"/>
    <w:rsid w:val="009266CE"/>
    <w:rsid w:val="009267B3"/>
    <w:rsid w:val="009270FE"/>
    <w:rsid w:val="00927174"/>
    <w:rsid w:val="00927299"/>
    <w:rsid w:val="00927D43"/>
    <w:rsid w:val="00927D6D"/>
    <w:rsid w:val="00927F4D"/>
    <w:rsid w:val="0093059C"/>
    <w:rsid w:val="009305A4"/>
    <w:rsid w:val="00930919"/>
    <w:rsid w:val="00930991"/>
    <w:rsid w:val="00930A15"/>
    <w:rsid w:val="00931EC3"/>
    <w:rsid w:val="00931EFD"/>
    <w:rsid w:val="00932DE9"/>
    <w:rsid w:val="00932E15"/>
    <w:rsid w:val="0093303B"/>
    <w:rsid w:val="009331DA"/>
    <w:rsid w:val="009331DB"/>
    <w:rsid w:val="009336C3"/>
    <w:rsid w:val="009337C2"/>
    <w:rsid w:val="00933ADC"/>
    <w:rsid w:val="00933F01"/>
    <w:rsid w:val="00934482"/>
    <w:rsid w:val="009348C9"/>
    <w:rsid w:val="0093531E"/>
    <w:rsid w:val="00935621"/>
    <w:rsid w:val="00935915"/>
    <w:rsid w:val="00936036"/>
    <w:rsid w:val="00936126"/>
    <w:rsid w:val="00936637"/>
    <w:rsid w:val="00936914"/>
    <w:rsid w:val="00936E9B"/>
    <w:rsid w:val="00936ED7"/>
    <w:rsid w:val="009370DC"/>
    <w:rsid w:val="0093728D"/>
    <w:rsid w:val="00937CE1"/>
    <w:rsid w:val="00937F88"/>
    <w:rsid w:val="00940468"/>
    <w:rsid w:val="0094057C"/>
    <w:rsid w:val="00940C13"/>
    <w:rsid w:val="00940D96"/>
    <w:rsid w:val="00940FC3"/>
    <w:rsid w:val="00941383"/>
    <w:rsid w:val="009417A6"/>
    <w:rsid w:val="00941F8D"/>
    <w:rsid w:val="00942082"/>
    <w:rsid w:val="00942198"/>
    <w:rsid w:val="0094221E"/>
    <w:rsid w:val="00942770"/>
    <w:rsid w:val="00942F4C"/>
    <w:rsid w:val="00943563"/>
    <w:rsid w:val="00943992"/>
    <w:rsid w:val="00943B73"/>
    <w:rsid w:val="00943D03"/>
    <w:rsid w:val="00943D81"/>
    <w:rsid w:val="00944085"/>
    <w:rsid w:val="00944748"/>
    <w:rsid w:val="0094479A"/>
    <w:rsid w:val="009447DA"/>
    <w:rsid w:val="00944BCF"/>
    <w:rsid w:val="00944DF2"/>
    <w:rsid w:val="009456FD"/>
    <w:rsid w:val="00945B97"/>
    <w:rsid w:val="00945F44"/>
    <w:rsid w:val="009465BF"/>
    <w:rsid w:val="00946D9D"/>
    <w:rsid w:val="009471C5"/>
    <w:rsid w:val="009473DE"/>
    <w:rsid w:val="00947811"/>
    <w:rsid w:val="00947F24"/>
    <w:rsid w:val="00947FE0"/>
    <w:rsid w:val="00950007"/>
    <w:rsid w:val="00950BA1"/>
    <w:rsid w:val="009510B2"/>
    <w:rsid w:val="00951D1D"/>
    <w:rsid w:val="00951E10"/>
    <w:rsid w:val="00952879"/>
    <w:rsid w:val="009529DD"/>
    <w:rsid w:val="00952A16"/>
    <w:rsid w:val="00952EDD"/>
    <w:rsid w:val="00953BD0"/>
    <w:rsid w:val="00954A9D"/>
    <w:rsid w:val="00954FF4"/>
    <w:rsid w:val="0095507A"/>
    <w:rsid w:val="009555B9"/>
    <w:rsid w:val="00955694"/>
    <w:rsid w:val="00955D4E"/>
    <w:rsid w:val="00956079"/>
    <w:rsid w:val="00956415"/>
    <w:rsid w:val="009569BA"/>
    <w:rsid w:val="00956D02"/>
    <w:rsid w:val="00956FD7"/>
    <w:rsid w:val="009571D4"/>
    <w:rsid w:val="009573A8"/>
    <w:rsid w:val="00957446"/>
    <w:rsid w:val="00957D98"/>
    <w:rsid w:val="00957E48"/>
    <w:rsid w:val="00960214"/>
    <w:rsid w:val="00960904"/>
    <w:rsid w:val="00960E4B"/>
    <w:rsid w:val="009611E5"/>
    <w:rsid w:val="00961663"/>
    <w:rsid w:val="0096189E"/>
    <w:rsid w:val="00962301"/>
    <w:rsid w:val="00962396"/>
    <w:rsid w:val="009623AF"/>
    <w:rsid w:val="0096274A"/>
    <w:rsid w:val="00962B5C"/>
    <w:rsid w:val="00962CE3"/>
    <w:rsid w:val="00962E39"/>
    <w:rsid w:val="00962F98"/>
    <w:rsid w:val="00963F48"/>
    <w:rsid w:val="00964100"/>
    <w:rsid w:val="00964668"/>
    <w:rsid w:val="00964987"/>
    <w:rsid w:val="009649CB"/>
    <w:rsid w:val="00964C81"/>
    <w:rsid w:val="00964D87"/>
    <w:rsid w:val="00964F43"/>
    <w:rsid w:val="009654BC"/>
    <w:rsid w:val="00965B35"/>
    <w:rsid w:val="0096602D"/>
    <w:rsid w:val="00966095"/>
    <w:rsid w:val="00966347"/>
    <w:rsid w:val="009663CC"/>
    <w:rsid w:val="0096640C"/>
    <w:rsid w:val="00966557"/>
    <w:rsid w:val="00966895"/>
    <w:rsid w:val="00966D12"/>
    <w:rsid w:val="00966DF0"/>
    <w:rsid w:val="00966E04"/>
    <w:rsid w:val="009677DC"/>
    <w:rsid w:val="00967A72"/>
    <w:rsid w:val="00967BBC"/>
    <w:rsid w:val="00967C10"/>
    <w:rsid w:val="00967FE4"/>
    <w:rsid w:val="009707E3"/>
    <w:rsid w:val="009709F5"/>
    <w:rsid w:val="009711C8"/>
    <w:rsid w:val="009718D0"/>
    <w:rsid w:val="00972973"/>
    <w:rsid w:val="00972D8A"/>
    <w:rsid w:val="00972EC8"/>
    <w:rsid w:val="00973332"/>
    <w:rsid w:val="0097349E"/>
    <w:rsid w:val="00973887"/>
    <w:rsid w:val="00973933"/>
    <w:rsid w:val="009739B3"/>
    <w:rsid w:val="00973E14"/>
    <w:rsid w:val="00974AFB"/>
    <w:rsid w:val="00974AFD"/>
    <w:rsid w:val="00974BF3"/>
    <w:rsid w:val="0097503E"/>
    <w:rsid w:val="00975073"/>
    <w:rsid w:val="00975417"/>
    <w:rsid w:val="0097594F"/>
    <w:rsid w:val="00975B24"/>
    <w:rsid w:val="0097641F"/>
    <w:rsid w:val="00976F03"/>
    <w:rsid w:val="009773D2"/>
    <w:rsid w:val="009773DE"/>
    <w:rsid w:val="0097766E"/>
    <w:rsid w:val="009776A3"/>
    <w:rsid w:val="0097773A"/>
    <w:rsid w:val="0097776A"/>
    <w:rsid w:val="00977C87"/>
    <w:rsid w:val="00977CB9"/>
    <w:rsid w:val="009803BC"/>
    <w:rsid w:val="00980A6D"/>
    <w:rsid w:val="00981487"/>
    <w:rsid w:val="00981875"/>
    <w:rsid w:val="009822A0"/>
    <w:rsid w:val="009826C4"/>
    <w:rsid w:val="00982742"/>
    <w:rsid w:val="009834BA"/>
    <w:rsid w:val="0098373A"/>
    <w:rsid w:val="009838F1"/>
    <w:rsid w:val="00983B84"/>
    <w:rsid w:val="00983DC8"/>
    <w:rsid w:val="009840F0"/>
    <w:rsid w:val="009842E1"/>
    <w:rsid w:val="00984B91"/>
    <w:rsid w:val="00984C20"/>
    <w:rsid w:val="00984DD4"/>
    <w:rsid w:val="00984EB6"/>
    <w:rsid w:val="00984FB0"/>
    <w:rsid w:val="00984FEC"/>
    <w:rsid w:val="0098564C"/>
    <w:rsid w:val="009861EC"/>
    <w:rsid w:val="00986977"/>
    <w:rsid w:val="00986D21"/>
    <w:rsid w:val="00986E61"/>
    <w:rsid w:val="00987838"/>
    <w:rsid w:val="00987C97"/>
    <w:rsid w:val="00987E4A"/>
    <w:rsid w:val="00987E4E"/>
    <w:rsid w:val="0099007B"/>
    <w:rsid w:val="00990418"/>
    <w:rsid w:val="00990C9E"/>
    <w:rsid w:val="00990CF1"/>
    <w:rsid w:val="00990D17"/>
    <w:rsid w:val="009912E5"/>
    <w:rsid w:val="00991CF1"/>
    <w:rsid w:val="009923DD"/>
    <w:rsid w:val="009928E8"/>
    <w:rsid w:val="00992BC5"/>
    <w:rsid w:val="00993303"/>
    <w:rsid w:val="009938BB"/>
    <w:rsid w:val="0099398B"/>
    <w:rsid w:val="00994C5E"/>
    <w:rsid w:val="0099516A"/>
    <w:rsid w:val="009953C3"/>
    <w:rsid w:val="00996415"/>
    <w:rsid w:val="00996A47"/>
    <w:rsid w:val="00996A79"/>
    <w:rsid w:val="00996A9C"/>
    <w:rsid w:val="00996B25"/>
    <w:rsid w:val="00996F82"/>
    <w:rsid w:val="009974CF"/>
    <w:rsid w:val="00997A52"/>
    <w:rsid w:val="00997C94"/>
    <w:rsid w:val="009A0154"/>
    <w:rsid w:val="009A0345"/>
    <w:rsid w:val="009A0B91"/>
    <w:rsid w:val="009A0C88"/>
    <w:rsid w:val="009A111D"/>
    <w:rsid w:val="009A12F3"/>
    <w:rsid w:val="009A1330"/>
    <w:rsid w:val="009A1530"/>
    <w:rsid w:val="009A19A9"/>
    <w:rsid w:val="009A1B50"/>
    <w:rsid w:val="009A24FC"/>
    <w:rsid w:val="009A255C"/>
    <w:rsid w:val="009A26AB"/>
    <w:rsid w:val="009A27B2"/>
    <w:rsid w:val="009A2C05"/>
    <w:rsid w:val="009A2E0A"/>
    <w:rsid w:val="009A30E8"/>
    <w:rsid w:val="009A312A"/>
    <w:rsid w:val="009A32F9"/>
    <w:rsid w:val="009A3417"/>
    <w:rsid w:val="009A3D7E"/>
    <w:rsid w:val="009A4E90"/>
    <w:rsid w:val="009A5448"/>
    <w:rsid w:val="009A54C5"/>
    <w:rsid w:val="009A588C"/>
    <w:rsid w:val="009A70B7"/>
    <w:rsid w:val="009A7C96"/>
    <w:rsid w:val="009A7DB5"/>
    <w:rsid w:val="009B01DF"/>
    <w:rsid w:val="009B07A2"/>
    <w:rsid w:val="009B0B79"/>
    <w:rsid w:val="009B1401"/>
    <w:rsid w:val="009B1A31"/>
    <w:rsid w:val="009B1BD2"/>
    <w:rsid w:val="009B1E17"/>
    <w:rsid w:val="009B28AA"/>
    <w:rsid w:val="009B29E5"/>
    <w:rsid w:val="009B2C83"/>
    <w:rsid w:val="009B2E40"/>
    <w:rsid w:val="009B2F1C"/>
    <w:rsid w:val="009B2F4B"/>
    <w:rsid w:val="009B34DB"/>
    <w:rsid w:val="009B3DC8"/>
    <w:rsid w:val="009B47FE"/>
    <w:rsid w:val="009B4B3E"/>
    <w:rsid w:val="009B5B00"/>
    <w:rsid w:val="009B5BDD"/>
    <w:rsid w:val="009B6340"/>
    <w:rsid w:val="009B66BE"/>
    <w:rsid w:val="009B77A6"/>
    <w:rsid w:val="009C02CD"/>
    <w:rsid w:val="009C0C31"/>
    <w:rsid w:val="009C10DB"/>
    <w:rsid w:val="009C10FF"/>
    <w:rsid w:val="009C12F9"/>
    <w:rsid w:val="009C1825"/>
    <w:rsid w:val="009C20D3"/>
    <w:rsid w:val="009C22D1"/>
    <w:rsid w:val="009C2C12"/>
    <w:rsid w:val="009C2F34"/>
    <w:rsid w:val="009C33CF"/>
    <w:rsid w:val="009C353F"/>
    <w:rsid w:val="009C3B87"/>
    <w:rsid w:val="009C3ECE"/>
    <w:rsid w:val="009C4122"/>
    <w:rsid w:val="009C43C0"/>
    <w:rsid w:val="009C4D9E"/>
    <w:rsid w:val="009C5418"/>
    <w:rsid w:val="009C5429"/>
    <w:rsid w:val="009C5731"/>
    <w:rsid w:val="009C641E"/>
    <w:rsid w:val="009C66F0"/>
    <w:rsid w:val="009C6968"/>
    <w:rsid w:val="009C6B3F"/>
    <w:rsid w:val="009C70A5"/>
    <w:rsid w:val="009C73E8"/>
    <w:rsid w:val="009C76A5"/>
    <w:rsid w:val="009C76AC"/>
    <w:rsid w:val="009C7708"/>
    <w:rsid w:val="009C7935"/>
    <w:rsid w:val="009C7B32"/>
    <w:rsid w:val="009C7B52"/>
    <w:rsid w:val="009C7BD2"/>
    <w:rsid w:val="009C7C97"/>
    <w:rsid w:val="009D091A"/>
    <w:rsid w:val="009D0A7F"/>
    <w:rsid w:val="009D13E5"/>
    <w:rsid w:val="009D1CA4"/>
    <w:rsid w:val="009D25D3"/>
    <w:rsid w:val="009D28C6"/>
    <w:rsid w:val="009D2C79"/>
    <w:rsid w:val="009D3044"/>
    <w:rsid w:val="009D38DC"/>
    <w:rsid w:val="009D399D"/>
    <w:rsid w:val="009D3D61"/>
    <w:rsid w:val="009D4196"/>
    <w:rsid w:val="009D422B"/>
    <w:rsid w:val="009D4356"/>
    <w:rsid w:val="009D47DE"/>
    <w:rsid w:val="009D4A40"/>
    <w:rsid w:val="009D5127"/>
    <w:rsid w:val="009D52B2"/>
    <w:rsid w:val="009D5485"/>
    <w:rsid w:val="009D5694"/>
    <w:rsid w:val="009D71BC"/>
    <w:rsid w:val="009D7396"/>
    <w:rsid w:val="009D7D89"/>
    <w:rsid w:val="009D7E97"/>
    <w:rsid w:val="009E0037"/>
    <w:rsid w:val="009E012E"/>
    <w:rsid w:val="009E0275"/>
    <w:rsid w:val="009E05DE"/>
    <w:rsid w:val="009E0BFE"/>
    <w:rsid w:val="009E0CAC"/>
    <w:rsid w:val="009E0F35"/>
    <w:rsid w:val="009E1203"/>
    <w:rsid w:val="009E148D"/>
    <w:rsid w:val="009E175E"/>
    <w:rsid w:val="009E186F"/>
    <w:rsid w:val="009E1DE6"/>
    <w:rsid w:val="009E292C"/>
    <w:rsid w:val="009E2AE4"/>
    <w:rsid w:val="009E2AFD"/>
    <w:rsid w:val="009E2BB9"/>
    <w:rsid w:val="009E2EC6"/>
    <w:rsid w:val="009E3220"/>
    <w:rsid w:val="009E3E15"/>
    <w:rsid w:val="009E42C8"/>
    <w:rsid w:val="009E47E0"/>
    <w:rsid w:val="009E4A5A"/>
    <w:rsid w:val="009E5352"/>
    <w:rsid w:val="009E5944"/>
    <w:rsid w:val="009E5E33"/>
    <w:rsid w:val="009E5F2A"/>
    <w:rsid w:val="009E6559"/>
    <w:rsid w:val="009E737D"/>
    <w:rsid w:val="009E73C9"/>
    <w:rsid w:val="009E77BD"/>
    <w:rsid w:val="009F0263"/>
    <w:rsid w:val="009F0779"/>
    <w:rsid w:val="009F0959"/>
    <w:rsid w:val="009F09AC"/>
    <w:rsid w:val="009F0A0F"/>
    <w:rsid w:val="009F0DD9"/>
    <w:rsid w:val="009F0E22"/>
    <w:rsid w:val="009F136F"/>
    <w:rsid w:val="009F245C"/>
    <w:rsid w:val="009F3950"/>
    <w:rsid w:val="009F3CE7"/>
    <w:rsid w:val="009F3F55"/>
    <w:rsid w:val="009F4040"/>
    <w:rsid w:val="009F407E"/>
    <w:rsid w:val="009F4459"/>
    <w:rsid w:val="009F4489"/>
    <w:rsid w:val="009F4FF3"/>
    <w:rsid w:val="009F519E"/>
    <w:rsid w:val="009F537D"/>
    <w:rsid w:val="009F5FF7"/>
    <w:rsid w:val="009F615F"/>
    <w:rsid w:val="009F6174"/>
    <w:rsid w:val="009F6369"/>
    <w:rsid w:val="009F64A7"/>
    <w:rsid w:val="009F6680"/>
    <w:rsid w:val="009F6A53"/>
    <w:rsid w:val="009F6CE9"/>
    <w:rsid w:val="009F6FE0"/>
    <w:rsid w:val="009F7914"/>
    <w:rsid w:val="00A00520"/>
    <w:rsid w:val="00A0059E"/>
    <w:rsid w:val="00A005FA"/>
    <w:rsid w:val="00A00743"/>
    <w:rsid w:val="00A013F6"/>
    <w:rsid w:val="00A0164B"/>
    <w:rsid w:val="00A01B72"/>
    <w:rsid w:val="00A021C4"/>
    <w:rsid w:val="00A02893"/>
    <w:rsid w:val="00A0316C"/>
    <w:rsid w:val="00A03417"/>
    <w:rsid w:val="00A03504"/>
    <w:rsid w:val="00A03929"/>
    <w:rsid w:val="00A042E6"/>
    <w:rsid w:val="00A044F8"/>
    <w:rsid w:val="00A04863"/>
    <w:rsid w:val="00A04D73"/>
    <w:rsid w:val="00A04FA4"/>
    <w:rsid w:val="00A05022"/>
    <w:rsid w:val="00A052E3"/>
    <w:rsid w:val="00A053EB"/>
    <w:rsid w:val="00A057A9"/>
    <w:rsid w:val="00A05915"/>
    <w:rsid w:val="00A05FB0"/>
    <w:rsid w:val="00A06739"/>
    <w:rsid w:val="00A06A5D"/>
    <w:rsid w:val="00A06D38"/>
    <w:rsid w:val="00A07009"/>
    <w:rsid w:val="00A0729D"/>
    <w:rsid w:val="00A07877"/>
    <w:rsid w:val="00A07BAD"/>
    <w:rsid w:val="00A07F56"/>
    <w:rsid w:val="00A10135"/>
    <w:rsid w:val="00A10163"/>
    <w:rsid w:val="00A1036F"/>
    <w:rsid w:val="00A107F6"/>
    <w:rsid w:val="00A10B77"/>
    <w:rsid w:val="00A11826"/>
    <w:rsid w:val="00A11FE8"/>
    <w:rsid w:val="00A12952"/>
    <w:rsid w:val="00A12BEC"/>
    <w:rsid w:val="00A12EA0"/>
    <w:rsid w:val="00A137DE"/>
    <w:rsid w:val="00A14DC7"/>
    <w:rsid w:val="00A1550B"/>
    <w:rsid w:val="00A1561A"/>
    <w:rsid w:val="00A15BB5"/>
    <w:rsid w:val="00A16238"/>
    <w:rsid w:val="00A16829"/>
    <w:rsid w:val="00A16958"/>
    <w:rsid w:val="00A17158"/>
    <w:rsid w:val="00A1715E"/>
    <w:rsid w:val="00A172BB"/>
    <w:rsid w:val="00A175C9"/>
    <w:rsid w:val="00A17721"/>
    <w:rsid w:val="00A177D4"/>
    <w:rsid w:val="00A1792B"/>
    <w:rsid w:val="00A17BD3"/>
    <w:rsid w:val="00A17FEF"/>
    <w:rsid w:val="00A2008A"/>
    <w:rsid w:val="00A2014D"/>
    <w:rsid w:val="00A20460"/>
    <w:rsid w:val="00A206EF"/>
    <w:rsid w:val="00A20704"/>
    <w:rsid w:val="00A20FE1"/>
    <w:rsid w:val="00A21284"/>
    <w:rsid w:val="00A21490"/>
    <w:rsid w:val="00A217A3"/>
    <w:rsid w:val="00A21A20"/>
    <w:rsid w:val="00A21C82"/>
    <w:rsid w:val="00A2202B"/>
    <w:rsid w:val="00A22C2F"/>
    <w:rsid w:val="00A23431"/>
    <w:rsid w:val="00A23447"/>
    <w:rsid w:val="00A239A2"/>
    <w:rsid w:val="00A23C21"/>
    <w:rsid w:val="00A240DE"/>
    <w:rsid w:val="00A245E8"/>
    <w:rsid w:val="00A2513C"/>
    <w:rsid w:val="00A25149"/>
    <w:rsid w:val="00A254F5"/>
    <w:rsid w:val="00A25A6B"/>
    <w:rsid w:val="00A25F91"/>
    <w:rsid w:val="00A2600D"/>
    <w:rsid w:val="00A26729"/>
    <w:rsid w:val="00A26AE9"/>
    <w:rsid w:val="00A26AED"/>
    <w:rsid w:val="00A27F85"/>
    <w:rsid w:val="00A300D9"/>
    <w:rsid w:val="00A308DD"/>
    <w:rsid w:val="00A30EA3"/>
    <w:rsid w:val="00A31356"/>
    <w:rsid w:val="00A31543"/>
    <w:rsid w:val="00A31662"/>
    <w:rsid w:val="00A316C8"/>
    <w:rsid w:val="00A323CA"/>
    <w:rsid w:val="00A32419"/>
    <w:rsid w:val="00A324FC"/>
    <w:rsid w:val="00A32739"/>
    <w:rsid w:val="00A32DE1"/>
    <w:rsid w:val="00A33184"/>
    <w:rsid w:val="00A33948"/>
    <w:rsid w:val="00A33C37"/>
    <w:rsid w:val="00A33D5B"/>
    <w:rsid w:val="00A33EC3"/>
    <w:rsid w:val="00A341F6"/>
    <w:rsid w:val="00A344F9"/>
    <w:rsid w:val="00A345B7"/>
    <w:rsid w:val="00A345BD"/>
    <w:rsid w:val="00A34C57"/>
    <w:rsid w:val="00A34E13"/>
    <w:rsid w:val="00A35551"/>
    <w:rsid w:val="00A3599C"/>
    <w:rsid w:val="00A36840"/>
    <w:rsid w:val="00A36A9E"/>
    <w:rsid w:val="00A36AAC"/>
    <w:rsid w:val="00A36B2B"/>
    <w:rsid w:val="00A36CE6"/>
    <w:rsid w:val="00A370A0"/>
    <w:rsid w:val="00A37766"/>
    <w:rsid w:val="00A379A6"/>
    <w:rsid w:val="00A400D8"/>
    <w:rsid w:val="00A40623"/>
    <w:rsid w:val="00A40AF4"/>
    <w:rsid w:val="00A40CE9"/>
    <w:rsid w:val="00A40F87"/>
    <w:rsid w:val="00A4231A"/>
    <w:rsid w:val="00A42963"/>
    <w:rsid w:val="00A42D24"/>
    <w:rsid w:val="00A42D56"/>
    <w:rsid w:val="00A430EB"/>
    <w:rsid w:val="00A43375"/>
    <w:rsid w:val="00A4342A"/>
    <w:rsid w:val="00A439BE"/>
    <w:rsid w:val="00A43B05"/>
    <w:rsid w:val="00A43B4F"/>
    <w:rsid w:val="00A44231"/>
    <w:rsid w:val="00A44BE0"/>
    <w:rsid w:val="00A44FF8"/>
    <w:rsid w:val="00A467B0"/>
    <w:rsid w:val="00A47666"/>
    <w:rsid w:val="00A479E5"/>
    <w:rsid w:val="00A507BC"/>
    <w:rsid w:val="00A51535"/>
    <w:rsid w:val="00A516CE"/>
    <w:rsid w:val="00A51AC1"/>
    <w:rsid w:val="00A51CEF"/>
    <w:rsid w:val="00A51F8B"/>
    <w:rsid w:val="00A51FEF"/>
    <w:rsid w:val="00A52108"/>
    <w:rsid w:val="00A52409"/>
    <w:rsid w:val="00A5267C"/>
    <w:rsid w:val="00A52A17"/>
    <w:rsid w:val="00A53D27"/>
    <w:rsid w:val="00A53E3C"/>
    <w:rsid w:val="00A53EFE"/>
    <w:rsid w:val="00A549F1"/>
    <w:rsid w:val="00A54A02"/>
    <w:rsid w:val="00A5583C"/>
    <w:rsid w:val="00A55A80"/>
    <w:rsid w:val="00A55AAE"/>
    <w:rsid w:val="00A55D1A"/>
    <w:rsid w:val="00A55DBC"/>
    <w:rsid w:val="00A561A4"/>
    <w:rsid w:val="00A56A24"/>
    <w:rsid w:val="00A56CB3"/>
    <w:rsid w:val="00A56E6E"/>
    <w:rsid w:val="00A56F61"/>
    <w:rsid w:val="00A571A0"/>
    <w:rsid w:val="00A57686"/>
    <w:rsid w:val="00A6096B"/>
    <w:rsid w:val="00A60A6E"/>
    <w:rsid w:val="00A60B58"/>
    <w:rsid w:val="00A60E6C"/>
    <w:rsid w:val="00A60ECB"/>
    <w:rsid w:val="00A60EDD"/>
    <w:rsid w:val="00A61157"/>
    <w:rsid w:val="00A61328"/>
    <w:rsid w:val="00A61E3E"/>
    <w:rsid w:val="00A62D77"/>
    <w:rsid w:val="00A62FE1"/>
    <w:rsid w:val="00A632D2"/>
    <w:rsid w:val="00A636E1"/>
    <w:rsid w:val="00A637E2"/>
    <w:rsid w:val="00A63B9C"/>
    <w:rsid w:val="00A63E2A"/>
    <w:rsid w:val="00A6451A"/>
    <w:rsid w:val="00A64FDF"/>
    <w:rsid w:val="00A6527D"/>
    <w:rsid w:val="00A6535C"/>
    <w:rsid w:val="00A65436"/>
    <w:rsid w:val="00A655F2"/>
    <w:rsid w:val="00A6567E"/>
    <w:rsid w:val="00A65808"/>
    <w:rsid w:val="00A65D84"/>
    <w:rsid w:val="00A65E8A"/>
    <w:rsid w:val="00A67070"/>
    <w:rsid w:val="00A67168"/>
    <w:rsid w:val="00A67AB9"/>
    <w:rsid w:val="00A67F39"/>
    <w:rsid w:val="00A70772"/>
    <w:rsid w:val="00A70B59"/>
    <w:rsid w:val="00A70EF1"/>
    <w:rsid w:val="00A712BC"/>
    <w:rsid w:val="00A713AA"/>
    <w:rsid w:val="00A71C9B"/>
    <w:rsid w:val="00A72028"/>
    <w:rsid w:val="00A721EC"/>
    <w:rsid w:val="00A723F9"/>
    <w:rsid w:val="00A725B0"/>
    <w:rsid w:val="00A72A39"/>
    <w:rsid w:val="00A72A83"/>
    <w:rsid w:val="00A72C05"/>
    <w:rsid w:val="00A7338B"/>
    <w:rsid w:val="00A736B3"/>
    <w:rsid w:val="00A73F82"/>
    <w:rsid w:val="00A73F93"/>
    <w:rsid w:val="00A741E7"/>
    <w:rsid w:val="00A7474C"/>
    <w:rsid w:val="00A7496A"/>
    <w:rsid w:val="00A75D85"/>
    <w:rsid w:val="00A75DB7"/>
    <w:rsid w:val="00A76451"/>
    <w:rsid w:val="00A80371"/>
    <w:rsid w:val="00A8053C"/>
    <w:rsid w:val="00A80C88"/>
    <w:rsid w:val="00A8132C"/>
    <w:rsid w:val="00A81769"/>
    <w:rsid w:val="00A81D63"/>
    <w:rsid w:val="00A81FC4"/>
    <w:rsid w:val="00A82258"/>
    <w:rsid w:val="00A8273C"/>
    <w:rsid w:val="00A828FF"/>
    <w:rsid w:val="00A82D86"/>
    <w:rsid w:val="00A840AC"/>
    <w:rsid w:val="00A849AD"/>
    <w:rsid w:val="00A84A47"/>
    <w:rsid w:val="00A84AAA"/>
    <w:rsid w:val="00A84C29"/>
    <w:rsid w:val="00A84E08"/>
    <w:rsid w:val="00A84E3B"/>
    <w:rsid w:val="00A8517F"/>
    <w:rsid w:val="00A85446"/>
    <w:rsid w:val="00A85B3B"/>
    <w:rsid w:val="00A85D63"/>
    <w:rsid w:val="00A8665A"/>
    <w:rsid w:val="00A868CB"/>
    <w:rsid w:val="00A869C6"/>
    <w:rsid w:val="00A86A09"/>
    <w:rsid w:val="00A8707B"/>
    <w:rsid w:val="00A8717F"/>
    <w:rsid w:val="00A874CC"/>
    <w:rsid w:val="00A87948"/>
    <w:rsid w:val="00A87D9B"/>
    <w:rsid w:val="00A9027F"/>
    <w:rsid w:val="00A906DB"/>
    <w:rsid w:val="00A90C58"/>
    <w:rsid w:val="00A90CD0"/>
    <w:rsid w:val="00A916AE"/>
    <w:rsid w:val="00A917A0"/>
    <w:rsid w:val="00A91A25"/>
    <w:rsid w:val="00A9201D"/>
    <w:rsid w:val="00A92043"/>
    <w:rsid w:val="00A92064"/>
    <w:rsid w:val="00A9228D"/>
    <w:rsid w:val="00A925BC"/>
    <w:rsid w:val="00A927C4"/>
    <w:rsid w:val="00A92910"/>
    <w:rsid w:val="00A92B98"/>
    <w:rsid w:val="00A92D10"/>
    <w:rsid w:val="00A92D93"/>
    <w:rsid w:val="00A93D59"/>
    <w:rsid w:val="00A9473B"/>
    <w:rsid w:val="00A94AF8"/>
    <w:rsid w:val="00A94CC3"/>
    <w:rsid w:val="00A94D65"/>
    <w:rsid w:val="00A95341"/>
    <w:rsid w:val="00A953F6"/>
    <w:rsid w:val="00A95409"/>
    <w:rsid w:val="00A95C1C"/>
    <w:rsid w:val="00A96512"/>
    <w:rsid w:val="00A96520"/>
    <w:rsid w:val="00A969E7"/>
    <w:rsid w:val="00A9718C"/>
    <w:rsid w:val="00A971C9"/>
    <w:rsid w:val="00A97F18"/>
    <w:rsid w:val="00AA0051"/>
    <w:rsid w:val="00AA01A5"/>
    <w:rsid w:val="00AA06B3"/>
    <w:rsid w:val="00AA06B5"/>
    <w:rsid w:val="00AA1B2C"/>
    <w:rsid w:val="00AA2228"/>
    <w:rsid w:val="00AA23CA"/>
    <w:rsid w:val="00AA2DFC"/>
    <w:rsid w:val="00AA2FC6"/>
    <w:rsid w:val="00AA2FE0"/>
    <w:rsid w:val="00AA3096"/>
    <w:rsid w:val="00AA3432"/>
    <w:rsid w:val="00AA37C4"/>
    <w:rsid w:val="00AA3A92"/>
    <w:rsid w:val="00AA3B28"/>
    <w:rsid w:val="00AA3C6F"/>
    <w:rsid w:val="00AA45C4"/>
    <w:rsid w:val="00AA4995"/>
    <w:rsid w:val="00AA53E1"/>
    <w:rsid w:val="00AA5427"/>
    <w:rsid w:val="00AA55F9"/>
    <w:rsid w:val="00AA5714"/>
    <w:rsid w:val="00AA57EB"/>
    <w:rsid w:val="00AA5988"/>
    <w:rsid w:val="00AA6058"/>
    <w:rsid w:val="00AA6473"/>
    <w:rsid w:val="00AA65B5"/>
    <w:rsid w:val="00AA6DEE"/>
    <w:rsid w:val="00AA721C"/>
    <w:rsid w:val="00AA75A0"/>
    <w:rsid w:val="00AA7893"/>
    <w:rsid w:val="00AA7F0F"/>
    <w:rsid w:val="00AB0A5E"/>
    <w:rsid w:val="00AB0BF9"/>
    <w:rsid w:val="00AB0CB4"/>
    <w:rsid w:val="00AB0F3E"/>
    <w:rsid w:val="00AB1204"/>
    <w:rsid w:val="00AB138A"/>
    <w:rsid w:val="00AB1487"/>
    <w:rsid w:val="00AB1CA2"/>
    <w:rsid w:val="00AB21DB"/>
    <w:rsid w:val="00AB24BC"/>
    <w:rsid w:val="00AB250E"/>
    <w:rsid w:val="00AB2699"/>
    <w:rsid w:val="00AB26CC"/>
    <w:rsid w:val="00AB278A"/>
    <w:rsid w:val="00AB2AD1"/>
    <w:rsid w:val="00AB2CAF"/>
    <w:rsid w:val="00AB36C0"/>
    <w:rsid w:val="00AB3FAD"/>
    <w:rsid w:val="00AB45E2"/>
    <w:rsid w:val="00AB4C04"/>
    <w:rsid w:val="00AB4C2B"/>
    <w:rsid w:val="00AB4EC5"/>
    <w:rsid w:val="00AB4F5C"/>
    <w:rsid w:val="00AB4F61"/>
    <w:rsid w:val="00AB5131"/>
    <w:rsid w:val="00AB59DD"/>
    <w:rsid w:val="00AB5DD7"/>
    <w:rsid w:val="00AB6758"/>
    <w:rsid w:val="00AB6914"/>
    <w:rsid w:val="00AB71C4"/>
    <w:rsid w:val="00AB7573"/>
    <w:rsid w:val="00AB7698"/>
    <w:rsid w:val="00AC0408"/>
    <w:rsid w:val="00AC0952"/>
    <w:rsid w:val="00AC0AC6"/>
    <w:rsid w:val="00AC0EF4"/>
    <w:rsid w:val="00AC10BF"/>
    <w:rsid w:val="00AC11A6"/>
    <w:rsid w:val="00AC132C"/>
    <w:rsid w:val="00AC1CA6"/>
    <w:rsid w:val="00AC1D77"/>
    <w:rsid w:val="00AC1E25"/>
    <w:rsid w:val="00AC24F1"/>
    <w:rsid w:val="00AC26F0"/>
    <w:rsid w:val="00AC2CCB"/>
    <w:rsid w:val="00AC2D12"/>
    <w:rsid w:val="00AC2ECF"/>
    <w:rsid w:val="00AC3AEC"/>
    <w:rsid w:val="00AC41EB"/>
    <w:rsid w:val="00AC452D"/>
    <w:rsid w:val="00AC463E"/>
    <w:rsid w:val="00AC47FD"/>
    <w:rsid w:val="00AC48B3"/>
    <w:rsid w:val="00AC4A95"/>
    <w:rsid w:val="00AC4E39"/>
    <w:rsid w:val="00AC527D"/>
    <w:rsid w:val="00AC555E"/>
    <w:rsid w:val="00AC5610"/>
    <w:rsid w:val="00AC5699"/>
    <w:rsid w:val="00AC58D0"/>
    <w:rsid w:val="00AC5CB4"/>
    <w:rsid w:val="00AC5E89"/>
    <w:rsid w:val="00AC5FD9"/>
    <w:rsid w:val="00AC64E0"/>
    <w:rsid w:val="00AC6809"/>
    <w:rsid w:val="00AC6B68"/>
    <w:rsid w:val="00AC6E26"/>
    <w:rsid w:val="00AC71D4"/>
    <w:rsid w:val="00AC79C9"/>
    <w:rsid w:val="00AC7B0C"/>
    <w:rsid w:val="00AC7D44"/>
    <w:rsid w:val="00AC7F38"/>
    <w:rsid w:val="00AD05F5"/>
    <w:rsid w:val="00AD0771"/>
    <w:rsid w:val="00AD0EB7"/>
    <w:rsid w:val="00AD13D1"/>
    <w:rsid w:val="00AD162E"/>
    <w:rsid w:val="00AD1AA3"/>
    <w:rsid w:val="00AD1FE5"/>
    <w:rsid w:val="00AD26F5"/>
    <w:rsid w:val="00AD2B69"/>
    <w:rsid w:val="00AD2DB5"/>
    <w:rsid w:val="00AD2E25"/>
    <w:rsid w:val="00AD3876"/>
    <w:rsid w:val="00AD3A6B"/>
    <w:rsid w:val="00AD3D94"/>
    <w:rsid w:val="00AD3DF3"/>
    <w:rsid w:val="00AD40F7"/>
    <w:rsid w:val="00AD4797"/>
    <w:rsid w:val="00AD51D8"/>
    <w:rsid w:val="00AD5493"/>
    <w:rsid w:val="00AD5906"/>
    <w:rsid w:val="00AD5E9E"/>
    <w:rsid w:val="00AD5ED8"/>
    <w:rsid w:val="00AD64B0"/>
    <w:rsid w:val="00AD6A82"/>
    <w:rsid w:val="00AD70B4"/>
    <w:rsid w:val="00AD7215"/>
    <w:rsid w:val="00AD75EF"/>
    <w:rsid w:val="00AD7609"/>
    <w:rsid w:val="00AD78B7"/>
    <w:rsid w:val="00AD7CE7"/>
    <w:rsid w:val="00AD7E55"/>
    <w:rsid w:val="00AE01B7"/>
    <w:rsid w:val="00AE0377"/>
    <w:rsid w:val="00AE085D"/>
    <w:rsid w:val="00AE0D80"/>
    <w:rsid w:val="00AE1036"/>
    <w:rsid w:val="00AE1A52"/>
    <w:rsid w:val="00AE1D74"/>
    <w:rsid w:val="00AE1E64"/>
    <w:rsid w:val="00AE2A18"/>
    <w:rsid w:val="00AE405C"/>
    <w:rsid w:val="00AE4543"/>
    <w:rsid w:val="00AE47B6"/>
    <w:rsid w:val="00AE4BBE"/>
    <w:rsid w:val="00AE5164"/>
    <w:rsid w:val="00AE5757"/>
    <w:rsid w:val="00AE5FCF"/>
    <w:rsid w:val="00AE61B1"/>
    <w:rsid w:val="00AE6376"/>
    <w:rsid w:val="00AE77E2"/>
    <w:rsid w:val="00AE77EB"/>
    <w:rsid w:val="00AE77EF"/>
    <w:rsid w:val="00AE783A"/>
    <w:rsid w:val="00AF0067"/>
    <w:rsid w:val="00AF0115"/>
    <w:rsid w:val="00AF0553"/>
    <w:rsid w:val="00AF0C9B"/>
    <w:rsid w:val="00AF0D11"/>
    <w:rsid w:val="00AF0DD5"/>
    <w:rsid w:val="00AF1BC1"/>
    <w:rsid w:val="00AF2A54"/>
    <w:rsid w:val="00AF3842"/>
    <w:rsid w:val="00AF39C7"/>
    <w:rsid w:val="00AF3EEC"/>
    <w:rsid w:val="00AF3F45"/>
    <w:rsid w:val="00AF4143"/>
    <w:rsid w:val="00AF42DA"/>
    <w:rsid w:val="00AF45A0"/>
    <w:rsid w:val="00AF4C38"/>
    <w:rsid w:val="00AF4D59"/>
    <w:rsid w:val="00AF4F8B"/>
    <w:rsid w:val="00AF545F"/>
    <w:rsid w:val="00AF568D"/>
    <w:rsid w:val="00AF56D3"/>
    <w:rsid w:val="00AF5972"/>
    <w:rsid w:val="00AF5F7E"/>
    <w:rsid w:val="00AF61F3"/>
    <w:rsid w:val="00AF633D"/>
    <w:rsid w:val="00AF658B"/>
    <w:rsid w:val="00AF78EB"/>
    <w:rsid w:val="00AF7B64"/>
    <w:rsid w:val="00B000D1"/>
    <w:rsid w:val="00B0054B"/>
    <w:rsid w:val="00B00856"/>
    <w:rsid w:val="00B008C6"/>
    <w:rsid w:val="00B0094A"/>
    <w:rsid w:val="00B00BFD"/>
    <w:rsid w:val="00B00C14"/>
    <w:rsid w:val="00B0124B"/>
    <w:rsid w:val="00B01807"/>
    <w:rsid w:val="00B018D5"/>
    <w:rsid w:val="00B01A41"/>
    <w:rsid w:val="00B01C6F"/>
    <w:rsid w:val="00B02177"/>
    <w:rsid w:val="00B02228"/>
    <w:rsid w:val="00B02F0C"/>
    <w:rsid w:val="00B02F1C"/>
    <w:rsid w:val="00B03180"/>
    <w:rsid w:val="00B036EF"/>
    <w:rsid w:val="00B03E31"/>
    <w:rsid w:val="00B04311"/>
    <w:rsid w:val="00B04708"/>
    <w:rsid w:val="00B04A36"/>
    <w:rsid w:val="00B04E55"/>
    <w:rsid w:val="00B04F21"/>
    <w:rsid w:val="00B057E5"/>
    <w:rsid w:val="00B05ADB"/>
    <w:rsid w:val="00B05B19"/>
    <w:rsid w:val="00B05EA0"/>
    <w:rsid w:val="00B0665D"/>
    <w:rsid w:val="00B06C64"/>
    <w:rsid w:val="00B0768F"/>
    <w:rsid w:val="00B07786"/>
    <w:rsid w:val="00B1080E"/>
    <w:rsid w:val="00B10815"/>
    <w:rsid w:val="00B10992"/>
    <w:rsid w:val="00B10F6F"/>
    <w:rsid w:val="00B1163D"/>
    <w:rsid w:val="00B117BA"/>
    <w:rsid w:val="00B11C84"/>
    <w:rsid w:val="00B120D4"/>
    <w:rsid w:val="00B12266"/>
    <w:rsid w:val="00B126F1"/>
    <w:rsid w:val="00B12C04"/>
    <w:rsid w:val="00B12C94"/>
    <w:rsid w:val="00B12F55"/>
    <w:rsid w:val="00B13084"/>
    <w:rsid w:val="00B130F0"/>
    <w:rsid w:val="00B13244"/>
    <w:rsid w:val="00B136B0"/>
    <w:rsid w:val="00B1377C"/>
    <w:rsid w:val="00B1400C"/>
    <w:rsid w:val="00B151E6"/>
    <w:rsid w:val="00B16955"/>
    <w:rsid w:val="00B16CB8"/>
    <w:rsid w:val="00B17201"/>
    <w:rsid w:val="00B17DCF"/>
    <w:rsid w:val="00B203C9"/>
    <w:rsid w:val="00B20594"/>
    <w:rsid w:val="00B21653"/>
    <w:rsid w:val="00B216C9"/>
    <w:rsid w:val="00B21C5F"/>
    <w:rsid w:val="00B22149"/>
    <w:rsid w:val="00B2250E"/>
    <w:rsid w:val="00B22997"/>
    <w:rsid w:val="00B22D27"/>
    <w:rsid w:val="00B22F92"/>
    <w:rsid w:val="00B2343B"/>
    <w:rsid w:val="00B23B45"/>
    <w:rsid w:val="00B23BC4"/>
    <w:rsid w:val="00B23EC4"/>
    <w:rsid w:val="00B23EEB"/>
    <w:rsid w:val="00B23F2B"/>
    <w:rsid w:val="00B24081"/>
    <w:rsid w:val="00B24805"/>
    <w:rsid w:val="00B24AF2"/>
    <w:rsid w:val="00B24B0A"/>
    <w:rsid w:val="00B24B96"/>
    <w:rsid w:val="00B24DDA"/>
    <w:rsid w:val="00B24DDD"/>
    <w:rsid w:val="00B24F32"/>
    <w:rsid w:val="00B250E5"/>
    <w:rsid w:val="00B25716"/>
    <w:rsid w:val="00B25EB9"/>
    <w:rsid w:val="00B2613D"/>
    <w:rsid w:val="00B26781"/>
    <w:rsid w:val="00B267E3"/>
    <w:rsid w:val="00B268BF"/>
    <w:rsid w:val="00B26DAA"/>
    <w:rsid w:val="00B27347"/>
    <w:rsid w:val="00B2760D"/>
    <w:rsid w:val="00B27DA1"/>
    <w:rsid w:val="00B3062A"/>
    <w:rsid w:val="00B30C59"/>
    <w:rsid w:val="00B30E66"/>
    <w:rsid w:val="00B30F17"/>
    <w:rsid w:val="00B32EF5"/>
    <w:rsid w:val="00B34B50"/>
    <w:rsid w:val="00B34DFC"/>
    <w:rsid w:val="00B34E33"/>
    <w:rsid w:val="00B3536F"/>
    <w:rsid w:val="00B3547F"/>
    <w:rsid w:val="00B361D6"/>
    <w:rsid w:val="00B3655C"/>
    <w:rsid w:val="00B368E2"/>
    <w:rsid w:val="00B36C51"/>
    <w:rsid w:val="00B36CEC"/>
    <w:rsid w:val="00B37034"/>
    <w:rsid w:val="00B3707B"/>
    <w:rsid w:val="00B37150"/>
    <w:rsid w:val="00B37730"/>
    <w:rsid w:val="00B37BB8"/>
    <w:rsid w:val="00B37CAD"/>
    <w:rsid w:val="00B403C6"/>
    <w:rsid w:val="00B409A5"/>
    <w:rsid w:val="00B412CB"/>
    <w:rsid w:val="00B41456"/>
    <w:rsid w:val="00B414B4"/>
    <w:rsid w:val="00B41961"/>
    <w:rsid w:val="00B42294"/>
    <w:rsid w:val="00B42594"/>
    <w:rsid w:val="00B42679"/>
    <w:rsid w:val="00B427BB"/>
    <w:rsid w:val="00B42A7A"/>
    <w:rsid w:val="00B42B4C"/>
    <w:rsid w:val="00B42EEA"/>
    <w:rsid w:val="00B433F6"/>
    <w:rsid w:val="00B4366B"/>
    <w:rsid w:val="00B437CA"/>
    <w:rsid w:val="00B43A14"/>
    <w:rsid w:val="00B43E17"/>
    <w:rsid w:val="00B44204"/>
    <w:rsid w:val="00B44362"/>
    <w:rsid w:val="00B448D0"/>
    <w:rsid w:val="00B44A5C"/>
    <w:rsid w:val="00B44C3A"/>
    <w:rsid w:val="00B45356"/>
    <w:rsid w:val="00B4544C"/>
    <w:rsid w:val="00B454C6"/>
    <w:rsid w:val="00B45E97"/>
    <w:rsid w:val="00B45FE0"/>
    <w:rsid w:val="00B46086"/>
    <w:rsid w:val="00B4619A"/>
    <w:rsid w:val="00B468B9"/>
    <w:rsid w:val="00B46AD5"/>
    <w:rsid w:val="00B46BDA"/>
    <w:rsid w:val="00B475DE"/>
    <w:rsid w:val="00B477B0"/>
    <w:rsid w:val="00B50714"/>
    <w:rsid w:val="00B50B12"/>
    <w:rsid w:val="00B51241"/>
    <w:rsid w:val="00B51453"/>
    <w:rsid w:val="00B516C0"/>
    <w:rsid w:val="00B51F31"/>
    <w:rsid w:val="00B52886"/>
    <w:rsid w:val="00B540B0"/>
    <w:rsid w:val="00B54695"/>
    <w:rsid w:val="00B54A56"/>
    <w:rsid w:val="00B54DF7"/>
    <w:rsid w:val="00B55DFD"/>
    <w:rsid w:val="00B5636B"/>
    <w:rsid w:val="00B563D2"/>
    <w:rsid w:val="00B5685B"/>
    <w:rsid w:val="00B57627"/>
    <w:rsid w:val="00B57E3F"/>
    <w:rsid w:val="00B6006E"/>
    <w:rsid w:val="00B618ED"/>
    <w:rsid w:val="00B61B26"/>
    <w:rsid w:val="00B61F10"/>
    <w:rsid w:val="00B62508"/>
    <w:rsid w:val="00B62CFD"/>
    <w:rsid w:val="00B646C9"/>
    <w:rsid w:val="00B64701"/>
    <w:rsid w:val="00B64BA1"/>
    <w:rsid w:val="00B64D8B"/>
    <w:rsid w:val="00B64F1D"/>
    <w:rsid w:val="00B651B1"/>
    <w:rsid w:val="00B65517"/>
    <w:rsid w:val="00B6563B"/>
    <w:rsid w:val="00B65A2E"/>
    <w:rsid w:val="00B65F62"/>
    <w:rsid w:val="00B665B9"/>
    <w:rsid w:val="00B66860"/>
    <w:rsid w:val="00B678A4"/>
    <w:rsid w:val="00B67D1C"/>
    <w:rsid w:val="00B67EF6"/>
    <w:rsid w:val="00B70BC7"/>
    <w:rsid w:val="00B710F3"/>
    <w:rsid w:val="00B71667"/>
    <w:rsid w:val="00B71D88"/>
    <w:rsid w:val="00B71E89"/>
    <w:rsid w:val="00B72133"/>
    <w:rsid w:val="00B72254"/>
    <w:rsid w:val="00B7226E"/>
    <w:rsid w:val="00B72DFF"/>
    <w:rsid w:val="00B73107"/>
    <w:rsid w:val="00B731CD"/>
    <w:rsid w:val="00B747AA"/>
    <w:rsid w:val="00B74AF5"/>
    <w:rsid w:val="00B74C74"/>
    <w:rsid w:val="00B74D04"/>
    <w:rsid w:val="00B74EDB"/>
    <w:rsid w:val="00B75488"/>
    <w:rsid w:val="00B77C3A"/>
    <w:rsid w:val="00B77C43"/>
    <w:rsid w:val="00B77FF9"/>
    <w:rsid w:val="00B800BB"/>
    <w:rsid w:val="00B80455"/>
    <w:rsid w:val="00B80B17"/>
    <w:rsid w:val="00B80C39"/>
    <w:rsid w:val="00B8144B"/>
    <w:rsid w:val="00B81835"/>
    <w:rsid w:val="00B821FF"/>
    <w:rsid w:val="00B8250A"/>
    <w:rsid w:val="00B8272E"/>
    <w:rsid w:val="00B82843"/>
    <w:rsid w:val="00B828D7"/>
    <w:rsid w:val="00B82F9A"/>
    <w:rsid w:val="00B834F2"/>
    <w:rsid w:val="00B8493B"/>
    <w:rsid w:val="00B84BD3"/>
    <w:rsid w:val="00B85190"/>
    <w:rsid w:val="00B8565C"/>
    <w:rsid w:val="00B8631E"/>
    <w:rsid w:val="00B86DAE"/>
    <w:rsid w:val="00B873CF"/>
    <w:rsid w:val="00B87788"/>
    <w:rsid w:val="00B87840"/>
    <w:rsid w:val="00B87E68"/>
    <w:rsid w:val="00B902DD"/>
    <w:rsid w:val="00B9069A"/>
    <w:rsid w:val="00B90804"/>
    <w:rsid w:val="00B90AAE"/>
    <w:rsid w:val="00B91360"/>
    <w:rsid w:val="00B9164F"/>
    <w:rsid w:val="00B91A6D"/>
    <w:rsid w:val="00B921BC"/>
    <w:rsid w:val="00B9246C"/>
    <w:rsid w:val="00B930A4"/>
    <w:rsid w:val="00B9310A"/>
    <w:rsid w:val="00B93361"/>
    <w:rsid w:val="00B93972"/>
    <w:rsid w:val="00B93C25"/>
    <w:rsid w:val="00B940D4"/>
    <w:rsid w:val="00B9438F"/>
    <w:rsid w:val="00B9495B"/>
    <w:rsid w:val="00B94A2F"/>
    <w:rsid w:val="00B953F3"/>
    <w:rsid w:val="00B95A2F"/>
    <w:rsid w:val="00B9659F"/>
    <w:rsid w:val="00B96883"/>
    <w:rsid w:val="00B96D3E"/>
    <w:rsid w:val="00B97016"/>
    <w:rsid w:val="00B97370"/>
    <w:rsid w:val="00B9787A"/>
    <w:rsid w:val="00B97D50"/>
    <w:rsid w:val="00B97DB6"/>
    <w:rsid w:val="00BA02DC"/>
    <w:rsid w:val="00BA03B4"/>
    <w:rsid w:val="00BA0415"/>
    <w:rsid w:val="00BA0D01"/>
    <w:rsid w:val="00BA0EEA"/>
    <w:rsid w:val="00BA156C"/>
    <w:rsid w:val="00BA1703"/>
    <w:rsid w:val="00BA187D"/>
    <w:rsid w:val="00BA1A4C"/>
    <w:rsid w:val="00BA2731"/>
    <w:rsid w:val="00BA29CD"/>
    <w:rsid w:val="00BA29D3"/>
    <w:rsid w:val="00BA2E8B"/>
    <w:rsid w:val="00BA2E8D"/>
    <w:rsid w:val="00BA306C"/>
    <w:rsid w:val="00BA3257"/>
    <w:rsid w:val="00BA37BA"/>
    <w:rsid w:val="00BA42D3"/>
    <w:rsid w:val="00BA4451"/>
    <w:rsid w:val="00BA49EB"/>
    <w:rsid w:val="00BA4FC5"/>
    <w:rsid w:val="00BA536B"/>
    <w:rsid w:val="00BA54C8"/>
    <w:rsid w:val="00BA5D2B"/>
    <w:rsid w:val="00BA618B"/>
    <w:rsid w:val="00BA6649"/>
    <w:rsid w:val="00BA711B"/>
    <w:rsid w:val="00BA7649"/>
    <w:rsid w:val="00BA7B56"/>
    <w:rsid w:val="00BA7B92"/>
    <w:rsid w:val="00BA7E26"/>
    <w:rsid w:val="00BB0081"/>
    <w:rsid w:val="00BB032F"/>
    <w:rsid w:val="00BB04AF"/>
    <w:rsid w:val="00BB157F"/>
    <w:rsid w:val="00BB15D7"/>
    <w:rsid w:val="00BB1716"/>
    <w:rsid w:val="00BB2481"/>
    <w:rsid w:val="00BB24F6"/>
    <w:rsid w:val="00BB2546"/>
    <w:rsid w:val="00BB2E12"/>
    <w:rsid w:val="00BB2FE1"/>
    <w:rsid w:val="00BB3225"/>
    <w:rsid w:val="00BB372B"/>
    <w:rsid w:val="00BB3F95"/>
    <w:rsid w:val="00BB4321"/>
    <w:rsid w:val="00BB4A13"/>
    <w:rsid w:val="00BB4AFB"/>
    <w:rsid w:val="00BB5BD4"/>
    <w:rsid w:val="00BB5DD4"/>
    <w:rsid w:val="00BB5FA9"/>
    <w:rsid w:val="00BB618C"/>
    <w:rsid w:val="00BB6900"/>
    <w:rsid w:val="00BC0008"/>
    <w:rsid w:val="00BC034F"/>
    <w:rsid w:val="00BC053D"/>
    <w:rsid w:val="00BC0718"/>
    <w:rsid w:val="00BC12B3"/>
    <w:rsid w:val="00BC1570"/>
    <w:rsid w:val="00BC1963"/>
    <w:rsid w:val="00BC1AC2"/>
    <w:rsid w:val="00BC1E46"/>
    <w:rsid w:val="00BC2AE6"/>
    <w:rsid w:val="00BC2D7C"/>
    <w:rsid w:val="00BC2DE5"/>
    <w:rsid w:val="00BC30BE"/>
    <w:rsid w:val="00BC311E"/>
    <w:rsid w:val="00BC335A"/>
    <w:rsid w:val="00BC3515"/>
    <w:rsid w:val="00BC3633"/>
    <w:rsid w:val="00BC3900"/>
    <w:rsid w:val="00BC436B"/>
    <w:rsid w:val="00BC48B3"/>
    <w:rsid w:val="00BC49AB"/>
    <w:rsid w:val="00BC5182"/>
    <w:rsid w:val="00BC5683"/>
    <w:rsid w:val="00BC56AC"/>
    <w:rsid w:val="00BC5CE4"/>
    <w:rsid w:val="00BC607D"/>
    <w:rsid w:val="00BC61FB"/>
    <w:rsid w:val="00BC69D2"/>
    <w:rsid w:val="00BC7173"/>
    <w:rsid w:val="00BC7457"/>
    <w:rsid w:val="00BC755D"/>
    <w:rsid w:val="00BC7885"/>
    <w:rsid w:val="00BC7EF8"/>
    <w:rsid w:val="00BD0F56"/>
    <w:rsid w:val="00BD108E"/>
    <w:rsid w:val="00BD112F"/>
    <w:rsid w:val="00BD11D2"/>
    <w:rsid w:val="00BD125B"/>
    <w:rsid w:val="00BD1323"/>
    <w:rsid w:val="00BD13BC"/>
    <w:rsid w:val="00BD1606"/>
    <w:rsid w:val="00BD1667"/>
    <w:rsid w:val="00BD1AD3"/>
    <w:rsid w:val="00BD1ADA"/>
    <w:rsid w:val="00BD23BD"/>
    <w:rsid w:val="00BD2C8E"/>
    <w:rsid w:val="00BD2F9E"/>
    <w:rsid w:val="00BD2FA2"/>
    <w:rsid w:val="00BD38AF"/>
    <w:rsid w:val="00BD39AC"/>
    <w:rsid w:val="00BD3DDB"/>
    <w:rsid w:val="00BD3FDA"/>
    <w:rsid w:val="00BD429F"/>
    <w:rsid w:val="00BD5113"/>
    <w:rsid w:val="00BD5848"/>
    <w:rsid w:val="00BD592F"/>
    <w:rsid w:val="00BD5EB7"/>
    <w:rsid w:val="00BD63B3"/>
    <w:rsid w:val="00BD715D"/>
    <w:rsid w:val="00BD772C"/>
    <w:rsid w:val="00BD78AF"/>
    <w:rsid w:val="00BD79A8"/>
    <w:rsid w:val="00BD7B51"/>
    <w:rsid w:val="00BD7CB1"/>
    <w:rsid w:val="00BE0A15"/>
    <w:rsid w:val="00BE1848"/>
    <w:rsid w:val="00BE1DFF"/>
    <w:rsid w:val="00BE1EEC"/>
    <w:rsid w:val="00BE26DE"/>
    <w:rsid w:val="00BE2716"/>
    <w:rsid w:val="00BE2865"/>
    <w:rsid w:val="00BE2BC6"/>
    <w:rsid w:val="00BE31D6"/>
    <w:rsid w:val="00BE3564"/>
    <w:rsid w:val="00BE3814"/>
    <w:rsid w:val="00BE3D01"/>
    <w:rsid w:val="00BE3D8D"/>
    <w:rsid w:val="00BE3DD3"/>
    <w:rsid w:val="00BE3E79"/>
    <w:rsid w:val="00BE3F2B"/>
    <w:rsid w:val="00BE423E"/>
    <w:rsid w:val="00BE43E3"/>
    <w:rsid w:val="00BE4A3A"/>
    <w:rsid w:val="00BE5445"/>
    <w:rsid w:val="00BE5D6C"/>
    <w:rsid w:val="00BE6DD7"/>
    <w:rsid w:val="00BE7269"/>
    <w:rsid w:val="00BE7460"/>
    <w:rsid w:val="00BE7668"/>
    <w:rsid w:val="00BE76DF"/>
    <w:rsid w:val="00BE782A"/>
    <w:rsid w:val="00BE7AB1"/>
    <w:rsid w:val="00BF0362"/>
    <w:rsid w:val="00BF11EA"/>
    <w:rsid w:val="00BF1AC8"/>
    <w:rsid w:val="00BF2529"/>
    <w:rsid w:val="00BF2698"/>
    <w:rsid w:val="00BF2739"/>
    <w:rsid w:val="00BF28CA"/>
    <w:rsid w:val="00BF2C9A"/>
    <w:rsid w:val="00BF35CE"/>
    <w:rsid w:val="00BF35D4"/>
    <w:rsid w:val="00BF37C1"/>
    <w:rsid w:val="00BF54B8"/>
    <w:rsid w:val="00BF5684"/>
    <w:rsid w:val="00BF5AE5"/>
    <w:rsid w:val="00BF6355"/>
    <w:rsid w:val="00BF6374"/>
    <w:rsid w:val="00BF642F"/>
    <w:rsid w:val="00BF65BE"/>
    <w:rsid w:val="00BF672C"/>
    <w:rsid w:val="00BF69E0"/>
    <w:rsid w:val="00BF6A5B"/>
    <w:rsid w:val="00BF6ABD"/>
    <w:rsid w:val="00BF6D12"/>
    <w:rsid w:val="00BF6FFD"/>
    <w:rsid w:val="00BF72F1"/>
    <w:rsid w:val="00BF7345"/>
    <w:rsid w:val="00BF79E8"/>
    <w:rsid w:val="00BF7DD2"/>
    <w:rsid w:val="00C00B4E"/>
    <w:rsid w:val="00C00DD4"/>
    <w:rsid w:val="00C01432"/>
    <w:rsid w:val="00C0221F"/>
    <w:rsid w:val="00C02454"/>
    <w:rsid w:val="00C03149"/>
    <w:rsid w:val="00C0340F"/>
    <w:rsid w:val="00C037BE"/>
    <w:rsid w:val="00C03C5E"/>
    <w:rsid w:val="00C0442E"/>
    <w:rsid w:val="00C044A1"/>
    <w:rsid w:val="00C044D1"/>
    <w:rsid w:val="00C04B9F"/>
    <w:rsid w:val="00C04F53"/>
    <w:rsid w:val="00C04F72"/>
    <w:rsid w:val="00C051A0"/>
    <w:rsid w:val="00C05513"/>
    <w:rsid w:val="00C05FC1"/>
    <w:rsid w:val="00C06075"/>
    <w:rsid w:val="00C0625B"/>
    <w:rsid w:val="00C06E23"/>
    <w:rsid w:val="00C06F02"/>
    <w:rsid w:val="00C070A5"/>
    <w:rsid w:val="00C0768B"/>
    <w:rsid w:val="00C077C0"/>
    <w:rsid w:val="00C0798F"/>
    <w:rsid w:val="00C07BCB"/>
    <w:rsid w:val="00C07BD1"/>
    <w:rsid w:val="00C102CF"/>
    <w:rsid w:val="00C1060D"/>
    <w:rsid w:val="00C11247"/>
    <w:rsid w:val="00C1142C"/>
    <w:rsid w:val="00C11819"/>
    <w:rsid w:val="00C11C37"/>
    <w:rsid w:val="00C127AB"/>
    <w:rsid w:val="00C12D93"/>
    <w:rsid w:val="00C13180"/>
    <w:rsid w:val="00C13346"/>
    <w:rsid w:val="00C13A9A"/>
    <w:rsid w:val="00C143FE"/>
    <w:rsid w:val="00C144F5"/>
    <w:rsid w:val="00C1469D"/>
    <w:rsid w:val="00C1525C"/>
    <w:rsid w:val="00C15374"/>
    <w:rsid w:val="00C156FF"/>
    <w:rsid w:val="00C15827"/>
    <w:rsid w:val="00C15B97"/>
    <w:rsid w:val="00C15C66"/>
    <w:rsid w:val="00C163A4"/>
    <w:rsid w:val="00C16516"/>
    <w:rsid w:val="00C16753"/>
    <w:rsid w:val="00C16898"/>
    <w:rsid w:val="00C16A24"/>
    <w:rsid w:val="00C16D83"/>
    <w:rsid w:val="00C1707A"/>
    <w:rsid w:val="00C17F3F"/>
    <w:rsid w:val="00C20751"/>
    <w:rsid w:val="00C20FC8"/>
    <w:rsid w:val="00C219AE"/>
    <w:rsid w:val="00C21CAA"/>
    <w:rsid w:val="00C21CAC"/>
    <w:rsid w:val="00C21CD5"/>
    <w:rsid w:val="00C21DA6"/>
    <w:rsid w:val="00C220DC"/>
    <w:rsid w:val="00C221B7"/>
    <w:rsid w:val="00C22A53"/>
    <w:rsid w:val="00C22E06"/>
    <w:rsid w:val="00C23458"/>
    <w:rsid w:val="00C234A6"/>
    <w:rsid w:val="00C23635"/>
    <w:rsid w:val="00C23C0E"/>
    <w:rsid w:val="00C23EE3"/>
    <w:rsid w:val="00C2434A"/>
    <w:rsid w:val="00C2472A"/>
    <w:rsid w:val="00C24795"/>
    <w:rsid w:val="00C24DB2"/>
    <w:rsid w:val="00C24F02"/>
    <w:rsid w:val="00C25622"/>
    <w:rsid w:val="00C25978"/>
    <w:rsid w:val="00C25C9A"/>
    <w:rsid w:val="00C26CBF"/>
    <w:rsid w:val="00C26F4A"/>
    <w:rsid w:val="00C279DE"/>
    <w:rsid w:val="00C27A53"/>
    <w:rsid w:val="00C27BEE"/>
    <w:rsid w:val="00C3029B"/>
    <w:rsid w:val="00C3063C"/>
    <w:rsid w:val="00C3067D"/>
    <w:rsid w:val="00C30BDE"/>
    <w:rsid w:val="00C31D28"/>
    <w:rsid w:val="00C32300"/>
    <w:rsid w:val="00C324E4"/>
    <w:rsid w:val="00C332D6"/>
    <w:rsid w:val="00C342F1"/>
    <w:rsid w:val="00C34C91"/>
    <w:rsid w:val="00C355B4"/>
    <w:rsid w:val="00C35618"/>
    <w:rsid w:val="00C35A42"/>
    <w:rsid w:val="00C36F5C"/>
    <w:rsid w:val="00C3748A"/>
    <w:rsid w:val="00C375BC"/>
    <w:rsid w:val="00C375E9"/>
    <w:rsid w:val="00C37695"/>
    <w:rsid w:val="00C37AC1"/>
    <w:rsid w:val="00C4006C"/>
    <w:rsid w:val="00C404DC"/>
    <w:rsid w:val="00C4099F"/>
    <w:rsid w:val="00C412FD"/>
    <w:rsid w:val="00C416A7"/>
    <w:rsid w:val="00C416FE"/>
    <w:rsid w:val="00C41753"/>
    <w:rsid w:val="00C41B8F"/>
    <w:rsid w:val="00C41E7F"/>
    <w:rsid w:val="00C42163"/>
    <w:rsid w:val="00C4221D"/>
    <w:rsid w:val="00C42F8F"/>
    <w:rsid w:val="00C4304A"/>
    <w:rsid w:val="00C43228"/>
    <w:rsid w:val="00C43508"/>
    <w:rsid w:val="00C4359F"/>
    <w:rsid w:val="00C438B9"/>
    <w:rsid w:val="00C43C77"/>
    <w:rsid w:val="00C43CB2"/>
    <w:rsid w:val="00C43F9E"/>
    <w:rsid w:val="00C445AF"/>
    <w:rsid w:val="00C452D6"/>
    <w:rsid w:val="00C453AA"/>
    <w:rsid w:val="00C455F4"/>
    <w:rsid w:val="00C455FA"/>
    <w:rsid w:val="00C4650C"/>
    <w:rsid w:val="00C46975"/>
    <w:rsid w:val="00C46AED"/>
    <w:rsid w:val="00C46F3B"/>
    <w:rsid w:val="00C47095"/>
    <w:rsid w:val="00C478A2"/>
    <w:rsid w:val="00C500FE"/>
    <w:rsid w:val="00C50742"/>
    <w:rsid w:val="00C50EB2"/>
    <w:rsid w:val="00C5102E"/>
    <w:rsid w:val="00C511CB"/>
    <w:rsid w:val="00C51BBD"/>
    <w:rsid w:val="00C520C5"/>
    <w:rsid w:val="00C5216E"/>
    <w:rsid w:val="00C5273A"/>
    <w:rsid w:val="00C527B8"/>
    <w:rsid w:val="00C52828"/>
    <w:rsid w:val="00C52842"/>
    <w:rsid w:val="00C52946"/>
    <w:rsid w:val="00C52B16"/>
    <w:rsid w:val="00C52FBD"/>
    <w:rsid w:val="00C53084"/>
    <w:rsid w:val="00C53491"/>
    <w:rsid w:val="00C5368D"/>
    <w:rsid w:val="00C536C9"/>
    <w:rsid w:val="00C53FB1"/>
    <w:rsid w:val="00C54AE9"/>
    <w:rsid w:val="00C54C0E"/>
    <w:rsid w:val="00C55C6D"/>
    <w:rsid w:val="00C55D2A"/>
    <w:rsid w:val="00C56282"/>
    <w:rsid w:val="00C563D2"/>
    <w:rsid w:val="00C56956"/>
    <w:rsid w:val="00C56AD3"/>
    <w:rsid w:val="00C56CA9"/>
    <w:rsid w:val="00C57B3C"/>
    <w:rsid w:val="00C57FC4"/>
    <w:rsid w:val="00C6050C"/>
    <w:rsid w:val="00C606DD"/>
    <w:rsid w:val="00C607BE"/>
    <w:rsid w:val="00C614DC"/>
    <w:rsid w:val="00C61589"/>
    <w:rsid w:val="00C6168D"/>
    <w:rsid w:val="00C617F3"/>
    <w:rsid w:val="00C61A60"/>
    <w:rsid w:val="00C62225"/>
    <w:rsid w:val="00C6259D"/>
    <w:rsid w:val="00C62A3E"/>
    <w:rsid w:val="00C62A91"/>
    <w:rsid w:val="00C62D50"/>
    <w:rsid w:val="00C62FF0"/>
    <w:rsid w:val="00C6351D"/>
    <w:rsid w:val="00C635A4"/>
    <w:rsid w:val="00C635C0"/>
    <w:rsid w:val="00C635F1"/>
    <w:rsid w:val="00C63715"/>
    <w:rsid w:val="00C63D24"/>
    <w:rsid w:val="00C63FED"/>
    <w:rsid w:val="00C64560"/>
    <w:rsid w:val="00C64929"/>
    <w:rsid w:val="00C64CA9"/>
    <w:rsid w:val="00C669AD"/>
    <w:rsid w:val="00C66B79"/>
    <w:rsid w:val="00C6706E"/>
    <w:rsid w:val="00C6715B"/>
    <w:rsid w:val="00C6718A"/>
    <w:rsid w:val="00C6765C"/>
    <w:rsid w:val="00C67769"/>
    <w:rsid w:val="00C6783D"/>
    <w:rsid w:val="00C67CE7"/>
    <w:rsid w:val="00C67E3B"/>
    <w:rsid w:val="00C67F6E"/>
    <w:rsid w:val="00C70897"/>
    <w:rsid w:val="00C70BBC"/>
    <w:rsid w:val="00C71928"/>
    <w:rsid w:val="00C723C5"/>
    <w:rsid w:val="00C7255C"/>
    <w:rsid w:val="00C7259C"/>
    <w:rsid w:val="00C72E3C"/>
    <w:rsid w:val="00C73074"/>
    <w:rsid w:val="00C739EC"/>
    <w:rsid w:val="00C73DC5"/>
    <w:rsid w:val="00C73E3F"/>
    <w:rsid w:val="00C7435A"/>
    <w:rsid w:val="00C748DA"/>
    <w:rsid w:val="00C74C49"/>
    <w:rsid w:val="00C7507D"/>
    <w:rsid w:val="00C7538D"/>
    <w:rsid w:val="00C75457"/>
    <w:rsid w:val="00C75A57"/>
    <w:rsid w:val="00C75DCB"/>
    <w:rsid w:val="00C75F7D"/>
    <w:rsid w:val="00C76466"/>
    <w:rsid w:val="00C7672F"/>
    <w:rsid w:val="00C768D8"/>
    <w:rsid w:val="00C76B78"/>
    <w:rsid w:val="00C771E4"/>
    <w:rsid w:val="00C771F8"/>
    <w:rsid w:val="00C771FD"/>
    <w:rsid w:val="00C77532"/>
    <w:rsid w:val="00C77CB1"/>
    <w:rsid w:val="00C77D6C"/>
    <w:rsid w:val="00C8052C"/>
    <w:rsid w:val="00C806D2"/>
    <w:rsid w:val="00C80C89"/>
    <w:rsid w:val="00C8142F"/>
    <w:rsid w:val="00C8197C"/>
    <w:rsid w:val="00C819F4"/>
    <w:rsid w:val="00C81A99"/>
    <w:rsid w:val="00C81D43"/>
    <w:rsid w:val="00C822F8"/>
    <w:rsid w:val="00C8302F"/>
    <w:rsid w:val="00C83105"/>
    <w:rsid w:val="00C8386A"/>
    <w:rsid w:val="00C83965"/>
    <w:rsid w:val="00C83A04"/>
    <w:rsid w:val="00C841E5"/>
    <w:rsid w:val="00C842B1"/>
    <w:rsid w:val="00C842BC"/>
    <w:rsid w:val="00C84551"/>
    <w:rsid w:val="00C85127"/>
    <w:rsid w:val="00C85179"/>
    <w:rsid w:val="00C852C3"/>
    <w:rsid w:val="00C86372"/>
    <w:rsid w:val="00C864EB"/>
    <w:rsid w:val="00C86AD0"/>
    <w:rsid w:val="00C86BFA"/>
    <w:rsid w:val="00C86DE6"/>
    <w:rsid w:val="00C87148"/>
    <w:rsid w:val="00C900B0"/>
    <w:rsid w:val="00C9026C"/>
    <w:rsid w:val="00C9091F"/>
    <w:rsid w:val="00C9221C"/>
    <w:rsid w:val="00C924E4"/>
    <w:rsid w:val="00C92518"/>
    <w:rsid w:val="00C9295B"/>
    <w:rsid w:val="00C92B1F"/>
    <w:rsid w:val="00C932CA"/>
    <w:rsid w:val="00C934DF"/>
    <w:rsid w:val="00C93AB8"/>
    <w:rsid w:val="00C93BFE"/>
    <w:rsid w:val="00C94D4A"/>
    <w:rsid w:val="00C94E78"/>
    <w:rsid w:val="00C94EF5"/>
    <w:rsid w:val="00C954AD"/>
    <w:rsid w:val="00C95D3A"/>
    <w:rsid w:val="00C95F8F"/>
    <w:rsid w:val="00C960DA"/>
    <w:rsid w:val="00C96817"/>
    <w:rsid w:val="00C96B62"/>
    <w:rsid w:val="00C970C2"/>
    <w:rsid w:val="00C970EE"/>
    <w:rsid w:val="00C97189"/>
    <w:rsid w:val="00C97462"/>
    <w:rsid w:val="00C97477"/>
    <w:rsid w:val="00C97BE4"/>
    <w:rsid w:val="00CA0210"/>
    <w:rsid w:val="00CA0397"/>
    <w:rsid w:val="00CA0C4C"/>
    <w:rsid w:val="00CA0E94"/>
    <w:rsid w:val="00CA0EC0"/>
    <w:rsid w:val="00CA15BF"/>
    <w:rsid w:val="00CA1740"/>
    <w:rsid w:val="00CA17F1"/>
    <w:rsid w:val="00CA1935"/>
    <w:rsid w:val="00CA1BCB"/>
    <w:rsid w:val="00CA22E7"/>
    <w:rsid w:val="00CA25BB"/>
    <w:rsid w:val="00CA2DE9"/>
    <w:rsid w:val="00CA30AD"/>
    <w:rsid w:val="00CA3227"/>
    <w:rsid w:val="00CA343F"/>
    <w:rsid w:val="00CA3999"/>
    <w:rsid w:val="00CA3C73"/>
    <w:rsid w:val="00CA3E21"/>
    <w:rsid w:val="00CA430B"/>
    <w:rsid w:val="00CA4311"/>
    <w:rsid w:val="00CA5182"/>
    <w:rsid w:val="00CA51E5"/>
    <w:rsid w:val="00CA5240"/>
    <w:rsid w:val="00CA547F"/>
    <w:rsid w:val="00CA580E"/>
    <w:rsid w:val="00CA5B0E"/>
    <w:rsid w:val="00CA5C3E"/>
    <w:rsid w:val="00CA5C5D"/>
    <w:rsid w:val="00CA6082"/>
    <w:rsid w:val="00CA6DFC"/>
    <w:rsid w:val="00CA6E2E"/>
    <w:rsid w:val="00CA7286"/>
    <w:rsid w:val="00CA7361"/>
    <w:rsid w:val="00CA79B8"/>
    <w:rsid w:val="00CB0129"/>
    <w:rsid w:val="00CB0339"/>
    <w:rsid w:val="00CB0641"/>
    <w:rsid w:val="00CB07FA"/>
    <w:rsid w:val="00CB0E8B"/>
    <w:rsid w:val="00CB144F"/>
    <w:rsid w:val="00CB1898"/>
    <w:rsid w:val="00CB1F5E"/>
    <w:rsid w:val="00CB2976"/>
    <w:rsid w:val="00CB2AFF"/>
    <w:rsid w:val="00CB2B82"/>
    <w:rsid w:val="00CB45D3"/>
    <w:rsid w:val="00CB4639"/>
    <w:rsid w:val="00CB55A2"/>
    <w:rsid w:val="00CB58BC"/>
    <w:rsid w:val="00CB5B38"/>
    <w:rsid w:val="00CB5EEC"/>
    <w:rsid w:val="00CB5F83"/>
    <w:rsid w:val="00CB608C"/>
    <w:rsid w:val="00CB69FB"/>
    <w:rsid w:val="00CB6C13"/>
    <w:rsid w:val="00CB6D5D"/>
    <w:rsid w:val="00CB738B"/>
    <w:rsid w:val="00CB74A2"/>
    <w:rsid w:val="00CB7D32"/>
    <w:rsid w:val="00CC0131"/>
    <w:rsid w:val="00CC04B0"/>
    <w:rsid w:val="00CC05A5"/>
    <w:rsid w:val="00CC071A"/>
    <w:rsid w:val="00CC0955"/>
    <w:rsid w:val="00CC0E20"/>
    <w:rsid w:val="00CC1AB6"/>
    <w:rsid w:val="00CC20C3"/>
    <w:rsid w:val="00CC215A"/>
    <w:rsid w:val="00CC25F5"/>
    <w:rsid w:val="00CC262A"/>
    <w:rsid w:val="00CC27AD"/>
    <w:rsid w:val="00CC2846"/>
    <w:rsid w:val="00CC2E19"/>
    <w:rsid w:val="00CC2E3F"/>
    <w:rsid w:val="00CC415F"/>
    <w:rsid w:val="00CC44FB"/>
    <w:rsid w:val="00CC4638"/>
    <w:rsid w:val="00CC4645"/>
    <w:rsid w:val="00CC4870"/>
    <w:rsid w:val="00CC513E"/>
    <w:rsid w:val="00CC5744"/>
    <w:rsid w:val="00CC6461"/>
    <w:rsid w:val="00CC685B"/>
    <w:rsid w:val="00CC6A0D"/>
    <w:rsid w:val="00CC6BEF"/>
    <w:rsid w:val="00CC6C32"/>
    <w:rsid w:val="00CC7254"/>
    <w:rsid w:val="00CC77D3"/>
    <w:rsid w:val="00CC7A8F"/>
    <w:rsid w:val="00CC7BD1"/>
    <w:rsid w:val="00CD0168"/>
    <w:rsid w:val="00CD0812"/>
    <w:rsid w:val="00CD105B"/>
    <w:rsid w:val="00CD11A2"/>
    <w:rsid w:val="00CD133F"/>
    <w:rsid w:val="00CD16C5"/>
    <w:rsid w:val="00CD1A6D"/>
    <w:rsid w:val="00CD1BDE"/>
    <w:rsid w:val="00CD1DA2"/>
    <w:rsid w:val="00CD2014"/>
    <w:rsid w:val="00CD2279"/>
    <w:rsid w:val="00CD2361"/>
    <w:rsid w:val="00CD2639"/>
    <w:rsid w:val="00CD26F0"/>
    <w:rsid w:val="00CD29CE"/>
    <w:rsid w:val="00CD35FB"/>
    <w:rsid w:val="00CD368B"/>
    <w:rsid w:val="00CD42C1"/>
    <w:rsid w:val="00CD43E3"/>
    <w:rsid w:val="00CD4686"/>
    <w:rsid w:val="00CD4765"/>
    <w:rsid w:val="00CD51E2"/>
    <w:rsid w:val="00CD5506"/>
    <w:rsid w:val="00CD5A3F"/>
    <w:rsid w:val="00CD5D69"/>
    <w:rsid w:val="00CD5DAF"/>
    <w:rsid w:val="00CD5EC2"/>
    <w:rsid w:val="00CD5F86"/>
    <w:rsid w:val="00CD678F"/>
    <w:rsid w:val="00CD6879"/>
    <w:rsid w:val="00CD68B6"/>
    <w:rsid w:val="00CD781E"/>
    <w:rsid w:val="00CD7899"/>
    <w:rsid w:val="00CE0F30"/>
    <w:rsid w:val="00CE1814"/>
    <w:rsid w:val="00CE1A43"/>
    <w:rsid w:val="00CE1B48"/>
    <w:rsid w:val="00CE1CF4"/>
    <w:rsid w:val="00CE2361"/>
    <w:rsid w:val="00CE23B0"/>
    <w:rsid w:val="00CE27CF"/>
    <w:rsid w:val="00CE2C81"/>
    <w:rsid w:val="00CE3163"/>
    <w:rsid w:val="00CE3525"/>
    <w:rsid w:val="00CE35F1"/>
    <w:rsid w:val="00CE3914"/>
    <w:rsid w:val="00CE3DD6"/>
    <w:rsid w:val="00CE491E"/>
    <w:rsid w:val="00CE49D0"/>
    <w:rsid w:val="00CE4DC3"/>
    <w:rsid w:val="00CE5256"/>
    <w:rsid w:val="00CE65EE"/>
    <w:rsid w:val="00CE7443"/>
    <w:rsid w:val="00CE7D9F"/>
    <w:rsid w:val="00CE7E3D"/>
    <w:rsid w:val="00CE7FBE"/>
    <w:rsid w:val="00CF0240"/>
    <w:rsid w:val="00CF0DC5"/>
    <w:rsid w:val="00CF0E03"/>
    <w:rsid w:val="00CF0F78"/>
    <w:rsid w:val="00CF1511"/>
    <w:rsid w:val="00CF160C"/>
    <w:rsid w:val="00CF1671"/>
    <w:rsid w:val="00CF16B4"/>
    <w:rsid w:val="00CF1746"/>
    <w:rsid w:val="00CF1843"/>
    <w:rsid w:val="00CF197D"/>
    <w:rsid w:val="00CF1B0D"/>
    <w:rsid w:val="00CF2287"/>
    <w:rsid w:val="00CF233C"/>
    <w:rsid w:val="00CF2995"/>
    <w:rsid w:val="00CF2C60"/>
    <w:rsid w:val="00CF2E03"/>
    <w:rsid w:val="00CF2FFA"/>
    <w:rsid w:val="00CF3321"/>
    <w:rsid w:val="00CF387F"/>
    <w:rsid w:val="00CF393E"/>
    <w:rsid w:val="00CF3EDC"/>
    <w:rsid w:val="00CF4017"/>
    <w:rsid w:val="00CF4497"/>
    <w:rsid w:val="00CF4C7B"/>
    <w:rsid w:val="00CF4FBC"/>
    <w:rsid w:val="00CF56EE"/>
    <w:rsid w:val="00CF599B"/>
    <w:rsid w:val="00CF5D90"/>
    <w:rsid w:val="00CF66DD"/>
    <w:rsid w:val="00CF6807"/>
    <w:rsid w:val="00CF6A92"/>
    <w:rsid w:val="00CF6E84"/>
    <w:rsid w:val="00CF7366"/>
    <w:rsid w:val="00CF7625"/>
    <w:rsid w:val="00CF772D"/>
    <w:rsid w:val="00CF78B5"/>
    <w:rsid w:val="00CF7A8B"/>
    <w:rsid w:val="00CF7C9A"/>
    <w:rsid w:val="00CF7D5C"/>
    <w:rsid w:val="00D0055B"/>
    <w:rsid w:val="00D0081F"/>
    <w:rsid w:val="00D00C79"/>
    <w:rsid w:val="00D01430"/>
    <w:rsid w:val="00D01717"/>
    <w:rsid w:val="00D0175F"/>
    <w:rsid w:val="00D017C5"/>
    <w:rsid w:val="00D0182A"/>
    <w:rsid w:val="00D0189F"/>
    <w:rsid w:val="00D01B58"/>
    <w:rsid w:val="00D01DC8"/>
    <w:rsid w:val="00D0221D"/>
    <w:rsid w:val="00D02541"/>
    <w:rsid w:val="00D02666"/>
    <w:rsid w:val="00D02961"/>
    <w:rsid w:val="00D02C1C"/>
    <w:rsid w:val="00D03323"/>
    <w:rsid w:val="00D033FD"/>
    <w:rsid w:val="00D03FB3"/>
    <w:rsid w:val="00D0437C"/>
    <w:rsid w:val="00D049D9"/>
    <w:rsid w:val="00D04EB0"/>
    <w:rsid w:val="00D04F7F"/>
    <w:rsid w:val="00D05544"/>
    <w:rsid w:val="00D059E9"/>
    <w:rsid w:val="00D05AB8"/>
    <w:rsid w:val="00D05FE9"/>
    <w:rsid w:val="00D06BBF"/>
    <w:rsid w:val="00D070EB"/>
    <w:rsid w:val="00D07142"/>
    <w:rsid w:val="00D078DC"/>
    <w:rsid w:val="00D0793F"/>
    <w:rsid w:val="00D0796E"/>
    <w:rsid w:val="00D079B3"/>
    <w:rsid w:val="00D07AFF"/>
    <w:rsid w:val="00D07E9B"/>
    <w:rsid w:val="00D100DA"/>
    <w:rsid w:val="00D105C3"/>
    <w:rsid w:val="00D1234A"/>
    <w:rsid w:val="00D12594"/>
    <w:rsid w:val="00D127FB"/>
    <w:rsid w:val="00D1319B"/>
    <w:rsid w:val="00D13BF1"/>
    <w:rsid w:val="00D1453A"/>
    <w:rsid w:val="00D148A8"/>
    <w:rsid w:val="00D14B12"/>
    <w:rsid w:val="00D15A35"/>
    <w:rsid w:val="00D162A2"/>
    <w:rsid w:val="00D16844"/>
    <w:rsid w:val="00D16A01"/>
    <w:rsid w:val="00D16B16"/>
    <w:rsid w:val="00D16E07"/>
    <w:rsid w:val="00D16F07"/>
    <w:rsid w:val="00D1737C"/>
    <w:rsid w:val="00D17AC4"/>
    <w:rsid w:val="00D17E84"/>
    <w:rsid w:val="00D17F3D"/>
    <w:rsid w:val="00D2021A"/>
    <w:rsid w:val="00D204D7"/>
    <w:rsid w:val="00D204ED"/>
    <w:rsid w:val="00D20BBB"/>
    <w:rsid w:val="00D20FD5"/>
    <w:rsid w:val="00D21311"/>
    <w:rsid w:val="00D21681"/>
    <w:rsid w:val="00D216CA"/>
    <w:rsid w:val="00D21965"/>
    <w:rsid w:val="00D221FB"/>
    <w:rsid w:val="00D2267C"/>
    <w:rsid w:val="00D22D61"/>
    <w:rsid w:val="00D230B1"/>
    <w:rsid w:val="00D23221"/>
    <w:rsid w:val="00D2375E"/>
    <w:rsid w:val="00D24240"/>
    <w:rsid w:val="00D2454E"/>
    <w:rsid w:val="00D24604"/>
    <w:rsid w:val="00D24864"/>
    <w:rsid w:val="00D24BE6"/>
    <w:rsid w:val="00D24E0E"/>
    <w:rsid w:val="00D25091"/>
    <w:rsid w:val="00D25BCD"/>
    <w:rsid w:val="00D265EB"/>
    <w:rsid w:val="00D26E71"/>
    <w:rsid w:val="00D26E9F"/>
    <w:rsid w:val="00D26F3B"/>
    <w:rsid w:val="00D27231"/>
    <w:rsid w:val="00D27384"/>
    <w:rsid w:val="00D3094B"/>
    <w:rsid w:val="00D30DBC"/>
    <w:rsid w:val="00D31A28"/>
    <w:rsid w:val="00D3229B"/>
    <w:rsid w:val="00D3248D"/>
    <w:rsid w:val="00D32634"/>
    <w:rsid w:val="00D32653"/>
    <w:rsid w:val="00D32CFA"/>
    <w:rsid w:val="00D33357"/>
    <w:rsid w:val="00D33788"/>
    <w:rsid w:val="00D33861"/>
    <w:rsid w:val="00D33E66"/>
    <w:rsid w:val="00D3414A"/>
    <w:rsid w:val="00D34319"/>
    <w:rsid w:val="00D34C79"/>
    <w:rsid w:val="00D3518D"/>
    <w:rsid w:val="00D35E1D"/>
    <w:rsid w:val="00D36637"/>
    <w:rsid w:val="00D36690"/>
    <w:rsid w:val="00D3674F"/>
    <w:rsid w:val="00D36B7A"/>
    <w:rsid w:val="00D37114"/>
    <w:rsid w:val="00D37274"/>
    <w:rsid w:val="00D374D0"/>
    <w:rsid w:val="00D37AE9"/>
    <w:rsid w:val="00D37CE9"/>
    <w:rsid w:val="00D37F69"/>
    <w:rsid w:val="00D400AE"/>
    <w:rsid w:val="00D40148"/>
    <w:rsid w:val="00D402BD"/>
    <w:rsid w:val="00D4087F"/>
    <w:rsid w:val="00D40E53"/>
    <w:rsid w:val="00D416DB"/>
    <w:rsid w:val="00D419CE"/>
    <w:rsid w:val="00D42B42"/>
    <w:rsid w:val="00D42DA0"/>
    <w:rsid w:val="00D42E17"/>
    <w:rsid w:val="00D42E1E"/>
    <w:rsid w:val="00D43626"/>
    <w:rsid w:val="00D43BA6"/>
    <w:rsid w:val="00D43D99"/>
    <w:rsid w:val="00D43FF0"/>
    <w:rsid w:val="00D44676"/>
    <w:rsid w:val="00D4495F"/>
    <w:rsid w:val="00D44B42"/>
    <w:rsid w:val="00D44F42"/>
    <w:rsid w:val="00D45202"/>
    <w:rsid w:val="00D45261"/>
    <w:rsid w:val="00D45D0B"/>
    <w:rsid w:val="00D45D96"/>
    <w:rsid w:val="00D46039"/>
    <w:rsid w:val="00D46382"/>
    <w:rsid w:val="00D46508"/>
    <w:rsid w:val="00D46670"/>
    <w:rsid w:val="00D46D57"/>
    <w:rsid w:val="00D46FE6"/>
    <w:rsid w:val="00D47226"/>
    <w:rsid w:val="00D47500"/>
    <w:rsid w:val="00D47659"/>
    <w:rsid w:val="00D47B89"/>
    <w:rsid w:val="00D47BC2"/>
    <w:rsid w:val="00D50C40"/>
    <w:rsid w:val="00D50DE7"/>
    <w:rsid w:val="00D5120C"/>
    <w:rsid w:val="00D513FA"/>
    <w:rsid w:val="00D51A4C"/>
    <w:rsid w:val="00D51CDF"/>
    <w:rsid w:val="00D51DA3"/>
    <w:rsid w:val="00D51E19"/>
    <w:rsid w:val="00D5256B"/>
    <w:rsid w:val="00D526BA"/>
    <w:rsid w:val="00D53774"/>
    <w:rsid w:val="00D537F4"/>
    <w:rsid w:val="00D53E92"/>
    <w:rsid w:val="00D540F3"/>
    <w:rsid w:val="00D54116"/>
    <w:rsid w:val="00D54639"/>
    <w:rsid w:val="00D55066"/>
    <w:rsid w:val="00D55120"/>
    <w:rsid w:val="00D5580C"/>
    <w:rsid w:val="00D56161"/>
    <w:rsid w:val="00D56442"/>
    <w:rsid w:val="00D56664"/>
    <w:rsid w:val="00D56B2C"/>
    <w:rsid w:val="00D56DF5"/>
    <w:rsid w:val="00D57369"/>
    <w:rsid w:val="00D574C9"/>
    <w:rsid w:val="00D57BB1"/>
    <w:rsid w:val="00D57C8E"/>
    <w:rsid w:val="00D60117"/>
    <w:rsid w:val="00D601ED"/>
    <w:rsid w:val="00D60829"/>
    <w:rsid w:val="00D61520"/>
    <w:rsid w:val="00D62C94"/>
    <w:rsid w:val="00D62EA6"/>
    <w:rsid w:val="00D62EDA"/>
    <w:rsid w:val="00D63222"/>
    <w:rsid w:val="00D636EC"/>
    <w:rsid w:val="00D63BA3"/>
    <w:rsid w:val="00D63BA4"/>
    <w:rsid w:val="00D63C8F"/>
    <w:rsid w:val="00D6406A"/>
    <w:rsid w:val="00D6442D"/>
    <w:rsid w:val="00D64476"/>
    <w:rsid w:val="00D64E18"/>
    <w:rsid w:val="00D64FBA"/>
    <w:rsid w:val="00D64FC4"/>
    <w:rsid w:val="00D65084"/>
    <w:rsid w:val="00D65592"/>
    <w:rsid w:val="00D65823"/>
    <w:rsid w:val="00D65C30"/>
    <w:rsid w:val="00D66822"/>
    <w:rsid w:val="00D66C1C"/>
    <w:rsid w:val="00D66C91"/>
    <w:rsid w:val="00D66FFD"/>
    <w:rsid w:val="00D673BF"/>
    <w:rsid w:val="00D67FBA"/>
    <w:rsid w:val="00D70158"/>
    <w:rsid w:val="00D701A6"/>
    <w:rsid w:val="00D70F3D"/>
    <w:rsid w:val="00D715FA"/>
    <w:rsid w:val="00D716EF"/>
    <w:rsid w:val="00D7199D"/>
    <w:rsid w:val="00D71F90"/>
    <w:rsid w:val="00D72070"/>
    <w:rsid w:val="00D72436"/>
    <w:rsid w:val="00D7277C"/>
    <w:rsid w:val="00D72CFD"/>
    <w:rsid w:val="00D7327E"/>
    <w:rsid w:val="00D73453"/>
    <w:rsid w:val="00D738E5"/>
    <w:rsid w:val="00D73CC6"/>
    <w:rsid w:val="00D73F2B"/>
    <w:rsid w:val="00D74056"/>
    <w:rsid w:val="00D7412D"/>
    <w:rsid w:val="00D7460A"/>
    <w:rsid w:val="00D74B5E"/>
    <w:rsid w:val="00D74CB8"/>
    <w:rsid w:val="00D757B8"/>
    <w:rsid w:val="00D75C0C"/>
    <w:rsid w:val="00D75D28"/>
    <w:rsid w:val="00D75E01"/>
    <w:rsid w:val="00D76230"/>
    <w:rsid w:val="00D76547"/>
    <w:rsid w:val="00D765C4"/>
    <w:rsid w:val="00D766AC"/>
    <w:rsid w:val="00D76C8F"/>
    <w:rsid w:val="00D76CD9"/>
    <w:rsid w:val="00D76F3D"/>
    <w:rsid w:val="00D770F5"/>
    <w:rsid w:val="00D7731A"/>
    <w:rsid w:val="00D7749A"/>
    <w:rsid w:val="00D77590"/>
    <w:rsid w:val="00D77650"/>
    <w:rsid w:val="00D77AC2"/>
    <w:rsid w:val="00D77DCE"/>
    <w:rsid w:val="00D8019B"/>
    <w:rsid w:val="00D807A0"/>
    <w:rsid w:val="00D80AE5"/>
    <w:rsid w:val="00D8123B"/>
    <w:rsid w:val="00D814E3"/>
    <w:rsid w:val="00D81698"/>
    <w:rsid w:val="00D82248"/>
    <w:rsid w:val="00D8232A"/>
    <w:rsid w:val="00D82835"/>
    <w:rsid w:val="00D82EBC"/>
    <w:rsid w:val="00D8369C"/>
    <w:rsid w:val="00D83B88"/>
    <w:rsid w:val="00D83DF2"/>
    <w:rsid w:val="00D83EF2"/>
    <w:rsid w:val="00D8405D"/>
    <w:rsid w:val="00D84367"/>
    <w:rsid w:val="00D8465F"/>
    <w:rsid w:val="00D846F4"/>
    <w:rsid w:val="00D847CA"/>
    <w:rsid w:val="00D851B1"/>
    <w:rsid w:val="00D858FB"/>
    <w:rsid w:val="00D85DB4"/>
    <w:rsid w:val="00D85F25"/>
    <w:rsid w:val="00D868A3"/>
    <w:rsid w:val="00D86F79"/>
    <w:rsid w:val="00D87077"/>
    <w:rsid w:val="00D8777F"/>
    <w:rsid w:val="00D87876"/>
    <w:rsid w:val="00D878F7"/>
    <w:rsid w:val="00D87CA6"/>
    <w:rsid w:val="00D87F10"/>
    <w:rsid w:val="00D90271"/>
    <w:rsid w:val="00D90942"/>
    <w:rsid w:val="00D90BF4"/>
    <w:rsid w:val="00D90C88"/>
    <w:rsid w:val="00D90FD5"/>
    <w:rsid w:val="00D9169F"/>
    <w:rsid w:val="00D91A2C"/>
    <w:rsid w:val="00D91BAE"/>
    <w:rsid w:val="00D91C68"/>
    <w:rsid w:val="00D91F8A"/>
    <w:rsid w:val="00D925C3"/>
    <w:rsid w:val="00D9437B"/>
    <w:rsid w:val="00D94602"/>
    <w:rsid w:val="00D94D99"/>
    <w:rsid w:val="00D9502B"/>
    <w:rsid w:val="00D9585E"/>
    <w:rsid w:val="00D95DAD"/>
    <w:rsid w:val="00D95E58"/>
    <w:rsid w:val="00D95E72"/>
    <w:rsid w:val="00D9605F"/>
    <w:rsid w:val="00D962CE"/>
    <w:rsid w:val="00DA0102"/>
    <w:rsid w:val="00DA0FC5"/>
    <w:rsid w:val="00DA1A83"/>
    <w:rsid w:val="00DA1BAD"/>
    <w:rsid w:val="00DA1D41"/>
    <w:rsid w:val="00DA1E83"/>
    <w:rsid w:val="00DA1FEF"/>
    <w:rsid w:val="00DA26A9"/>
    <w:rsid w:val="00DA26CF"/>
    <w:rsid w:val="00DA2942"/>
    <w:rsid w:val="00DA33C8"/>
    <w:rsid w:val="00DA34DB"/>
    <w:rsid w:val="00DA3A60"/>
    <w:rsid w:val="00DA3C21"/>
    <w:rsid w:val="00DA3D18"/>
    <w:rsid w:val="00DA3EFE"/>
    <w:rsid w:val="00DA4776"/>
    <w:rsid w:val="00DA48F3"/>
    <w:rsid w:val="00DA5491"/>
    <w:rsid w:val="00DA567D"/>
    <w:rsid w:val="00DA58AD"/>
    <w:rsid w:val="00DA5F9E"/>
    <w:rsid w:val="00DA6361"/>
    <w:rsid w:val="00DA6653"/>
    <w:rsid w:val="00DA67C5"/>
    <w:rsid w:val="00DA6B81"/>
    <w:rsid w:val="00DA6D8A"/>
    <w:rsid w:val="00DA743C"/>
    <w:rsid w:val="00DA7462"/>
    <w:rsid w:val="00DA7908"/>
    <w:rsid w:val="00DA79EF"/>
    <w:rsid w:val="00DA7B06"/>
    <w:rsid w:val="00DB0131"/>
    <w:rsid w:val="00DB03CA"/>
    <w:rsid w:val="00DB049B"/>
    <w:rsid w:val="00DB0615"/>
    <w:rsid w:val="00DB0AD2"/>
    <w:rsid w:val="00DB0DEB"/>
    <w:rsid w:val="00DB0E5A"/>
    <w:rsid w:val="00DB0F5B"/>
    <w:rsid w:val="00DB0FD0"/>
    <w:rsid w:val="00DB10A5"/>
    <w:rsid w:val="00DB1954"/>
    <w:rsid w:val="00DB1EE1"/>
    <w:rsid w:val="00DB215D"/>
    <w:rsid w:val="00DB2198"/>
    <w:rsid w:val="00DB22D9"/>
    <w:rsid w:val="00DB2FE3"/>
    <w:rsid w:val="00DB3212"/>
    <w:rsid w:val="00DB33BD"/>
    <w:rsid w:val="00DB3462"/>
    <w:rsid w:val="00DB36C2"/>
    <w:rsid w:val="00DB3AE4"/>
    <w:rsid w:val="00DB46FE"/>
    <w:rsid w:val="00DB4A0F"/>
    <w:rsid w:val="00DB4F96"/>
    <w:rsid w:val="00DB58CE"/>
    <w:rsid w:val="00DB5CD2"/>
    <w:rsid w:val="00DB6A3F"/>
    <w:rsid w:val="00DB6B23"/>
    <w:rsid w:val="00DB6DF9"/>
    <w:rsid w:val="00DB7715"/>
    <w:rsid w:val="00DB7BF5"/>
    <w:rsid w:val="00DC02C5"/>
    <w:rsid w:val="00DC0352"/>
    <w:rsid w:val="00DC04E1"/>
    <w:rsid w:val="00DC0BC1"/>
    <w:rsid w:val="00DC1439"/>
    <w:rsid w:val="00DC14C2"/>
    <w:rsid w:val="00DC26BF"/>
    <w:rsid w:val="00DC2E14"/>
    <w:rsid w:val="00DC312B"/>
    <w:rsid w:val="00DC31FD"/>
    <w:rsid w:val="00DC4351"/>
    <w:rsid w:val="00DC44E6"/>
    <w:rsid w:val="00DC533E"/>
    <w:rsid w:val="00DC5620"/>
    <w:rsid w:val="00DC5B46"/>
    <w:rsid w:val="00DC5F1D"/>
    <w:rsid w:val="00DC670B"/>
    <w:rsid w:val="00DC6AFE"/>
    <w:rsid w:val="00DC6FC6"/>
    <w:rsid w:val="00DC75CB"/>
    <w:rsid w:val="00DC76B6"/>
    <w:rsid w:val="00DC783F"/>
    <w:rsid w:val="00DC7A7D"/>
    <w:rsid w:val="00DC7CB2"/>
    <w:rsid w:val="00DC7D2D"/>
    <w:rsid w:val="00DD058D"/>
    <w:rsid w:val="00DD09BA"/>
    <w:rsid w:val="00DD0FD7"/>
    <w:rsid w:val="00DD19B7"/>
    <w:rsid w:val="00DD1D6D"/>
    <w:rsid w:val="00DD20EB"/>
    <w:rsid w:val="00DD2534"/>
    <w:rsid w:val="00DD26FA"/>
    <w:rsid w:val="00DD382D"/>
    <w:rsid w:val="00DD3E57"/>
    <w:rsid w:val="00DD3FEE"/>
    <w:rsid w:val="00DD3FF8"/>
    <w:rsid w:val="00DD4094"/>
    <w:rsid w:val="00DD4178"/>
    <w:rsid w:val="00DD4230"/>
    <w:rsid w:val="00DD4A62"/>
    <w:rsid w:val="00DD4FF2"/>
    <w:rsid w:val="00DD5358"/>
    <w:rsid w:val="00DD53CF"/>
    <w:rsid w:val="00DD5932"/>
    <w:rsid w:val="00DD5B25"/>
    <w:rsid w:val="00DD5D51"/>
    <w:rsid w:val="00DD5EC2"/>
    <w:rsid w:val="00DD5FA2"/>
    <w:rsid w:val="00DD64B4"/>
    <w:rsid w:val="00DD68D5"/>
    <w:rsid w:val="00DD69A2"/>
    <w:rsid w:val="00DD6F6B"/>
    <w:rsid w:val="00DD7353"/>
    <w:rsid w:val="00DD786C"/>
    <w:rsid w:val="00DE04B8"/>
    <w:rsid w:val="00DE077D"/>
    <w:rsid w:val="00DE0C97"/>
    <w:rsid w:val="00DE0ECE"/>
    <w:rsid w:val="00DE151F"/>
    <w:rsid w:val="00DE1DB6"/>
    <w:rsid w:val="00DE1EC2"/>
    <w:rsid w:val="00DE258C"/>
    <w:rsid w:val="00DE2938"/>
    <w:rsid w:val="00DE2A03"/>
    <w:rsid w:val="00DE2BD2"/>
    <w:rsid w:val="00DE31F3"/>
    <w:rsid w:val="00DE34F7"/>
    <w:rsid w:val="00DE350C"/>
    <w:rsid w:val="00DE3B7C"/>
    <w:rsid w:val="00DE45DE"/>
    <w:rsid w:val="00DE49C4"/>
    <w:rsid w:val="00DE5042"/>
    <w:rsid w:val="00DE52D3"/>
    <w:rsid w:val="00DE542F"/>
    <w:rsid w:val="00DE55D6"/>
    <w:rsid w:val="00DE56CB"/>
    <w:rsid w:val="00DE5822"/>
    <w:rsid w:val="00DE594D"/>
    <w:rsid w:val="00DE59BC"/>
    <w:rsid w:val="00DE5A05"/>
    <w:rsid w:val="00DE5A72"/>
    <w:rsid w:val="00DE5C57"/>
    <w:rsid w:val="00DE62EB"/>
    <w:rsid w:val="00DE6A33"/>
    <w:rsid w:val="00DE6A82"/>
    <w:rsid w:val="00DE6A9B"/>
    <w:rsid w:val="00DE6F4B"/>
    <w:rsid w:val="00DE716E"/>
    <w:rsid w:val="00DE732D"/>
    <w:rsid w:val="00DE74E5"/>
    <w:rsid w:val="00DE74EE"/>
    <w:rsid w:val="00DE79EA"/>
    <w:rsid w:val="00DE7B02"/>
    <w:rsid w:val="00DF08CE"/>
    <w:rsid w:val="00DF0A5F"/>
    <w:rsid w:val="00DF0AA6"/>
    <w:rsid w:val="00DF1676"/>
    <w:rsid w:val="00DF1AB7"/>
    <w:rsid w:val="00DF1B89"/>
    <w:rsid w:val="00DF1BF8"/>
    <w:rsid w:val="00DF1D45"/>
    <w:rsid w:val="00DF309E"/>
    <w:rsid w:val="00DF30CB"/>
    <w:rsid w:val="00DF33D6"/>
    <w:rsid w:val="00DF3C65"/>
    <w:rsid w:val="00DF3D8F"/>
    <w:rsid w:val="00DF3E95"/>
    <w:rsid w:val="00DF4161"/>
    <w:rsid w:val="00DF568C"/>
    <w:rsid w:val="00DF577D"/>
    <w:rsid w:val="00DF5E5E"/>
    <w:rsid w:val="00DF64C4"/>
    <w:rsid w:val="00DF70BE"/>
    <w:rsid w:val="00DF7199"/>
    <w:rsid w:val="00DF7481"/>
    <w:rsid w:val="00E00554"/>
    <w:rsid w:val="00E0084E"/>
    <w:rsid w:val="00E00CB2"/>
    <w:rsid w:val="00E00CBF"/>
    <w:rsid w:val="00E011FB"/>
    <w:rsid w:val="00E01260"/>
    <w:rsid w:val="00E014DD"/>
    <w:rsid w:val="00E017D7"/>
    <w:rsid w:val="00E01B76"/>
    <w:rsid w:val="00E01EAC"/>
    <w:rsid w:val="00E0218A"/>
    <w:rsid w:val="00E024CC"/>
    <w:rsid w:val="00E0268B"/>
    <w:rsid w:val="00E0271D"/>
    <w:rsid w:val="00E02DF4"/>
    <w:rsid w:val="00E02E88"/>
    <w:rsid w:val="00E031EA"/>
    <w:rsid w:val="00E041FC"/>
    <w:rsid w:val="00E04214"/>
    <w:rsid w:val="00E049E6"/>
    <w:rsid w:val="00E04E7F"/>
    <w:rsid w:val="00E04ED9"/>
    <w:rsid w:val="00E04F97"/>
    <w:rsid w:val="00E0539D"/>
    <w:rsid w:val="00E05B90"/>
    <w:rsid w:val="00E05BF2"/>
    <w:rsid w:val="00E05D3D"/>
    <w:rsid w:val="00E0685D"/>
    <w:rsid w:val="00E06C41"/>
    <w:rsid w:val="00E06DF6"/>
    <w:rsid w:val="00E070C4"/>
    <w:rsid w:val="00E071C7"/>
    <w:rsid w:val="00E073BD"/>
    <w:rsid w:val="00E079B6"/>
    <w:rsid w:val="00E07FD7"/>
    <w:rsid w:val="00E101B2"/>
    <w:rsid w:val="00E1035B"/>
    <w:rsid w:val="00E10722"/>
    <w:rsid w:val="00E10C95"/>
    <w:rsid w:val="00E11002"/>
    <w:rsid w:val="00E1107C"/>
    <w:rsid w:val="00E1267D"/>
    <w:rsid w:val="00E12E92"/>
    <w:rsid w:val="00E131EB"/>
    <w:rsid w:val="00E13586"/>
    <w:rsid w:val="00E139CD"/>
    <w:rsid w:val="00E13D5D"/>
    <w:rsid w:val="00E14B34"/>
    <w:rsid w:val="00E14BE8"/>
    <w:rsid w:val="00E15226"/>
    <w:rsid w:val="00E15296"/>
    <w:rsid w:val="00E15613"/>
    <w:rsid w:val="00E15932"/>
    <w:rsid w:val="00E15A15"/>
    <w:rsid w:val="00E15A2C"/>
    <w:rsid w:val="00E16F5A"/>
    <w:rsid w:val="00E17021"/>
    <w:rsid w:val="00E17703"/>
    <w:rsid w:val="00E1789D"/>
    <w:rsid w:val="00E17917"/>
    <w:rsid w:val="00E17D8B"/>
    <w:rsid w:val="00E20880"/>
    <w:rsid w:val="00E2097B"/>
    <w:rsid w:val="00E20B1C"/>
    <w:rsid w:val="00E20F51"/>
    <w:rsid w:val="00E218C3"/>
    <w:rsid w:val="00E218DE"/>
    <w:rsid w:val="00E21B5D"/>
    <w:rsid w:val="00E21E53"/>
    <w:rsid w:val="00E2279C"/>
    <w:rsid w:val="00E227DF"/>
    <w:rsid w:val="00E22B7A"/>
    <w:rsid w:val="00E2317C"/>
    <w:rsid w:val="00E231A8"/>
    <w:rsid w:val="00E233C4"/>
    <w:rsid w:val="00E235EE"/>
    <w:rsid w:val="00E243F1"/>
    <w:rsid w:val="00E24B77"/>
    <w:rsid w:val="00E25051"/>
    <w:rsid w:val="00E25309"/>
    <w:rsid w:val="00E255ED"/>
    <w:rsid w:val="00E256D4"/>
    <w:rsid w:val="00E25B78"/>
    <w:rsid w:val="00E25EF6"/>
    <w:rsid w:val="00E25EFA"/>
    <w:rsid w:val="00E260F1"/>
    <w:rsid w:val="00E26634"/>
    <w:rsid w:val="00E269CA"/>
    <w:rsid w:val="00E26FC4"/>
    <w:rsid w:val="00E2712C"/>
    <w:rsid w:val="00E27385"/>
    <w:rsid w:val="00E30820"/>
    <w:rsid w:val="00E30AC9"/>
    <w:rsid w:val="00E30D90"/>
    <w:rsid w:val="00E30EBB"/>
    <w:rsid w:val="00E3110D"/>
    <w:rsid w:val="00E3188B"/>
    <w:rsid w:val="00E31C95"/>
    <w:rsid w:val="00E32072"/>
    <w:rsid w:val="00E32386"/>
    <w:rsid w:val="00E327A3"/>
    <w:rsid w:val="00E32E98"/>
    <w:rsid w:val="00E33836"/>
    <w:rsid w:val="00E33B15"/>
    <w:rsid w:val="00E33D2F"/>
    <w:rsid w:val="00E33DA7"/>
    <w:rsid w:val="00E341DA"/>
    <w:rsid w:val="00E3438A"/>
    <w:rsid w:val="00E34584"/>
    <w:rsid w:val="00E34FB2"/>
    <w:rsid w:val="00E35525"/>
    <w:rsid w:val="00E35697"/>
    <w:rsid w:val="00E35A99"/>
    <w:rsid w:val="00E366E2"/>
    <w:rsid w:val="00E36A98"/>
    <w:rsid w:val="00E36AAE"/>
    <w:rsid w:val="00E370BF"/>
    <w:rsid w:val="00E371F2"/>
    <w:rsid w:val="00E37FCF"/>
    <w:rsid w:val="00E4016E"/>
    <w:rsid w:val="00E4070A"/>
    <w:rsid w:val="00E40B8C"/>
    <w:rsid w:val="00E40CC6"/>
    <w:rsid w:val="00E40D63"/>
    <w:rsid w:val="00E4177B"/>
    <w:rsid w:val="00E41A84"/>
    <w:rsid w:val="00E41CA7"/>
    <w:rsid w:val="00E421CD"/>
    <w:rsid w:val="00E426CE"/>
    <w:rsid w:val="00E42F01"/>
    <w:rsid w:val="00E433A0"/>
    <w:rsid w:val="00E43449"/>
    <w:rsid w:val="00E43693"/>
    <w:rsid w:val="00E4370C"/>
    <w:rsid w:val="00E43755"/>
    <w:rsid w:val="00E43757"/>
    <w:rsid w:val="00E43DC1"/>
    <w:rsid w:val="00E440A4"/>
    <w:rsid w:val="00E441C6"/>
    <w:rsid w:val="00E4534B"/>
    <w:rsid w:val="00E4565E"/>
    <w:rsid w:val="00E45949"/>
    <w:rsid w:val="00E45B2D"/>
    <w:rsid w:val="00E45E96"/>
    <w:rsid w:val="00E4689F"/>
    <w:rsid w:val="00E468C3"/>
    <w:rsid w:val="00E468FC"/>
    <w:rsid w:val="00E46DB7"/>
    <w:rsid w:val="00E47C01"/>
    <w:rsid w:val="00E47D73"/>
    <w:rsid w:val="00E5007E"/>
    <w:rsid w:val="00E50BA0"/>
    <w:rsid w:val="00E50C6E"/>
    <w:rsid w:val="00E50EA5"/>
    <w:rsid w:val="00E50EFA"/>
    <w:rsid w:val="00E52664"/>
    <w:rsid w:val="00E529A6"/>
    <w:rsid w:val="00E52B60"/>
    <w:rsid w:val="00E52CDA"/>
    <w:rsid w:val="00E538C7"/>
    <w:rsid w:val="00E54759"/>
    <w:rsid w:val="00E5490D"/>
    <w:rsid w:val="00E54ADC"/>
    <w:rsid w:val="00E54BD2"/>
    <w:rsid w:val="00E54EB5"/>
    <w:rsid w:val="00E55621"/>
    <w:rsid w:val="00E55BBE"/>
    <w:rsid w:val="00E5636F"/>
    <w:rsid w:val="00E56F9F"/>
    <w:rsid w:val="00E572BA"/>
    <w:rsid w:val="00E579DC"/>
    <w:rsid w:val="00E57B12"/>
    <w:rsid w:val="00E57D3B"/>
    <w:rsid w:val="00E600DA"/>
    <w:rsid w:val="00E6018B"/>
    <w:rsid w:val="00E604FA"/>
    <w:rsid w:val="00E605FD"/>
    <w:rsid w:val="00E61260"/>
    <w:rsid w:val="00E6126B"/>
    <w:rsid w:val="00E62015"/>
    <w:rsid w:val="00E6206D"/>
    <w:rsid w:val="00E62165"/>
    <w:rsid w:val="00E6222F"/>
    <w:rsid w:val="00E62501"/>
    <w:rsid w:val="00E62B70"/>
    <w:rsid w:val="00E63224"/>
    <w:rsid w:val="00E636D6"/>
    <w:rsid w:val="00E63B92"/>
    <w:rsid w:val="00E64332"/>
    <w:rsid w:val="00E6440A"/>
    <w:rsid w:val="00E6478F"/>
    <w:rsid w:val="00E64B10"/>
    <w:rsid w:val="00E64D7F"/>
    <w:rsid w:val="00E650C9"/>
    <w:rsid w:val="00E65362"/>
    <w:rsid w:val="00E654E1"/>
    <w:rsid w:val="00E65F0A"/>
    <w:rsid w:val="00E669AB"/>
    <w:rsid w:val="00E6704C"/>
    <w:rsid w:val="00E670B1"/>
    <w:rsid w:val="00E67F84"/>
    <w:rsid w:val="00E70930"/>
    <w:rsid w:val="00E70B59"/>
    <w:rsid w:val="00E70D4E"/>
    <w:rsid w:val="00E71105"/>
    <w:rsid w:val="00E71B20"/>
    <w:rsid w:val="00E71C45"/>
    <w:rsid w:val="00E71E9D"/>
    <w:rsid w:val="00E71F11"/>
    <w:rsid w:val="00E7228B"/>
    <w:rsid w:val="00E722D3"/>
    <w:rsid w:val="00E723DD"/>
    <w:rsid w:val="00E72407"/>
    <w:rsid w:val="00E7247C"/>
    <w:rsid w:val="00E72545"/>
    <w:rsid w:val="00E7279F"/>
    <w:rsid w:val="00E72C91"/>
    <w:rsid w:val="00E72D82"/>
    <w:rsid w:val="00E72F1A"/>
    <w:rsid w:val="00E731E9"/>
    <w:rsid w:val="00E73675"/>
    <w:rsid w:val="00E738F0"/>
    <w:rsid w:val="00E73A52"/>
    <w:rsid w:val="00E73BEB"/>
    <w:rsid w:val="00E73F4A"/>
    <w:rsid w:val="00E73FDE"/>
    <w:rsid w:val="00E74360"/>
    <w:rsid w:val="00E748E8"/>
    <w:rsid w:val="00E7496E"/>
    <w:rsid w:val="00E751D6"/>
    <w:rsid w:val="00E75AE0"/>
    <w:rsid w:val="00E763BC"/>
    <w:rsid w:val="00E76F5D"/>
    <w:rsid w:val="00E76F90"/>
    <w:rsid w:val="00E776FC"/>
    <w:rsid w:val="00E777D7"/>
    <w:rsid w:val="00E8015D"/>
    <w:rsid w:val="00E804B6"/>
    <w:rsid w:val="00E80921"/>
    <w:rsid w:val="00E81068"/>
    <w:rsid w:val="00E81921"/>
    <w:rsid w:val="00E81962"/>
    <w:rsid w:val="00E81FE2"/>
    <w:rsid w:val="00E820EC"/>
    <w:rsid w:val="00E82521"/>
    <w:rsid w:val="00E82C4E"/>
    <w:rsid w:val="00E8373B"/>
    <w:rsid w:val="00E83847"/>
    <w:rsid w:val="00E8388C"/>
    <w:rsid w:val="00E83DAE"/>
    <w:rsid w:val="00E83E14"/>
    <w:rsid w:val="00E83F59"/>
    <w:rsid w:val="00E8401F"/>
    <w:rsid w:val="00E847E7"/>
    <w:rsid w:val="00E849F7"/>
    <w:rsid w:val="00E84DD1"/>
    <w:rsid w:val="00E84E38"/>
    <w:rsid w:val="00E8502D"/>
    <w:rsid w:val="00E85086"/>
    <w:rsid w:val="00E85334"/>
    <w:rsid w:val="00E85550"/>
    <w:rsid w:val="00E85585"/>
    <w:rsid w:val="00E862DA"/>
    <w:rsid w:val="00E868FD"/>
    <w:rsid w:val="00E86D0B"/>
    <w:rsid w:val="00E8798D"/>
    <w:rsid w:val="00E87D88"/>
    <w:rsid w:val="00E90033"/>
    <w:rsid w:val="00E900C7"/>
    <w:rsid w:val="00E907D2"/>
    <w:rsid w:val="00E91CCC"/>
    <w:rsid w:val="00E92217"/>
    <w:rsid w:val="00E92452"/>
    <w:rsid w:val="00E92B61"/>
    <w:rsid w:val="00E92C5B"/>
    <w:rsid w:val="00E9317E"/>
    <w:rsid w:val="00E93299"/>
    <w:rsid w:val="00E93446"/>
    <w:rsid w:val="00E93595"/>
    <w:rsid w:val="00E93743"/>
    <w:rsid w:val="00E94274"/>
    <w:rsid w:val="00E94330"/>
    <w:rsid w:val="00E946BC"/>
    <w:rsid w:val="00E94AEF"/>
    <w:rsid w:val="00E94CB7"/>
    <w:rsid w:val="00E952C0"/>
    <w:rsid w:val="00E9582C"/>
    <w:rsid w:val="00E95BD4"/>
    <w:rsid w:val="00E96917"/>
    <w:rsid w:val="00E9698F"/>
    <w:rsid w:val="00E96BE8"/>
    <w:rsid w:val="00E9715A"/>
    <w:rsid w:val="00E9743E"/>
    <w:rsid w:val="00E9751C"/>
    <w:rsid w:val="00E97BCB"/>
    <w:rsid w:val="00EA02AB"/>
    <w:rsid w:val="00EA02E7"/>
    <w:rsid w:val="00EA0835"/>
    <w:rsid w:val="00EA0FF5"/>
    <w:rsid w:val="00EA2431"/>
    <w:rsid w:val="00EA2CEE"/>
    <w:rsid w:val="00EA2FD7"/>
    <w:rsid w:val="00EA33C5"/>
    <w:rsid w:val="00EA3447"/>
    <w:rsid w:val="00EA3BFA"/>
    <w:rsid w:val="00EA3FAC"/>
    <w:rsid w:val="00EA452A"/>
    <w:rsid w:val="00EA57AD"/>
    <w:rsid w:val="00EA5EDE"/>
    <w:rsid w:val="00EA60DD"/>
    <w:rsid w:val="00EA62EA"/>
    <w:rsid w:val="00EA6737"/>
    <w:rsid w:val="00EA75E4"/>
    <w:rsid w:val="00EA7F43"/>
    <w:rsid w:val="00EB00F5"/>
    <w:rsid w:val="00EB0196"/>
    <w:rsid w:val="00EB0218"/>
    <w:rsid w:val="00EB0856"/>
    <w:rsid w:val="00EB09F4"/>
    <w:rsid w:val="00EB0D65"/>
    <w:rsid w:val="00EB19DA"/>
    <w:rsid w:val="00EB1AC2"/>
    <w:rsid w:val="00EB1ADA"/>
    <w:rsid w:val="00EB1ED8"/>
    <w:rsid w:val="00EB2378"/>
    <w:rsid w:val="00EB257F"/>
    <w:rsid w:val="00EB2708"/>
    <w:rsid w:val="00EB2CDF"/>
    <w:rsid w:val="00EB2F0A"/>
    <w:rsid w:val="00EB3658"/>
    <w:rsid w:val="00EB3719"/>
    <w:rsid w:val="00EB3760"/>
    <w:rsid w:val="00EB37A4"/>
    <w:rsid w:val="00EB392A"/>
    <w:rsid w:val="00EB396D"/>
    <w:rsid w:val="00EB3E31"/>
    <w:rsid w:val="00EB407B"/>
    <w:rsid w:val="00EB4391"/>
    <w:rsid w:val="00EB4ADB"/>
    <w:rsid w:val="00EB4D48"/>
    <w:rsid w:val="00EB5204"/>
    <w:rsid w:val="00EB5511"/>
    <w:rsid w:val="00EB5EF0"/>
    <w:rsid w:val="00EB5F6B"/>
    <w:rsid w:val="00EB60BD"/>
    <w:rsid w:val="00EB62B5"/>
    <w:rsid w:val="00EB64C2"/>
    <w:rsid w:val="00EB660D"/>
    <w:rsid w:val="00EB67A9"/>
    <w:rsid w:val="00EB756A"/>
    <w:rsid w:val="00EB765B"/>
    <w:rsid w:val="00EB7B5E"/>
    <w:rsid w:val="00EB7B94"/>
    <w:rsid w:val="00EC04CC"/>
    <w:rsid w:val="00EC073A"/>
    <w:rsid w:val="00EC0767"/>
    <w:rsid w:val="00EC0971"/>
    <w:rsid w:val="00EC0C23"/>
    <w:rsid w:val="00EC0DD9"/>
    <w:rsid w:val="00EC1019"/>
    <w:rsid w:val="00EC152A"/>
    <w:rsid w:val="00EC1B10"/>
    <w:rsid w:val="00EC2143"/>
    <w:rsid w:val="00EC2476"/>
    <w:rsid w:val="00EC2631"/>
    <w:rsid w:val="00EC2706"/>
    <w:rsid w:val="00EC2A60"/>
    <w:rsid w:val="00EC312B"/>
    <w:rsid w:val="00EC339B"/>
    <w:rsid w:val="00EC33E7"/>
    <w:rsid w:val="00EC3716"/>
    <w:rsid w:val="00EC3780"/>
    <w:rsid w:val="00EC3947"/>
    <w:rsid w:val="00EC3C16"/>
    <w:rsid w:val="00EC3CF1"/>
    <w:rsid w:val="00EC3D95"/>
    <w:rsid w:val="00EC3EBC"/>
    <w:rsid w:val="00EC3F67"/>
    <w:rsid w:val="00EC40D8"/>
    <w:rsid w:val="00EC4309"/>
    <w:rsid w:val="00EC4753"/>
    <w:rsid w:val="00EC4BF2"/>
    <w:rsid w:val="00EC4E7D"/>
    <w:rsid w:val="00EC4F1B"/>
    <w:rsid w:val="00EC4F7D"/>
    <w:rsid w:val="00EC550D"/>
    <w:rsid w:val="00EC59D1"/>
    <w:rsid w:val="00EC62BC"/>
    <w:rsid w:val="00EC66A5"/>
    <w:rsid w:val="00EC68E1"/>
    <w:rsid w:val="00EC6BA7"/>
    <w:rsid w:val="00EC728B"/>
    <w:rsid w:val="00EC7684"/>
    <w:rsid w:val="00EC7D4C"/>
    <w:rsid w:val="00EC7D91"/>
    <w:rsid w:val="00ED0586"/>
    <w:rsid w:val="00ED0729"/>
    <w:rsid w:val="00ED08B3"/>
    <w:rsid w:val="00ED0CF4"/>
    <w:rsid w:val="00ED1388"/>
    <w:rsid w:val="00ED196A"/>
    <w:rsid w:val="00ED21BF"/>
    <w:rsid w:val="00ED25B9"/>
    <w:rsid w:val="00ED274C"/>
    <w:rsid w:val="00ED3165"/>
    <w:rsid w:val="00ED35E0"/>
    <w:rsid w:val="00ED37D6"/>
    <w:rsid w:val="00ED4565"/>
    <w:rsid w:val="00ED45F3"/>
    <w:rsid w:val="00ED48F7"/>
    <w:rsid w:val="00ED4BDB"/>
    <w:rsid w:val="00ED4DBB"/>
    <w:rsid w:val="00ED514D"/>
    <w:rsid w:val="00ED548B"/>
    <w:rsid w:val="00ED58F7"/>
    <w:rsid w:val="00ED6AB6"/>
    <w:rsid w:val="00ED6FA0"/>
    <w:rsid w:val="00ED715A"/>
    <w:rsid w:val="00ED716B"/>
    <w:rsid w:val="00ED756C"/>
    <w:rsid w:val="00ED783B"/>
    <w:rsid w:val="00ED7F49"/>
    <w:rsid w:val="00EE0035"/>
    <w:rsid w:val="00EE0F20"/>
    <w:rsid w:val="00EE1403"/>
    <w:rsid w:val="00EE18A5"/>
    <w:rsid w:val="00EE18DC"/>
    <w:rsid w:val="00EE1DCA"/>
    <w:rsid w:val="00EE1EC5"/>
    <w:rsid w:val="00EE20D6"/>
    <w:rsid w:val="00EE214A"/>
    <w:rsid w:val="00EE2943"/>
    <w:rsid w:val="00EE2D56"/>
    <w:rsid w:val="00EE316D"/>
    <w:rsid w:val="00EE411F"/>
    <w:rsid w:val="00EE47A9"/>
    <w:rsid w:val="00EE4E8B"/>
    <w:rsid w:val="00EE519D"/>
    <w:rsid w:val="00EE5451"/>
    <w:rsid w:val="00EE563E"/>
    <w:rsid w:val="00EE5F60"/>
    <w:rsid w:val="00EE617B"/>
    <w:rsid w:val="00EE67AC"/>
    <w:rsid w:val="00EE7076"/>
    <w:rsid w:val="00EE7541"/>
    <w:rsid w:val="00EE75E9"/>
    <w:rsid w:val="00EE766A"/>
    <w:rsid w:val="00EE79DF"/>
    <w:rsid w:val="00EE7CEE"/>
    <w:rsid w:val="00EE7DAA"/>
    <w:rsid w:val="00EE7DC3"/>
    <w:rsid w:val="00EE7F9E"/>
    <w:rsid w:val="00EF0241"/>
    <w:rsid w:val="00EF036A"/>
    <w:rsid w:val="00EF05E6"/>
    <w:rsid w:val="00EF06D3"/>
    <w:rsid w:val="00EF06FD"/>
    <w:rsid w:val="00EF07C0"/>
    <w:rsid w:val="00EF0F82"/>
    <w:rsid w:val="00EF1261"/>
    <w:rsid w:val="00EF12BA"/>
    <w:rsid w:val="00EF1DA9"/>
    <w:rsid w:val="00EF1E5E"/>
    <w:rsid w:val="00EF20AD"/>
    <w:rsid w:val="00EF20FF"/>
    <w:rsid w:val="00EF259C"/>
    <w:rsid w:val="00EF2915"/>
    <w:rsid w:val="00EF2985"/>
    <w:rsid w:val="00EF2E86"/>
    <w:rsid w:val="00EF3416"/>
    <w:rsid w:val="00EF34CC"/>
    <w:rsid w:val="00EF421E"/>
    <w:rsid w:val="00EF4B48"/>
    <w:rsid w:val="00EF4DC9"/>
    <w:rsid w:val="00EF55A2"/>
    <w:rsid w:val="00EF5FF2"/>
    <w:rsid w:val="00EF648C"/>
    <w:rsid w:val="00EF6968"/>
    <w:rsid w:val="00EF7628"/>
    <w:rsid w:val="00EF7748"/>
    <w:rsid w:val="00F002B4"/>
    <w:rsid w:val="00F003FA"/>
    <w:rsid w:val="00F00826"/>
    <w:rsid w:val="00F00A51"/>
    <w:rsid w:val="00F00A9A"/>
    <w:rsid w:val="00F00E25"/>
    <w:rsid w:val="00F011F8"/>
    <w:rsid w:val="00F013B9"/>
    <w:rsid w:val="00F01697"/>
    <w:rsid w:val="00F020F4"/>
    <w:rsid w:val="00F02995"/>
    <w:rsid w:val="00F02C27"/>
    <w:rsid w:val="00F03084"/>
    <w:rsid w:val="00F03209"/>
    <w:rsid w:val="00F033C5"/>
    <w:rsid w:val="00F03567"/>
    <w:rsid w:val="00F036E0"/>
    <w:rsid w:val="00F03732"/>
    <w:rsid w:val="00F03A1E"/>
    <w:rsid w:val="00F03EDE"/>
    <w:rsid w:val="00F04371"/>
    <w:rsid w:val="00F048EF"/>
    <w:rsid w:val="00F04F49"/>
    <w:rsid w:val="00F055F8"/>
    <w:rsid w:val="00F05643"/>
    <w:rsid w:val="00F05F17"/>
    <w:rsid w:val="00F06139"/>
    <w:rsid w:val="00F06986"/>
    <w:rsid w:val="00F06B2B"/>
    <w:rsid w:val="00F06BBB"/>
    <w:rsid w:val="00F06EED"/>
    <w:rsid w:val="00F073E4"/>
    <w:rsid w:val="00F0754A"/>
    <w:rsid w:val="00F07773"/>
    <w:rsid w:val="00F07B33"/>
    <w:rsid w:val="00F07E71"/>
    <w:rsid w:val="00F07F55"/>
    <w:rsid w:val="00F07FD1"/>
    <w:rsid w:val="00F105B0"/>
    <w:rsid w:val="00F105C2"/>
    <w:rsid w:val="00F10711"/>
    <w:rsid w:val="00F107F4"/>
    <w:rsid w:val="00F10A79"/>
    <w:rsid w:val="00F10B83"/>
    <w:rsid w:val="00F10F75"/>
    <w:rsid w:val="00F113E1"/>
    <w:rsid w:val="00F113F2"/>
    <w:rsid w:val="00F118A0"/>
    <w:rsid w:val="00F11BF0"/>
    <w:rsid w:val="00F11DEB"/>
    <w:rsid w:val="00F11E65"/>
    <w:rsid w:val="00F11F5C"/>
    <w:rsid w:val="00F12356"/>
    <w:rsid w:val="00F127A7"/>
    <w:rsid w:val="00F129B2"/>
    <w:rsid w:val="00F1445F"/>
    <w:rsid w:val="00F147D9"/>
    <w:rsid w:val="00F1488F"/>
    <w:rsid w:val="00F148DB"/>
    <w:rsid w:val="00F14EE1"/>
    <w:rsid w:val="00F14FAA"/>
    <w:rsid w:val="00F15175"/>
    <w:rsid w:val="00F156A5"/>
    <w:rsid w:val="00F15D0D"/>
    <w:rsid w:val="00F16066"/>
    <w:rsid w:val="00F161A1"/>
    <w:rsid w:val="00F16953"/>
    <w:rsid w:val="00F16AE4"/>
    <w:rsid w:val="00F16E99"/>
    <w:rsid w:val="00F17134"/>
    <w:rsid w:val="00F171B0"/>
    <w:rsid w:val="00F17302"/>
    <w:rsid w:val="00F17FA6"/>
    <w:rsid w:val="00F20216"/>
    <w:rsid w:val="00F20252"/>
    <w:rsid w:val="00F20692"/>
    <w:rsid w:val="00F20BD9"/>
    <w:rsid w:val="00F20EDC"/>
    <w:rsid w:val="00F2117A"/>
    <w:rsid w:val="00F218CC"/>
    <w:rsid w:val="00F21933"/>
    <w:rsid w:val="00F21A83"/>
    <w:rsid w:val="00F21E60"/>
    <w:rsid w:val="00F22179"/>
    <w:rsid w:val="00F23194"/>
    <w:rsid w:val="00F231C4"/>
    <w:rsid w:val="00F23B25"/>
    <w:rsid w:val="00F2477E"/>
    <w:rsid w:val="00F25066"/>
    <w:rsid w:val="00F25234"/>
    <w:rsid w:val="00F25EAC"/>
    <w:rsid w:val="00F25FA8"/>
    <w:rsid w:val="00F262EB"/>
    <w:rsid w:val="00F264C2"/>
    <w:rsid w:val="00F26CED"/>
    <w:rsid w:val="00F27520"/>
    <w:rsid w:val="00F27913"/>
    <w:rsid w:val="00F27B52"/>
    <w:rsid w:val="00F27F72"/>
    <w:rsid w:val="00F30541"/>
    <w:rsid w:val="00F307CA"/>
    <w:rsid w:val="00F30D84"/>
    <w:rsid w:val="00F30D89"/>
    <w:rsid w:val="00F30F3B"/>
    <w:rsid w:val="00F31045"/>
    <w:rsid w:val="00F3107D"/>
    <w:rsid w:val="00F31721"/>
    <w:rsid w:val="00F31746"/>
    <w:rsid w:val="00F3183D"/>
    <w:rsid w:val="00F31CC1"/>
    <w:rsid w:val="00F320AD"/>
    <w:rsid w:val="00F3284D"/>
    <w:rsid w:val="00F33865"/>
    <w:rsid w:val="00F341A9"/>
    <w:rsid w:val="00F344C0"/>
    <w:rsid w:val="00F34A7C"/>
    <w:rsid w:val="00F35233"/>
    <w:rsid w:val="00F35DEC"/>
    <w:rsid w:val="00F3603C"/>
    <w:rsid w:val="00F362CA"/>
    <w:rsid w:val="00F36783"/>
    <w:rsid w:val="00F36B89"/>
    <w:rsid w:val="00F37991"/>
    <w:rsid w:val="00F37DC3"/>
    <w:rsid w:val="00F401B5"/>
    <w:rsid w:val="00F402A2"/>
    <w:rsid w:val="00F40835"/>
    <w:rsid w:val="00F408A8"/>
    <w:rsid w:val="00F40AB8"/>
    <w:rsid w:val="00F40D19"/>
    <w:rsid w:val="00F40F9D"/>
    <w:rsid w:val="00F422F9"/>
    <w:rsid w:val="00F4256C"/>
    <w:rsid w:val="00F426C9"/>
    <w:rsid w:val="00F42A9C"/>
    <w:rsid w:val="00F431A7"/>
    <w:rsid w:val="00F43BC8"/>
    <w:rsid w:val="00F43E74"/>
    <w:rsid w:val="00F45195"/>
    <w:rsid w:val="00F456EB"/>
    <w:rsid w:val="00F45BA5"/>
    <w:rsid w:val="00F46157"/>
    <w:rsid w:val="00F466F0"/>
    <w:rsid w:val="00F46CAC"/>
    <w:rsid w:val="00F47339"/>
    <w:rsid w:val="00F47FA9"/>
    <w:rsid w:val="00F50C4C"/>
    <w:rsid w:val="00F51533"/>
    <w:rsid w:val="00F515F0"/>
    <w:rsid w:val="00F518DD"/>
    <w:rsid w:val="00F51AD1"/>
    <w:rsid w:val="00F51F13"/>
    <w:rsid w:val="00F5209B"/>
    <w:rsid w:val="00F52255"/>
    <w:rsid w:val="00F52C18"/>
    <w:rsid w:val="00F53043"/>
    <w:rsid w:val="00F5321F"/>
    <w:rsid w:val="00F5326C"/>
    <w:rsid w:val="00F5376F"/>
    <w:rsid w:val="00F539F4"/>
    <w:rsid w:val="00F53E78"/>
    <w:rsid w:val="00F547AB"/>
    <w:rsid w:val="00F54B51"/>
    <w:rsid w:val="00F5507C"/>
    <w:rsid w:val="00F553DA"/>
    <w:rsid w:val="00F5586B"/>
    <w:rsid w:val="00F55BA1"/>
    <w:rsid w:val="00F55C3D"/>
    <w:rsid w:val="00F56727"/>
    <w:rsid w:val="00F56947"/>
    <w:rsid w:val="00F56B96"/>
    <w:rsid w:val="00F56FE2"/>
    <w:rsid w:val="00F578DD"/>
    <w:rsid w:val="00F57DAC"/>
    <w:rsid w:val="00F57F31"/>
    <w:rsid w:val="00F60A97"/>
    <w:rsid w:val="00F60E14"/>
    <w:rsid w:val="00F60FCD"/>
    <w:rsid w:val="00F6161C"/>
    <w:rsid w:val="00F6189E"/>
    <w:rsid w:val="00F61FDA"/>
    <w:rsid w:val="00F62DB5"/>
    <w:rsid w:val="00F64008"/>
    <w:rsid w:val="00F64DE2"/>
    <w:rsid w:val="00F64FA5"/>
    <w:rsid w:val="00F650A5"/>
    <w:rsid w:val="00F65483"/>
    <w:rsid w:val="00F656FD"/>
    <w:rsid w:val="00F65E31"/>
    <w:rsid w:val="00F66189"/>
    <w:rsid w:val="00F66969"/>
    <w:rsid w:val="00F672FA"/>
    <w:rsid w:val="00F67301"/>
    <w:rsid w:val="00F67765"/>
    <w:rsid w:val="00F67CEE"/>
    <w:rsid w:val="00F7026B"/>
    <w:rsid w:val="00F712DF"/>
    <w:rsid w:val="00F7133E"/>
    <w:rsid w:val="00F71E61"/>
    <w:rsid w:val="00F722D0"/>
    <w:rsid w:val="00F73223"/>
    <w:rsid w:val="00F73626"/>
    <w:rsid w:val="00F73D76"/>
    <w:rsid w:val="00F74425"/>
    <w:rsid w:val="00F748F4"/>
    <w:rsid w:val="00F74976"/>
    <w:rsid w:val="00F74E29"/>
    <w:rsid w:val="00F74E3F"/>
    <w:rsid w:val="00F75704"/>
    <w:rsid w:val="00F7591F"/>
    <w:rsid w:val="00F7592E"/>
    <w:rsid w:val="00F75AFF"/>
    <w:rsid w:val="00F75DBC"/>
    <w:rsid w:val="00F766BB"/>
    <w:rsid w:val="00F77550"/>
    <w:rsid w:val="00F77755"/>
    <w:rsid w:val="00F813F0"/>
    <w:rsid w:val="00F81452"/>
    <w:rsid w:val="00F8242E"/>
    <w:rsid w:val="00F8267F"/>
    <w:rsid w:val="00F82826"/>
    <w:rsid w:val="00F83101"/>
    <w:rsid w:val="00F833ED"/>
    <w:rsid w:val="00F835AA"/>
    <w:rsid w:val="00F835E7"/>
    <w:rsid w:val="00F83767"/>
    <w:rsid w:val="00F837EA"/>
    <w:rsid w:val="00F83AD4"/>
    <w:rsid w:val="00F841E9"/>
    <w:rsid w:val="00F84552"/>
    <w:rsid w:val="00F847D0"/>
    <w:rsid w:val="00F8531E"/>
    <w:rsid w:val="00F853C2"/>
    <w:rsid w:val="00F85414"/>
    <w:rsid w:val="00F86404"/>
    <w:rsid w:val="00F867E2"/>
    <w:rsid w:val="00F86A0E"/>
    <w:rsid w:val="00F86ADC"/>
    <w:rsid w:val="00F86C1C"/>
    <w:rsid w:val="00F86CE0"/>
    <w:rsid w:val="00F87086"/>
    <w:rsid w:val="00F8724D"/>
    <w:rsid w:val="00F87A2A"/>
    <w:rsid w:val="00F87D22"/>
    <w:rsid w:val="00F90157"/>
    <w:rsid w:val="00F90344"/>
    <w:rsid w:val="00F90548"/>
    <w:rsid w:val="00F90666"/>
    <w:rsid w:val="00F91908"/>
    <w:rsid w:val="00F9195B"/>
    <w:rsid w:val="00F91AE0"/>
    <w:rsid w:val="00F91E95"/>
    <w:rsid w:val="00F92C99"/>
    <w:rsid w:val="00F92CEA"/>
    <w:rsid w:val="00F92FA1"/>
    <w:rsid w:val="00F93554"/>
    <w:rsid w:val="00F9362C"/>
    <w:rsid w:val="00F9373C"/>
    <w:rsid w:val="00F93C5D"/>
    <w:rsid w:val="00F93CCB"/>
    <w:rsid w:val="00F93D43"/>
    <w:rsid w:val="00F93F00"/>
    <w:rsid w:val="00F93F8A"/>
    <w:rsid w:val="00F94018"/>
    <w:rsid w:val="00F94427"/>
    <w:rsid w:val="00F946CB"/>
    <w:rsid w:val="00F94830"/>
    <w:rsid w:val="00F948BD"/>
    <w:rsid w:val="00F94BF2"/>
    <w:rsid w:val="00F95363"/>
    <w:rsid w:val="00F959E1"/>
    <w:rsid w:val="00F96461"/>
    <w:rsid w:val="00F965FE"/>
    <w:rsid w:val="00F96785"/>
    <w:rsid w:val="00F96B80"/>
    <w:rsid w:val="00F96E1F"/>
    <w:rsid w:val="00F97358"/>
    <w:rsid w:val="00F9758C"/>
    <w:rsid w:val="00F97945"/>
    <w:rsid w:val="00F97A39"/>
    <w:rsid w:val="00F97F57"/>
    <w:rsid w:val="00FA03E4"/>
    <w:rsid w:val="00FA05B0"/>
    <w:rsid w:val="00FA068C"/>
    <w:rsid w:val="00FA0F7E"/>
    <w:rsid w:val="00FA1126"/>
    <w:rsid w:val="00FA156E"/>
    <w:rsid w:val="00FA16F9"/>
    <w:rsid w:val="00FA199A"/>
    <w:rsid w:val="00FA1A30"/>
    <w:rsid w:val="00FA1FAA"/>
    <w:rsid w:val="00FA2057"/>
    <w:rsid w:val="00FA29F0"/>
    <w:rsid w:val="00FA2AAA"/>
    <w:rsid w:val="00FA2AEA"/>
    <w:rsid w:val="00FA475E"/>
    <w:rsid w:val="00FA4799"/>
    <w:rsid w:val="00FA4811"/>
    <w:rsid w:val="00FA4859"/>
    <w:rsid w:val="00FA5133"/>
    <w:rsid w:val="00FA5162"/>
    <w:rsid w:val="00FA570C"/>
    <w:rsid w:val="00FA5B58"/>
    <w:rsid w:val="00FA5DF5"/>
    <w:rsid w:val="00FA5EBF"/>
    <w:rsid w:val="00FA66F8"/>
    <w:rsid w:val="00FA6869"/>
    <w:rsid w:val="00FA68E5"/>
    <w:rsid w:val="00FA6E02"/>
    <w:rsid w:val="00FA6F94"/>
    <w:rsid w:val="00FA715F"/>
    <w:rsid w:val="00FA742A"/>
    <w:rsid w:val="00FA763E"/>
    <w:rsid w:val="00FA799E"/>
    <w:rsid w:val="00FA7F34"/>
    <w:rsid w:val="00FB014F"/>
    <w:rsid w:val="00FB021E"/>
    <w:rsid w:val="00FB037A"/>
    <w:rsid w:val="00FB0895"/>
    <w:rsid w:val="00FB0DBF"/>
    <w:rsid w:val="00FB0F0B"/>
    <w:rsid w:val="00FB17B4"/>
    <w:rsid w:val="00FB25B3"/>
    <w:rsid w:val="00FB26A6"/>
    <w:rsid w:val="00FB2828"/>
    <w:rsid w:val="00FB2870"/>
    <w:rsid w:val="00FB311C"/>
    <w:rsid w:val="00FB353D"/>
    <w:rsid w:val="00FB42B5"/>
    <w:rsid w:val="00FB42F0"/>
    <w:rsid w:val="00FB4387"/>
    <w:rsid w:val="00FB45F7"/>
    <w:rsid w:val="00FB47EF"/>
    <w:rsid w:val="00FB5840"/>
    <w:rsid w:val="00FB5CEF"/>
    <w:rsid w:val="00FB661F"/>
    <w:rsid w:val="00FB66BC"/>
    <w:rsid w:val="00FB6AEC"/>
    <w:rsid w:val="00FB71ED"/>
    <w:rsid w:val="00FB7695"/>
    <w:rsid w:val="00FB7785"/>
    <w:rsid w:val="00FB7DD5"/>
    <w:rsid w:val="00FC0987"/>
    <w:rsid w:val="00FC0A9B"/>
    <w:rsid w:val="00FC0B5F"/>
    <w:rsid w:val="00FC0CE1"/>
    <w:rsid w:val="00FC0E0E"/>
    <w:rsid w:val="00FC15FC"/>
    <w:rsid w:val="00FC1826"/>
    <w:rsid w:val="00FC1CA4"/>
    <w:rsid w:val="00FC2071"/>
    <w:rsid w:val="00FC21E1"/>
    <w:rsid w:val="00FC2864"/>
    <w:rsid w:val="00FC2A8F"/>
    <w:rsid w:val="00FC2EEF"/>
    <w:rsid w:val="00FC3421"/>
    <w:rsid w:val="00FC34DB"/>
    <w:rsid w:val="00FC35E9"/>
    <w:rsid w:val="00FC431C"/>
    <w:rsid w:val="00FC4326"/>
    <w:rsid w:val="00FC4402"/>
    <w:rsid w:val="00FC443F"/>
    <w:rsid w:val="00FC451C"/>
    <w:rsid w:val="00FC4BB8"/>
    <w:rsid w:val="00FC56C9"/>
    <w:rsid w:val="00FC5D65"/>
    <w:rsid w:val="00FC6219"/>
    <w:rsid w:val="00FC6875"/>
    <w:rsid w:val="00FC6A54"/>
    <w:rsid w:val="00FC6A74"/>
    <w:rsid w:val="00FC6AEF"/>
    <w:rsid w:val="00FC6CF7"/>
    <w:rsid w:val="00FC715E"/>
    <w:rsid w:val="00FD0722"/>
    <w:rsid w:val="00FD07E5"/>
    <w:rsid w:val="00FD099A"/>
    <w:rsid w:val="00FD0D5D"/>
    <w:rsid w:val="00FD0EE8"/>
    <w:rsid w:val="00FD13D1"/>
    <w:rsid w:val="00FD1AB6"/>
    <w:rsid w:val="00FD1BB8"/>
    <w:rsid w:val="00FD2789"/>
    <w:rsid w:val="00FD2B96"/>
    <w:rsid w:val="00FD2C10"/>
    <w:rsid w:val="00FD35DE"/>
    <w:rsid w:val="00FD3844"/>
    <w:rsid w:val="00FD3ADD"/>
    <w:rsid w:val="00FD3F3B"/>
    <w:rsid w:val="00FD42C4"/>
    <w:rsid w:val="00FD45A2"/>
    <w:rsid w:val="00FD4801"/>
    <w:rsid w:val="00FD4972"/>
    <w:rsid w:val="00FD4EAC"/>
    <w:rsid w:val="00FD54D7"/>
    <w:rsid w:val="00FD5669"/>
    <w:rsid w:val="00FD5D0D"/>
    <w:rsid w:val="00FD6121"/>
    <w:rsid w:val="00FD617E"/>
    <w:rsid w:val="00FD62AA"/>
    <w:rsid w:val="00FD6353"/>
    <w:rsid w:val="00FD6525"/>
    <w:rsid w:val="00FD6884"/>
    <w:rsid w:val="00FD68A4"/>
    <w:rsid w:val="00FD6A3F"/>
    <w:rsid w:val="00FD6E71"/>
    <w:rsid w:val="00FD70AD"/>
    <w:rsid w:val="00FD72CD"/>
    <w:rsid w:val="00FD749B"/>
    <w:rsid w:val="00FE0ACD"/>
    <w:rsid w:val="00FE0B00"/>
    <w:rsid w:val="00FE0DA4"/>
    <w:rsid w:val="00FE15E1"/>
    <w:rsid w:val="00FE16A4"/>
    <w:rsid w:val="00FE1D7B"/>
    <w:rsid w:val="00FE1E79"/>
    <w:rsid w:val="00FE226F"/>
    <w:rsid w:val="00FE2B3F"/>
    <w:rsid w:val="00FE2B75"/>
    <w:rsid w:val="00FE311B"/>
    <w:rsid w:val="00FE3BC6"/>
    <w:rsid w:val="00FE47B8"/>
    <w:rsid w:val="00FE4C4C"/>
    <w:rsid w:val="00FE4CA9"/>
    <w:rsid w:val="00FE4DA5"/>
    <w:rsid w:val="00FE51D5"/>
    <w:rsid w:val="00FE546C"/>
    <w:rsid w:val="00FE5664"/>
    <w:rsid w:val="00FE6356"/>
    <w:rsid w:val="00FE6AEC"/>
    <w:rsid w:val="00FE6C0C"/>
    <w:rsid w:val="00FE6DA0"/>
    <w:rsid w:val="00FE6F08"/>
    <w:rsid w:val="00FE75BB"/>
    <w:rsid w:val="00FE7DC0"/>
    <w:rsid w:val="00FE7FF5"/>
    <w:rsid w:val="00FF026C"/>
    <w:rsid w:val="00FF0315"/>
    <w:rsid w:val="00FF0634"/>
    <w:rsid w:val="00FF0862"/>
    <w:rsid w:val="00FF08D1"/>
    <w:rsid w:val="00FF1172"/>
    <w:rsid w:val="00FF16C7"/>
    <w:rsid w:val="00FF1B18"/>
    <w:rsid w:val="00FF1C76"/>
    <w:rsid w:val="00FF1D86"/>
    <w:rsid w:val="00FF1FD1"/>
    <w:rsid w:val="00FF2227"/>
    <w:rsid w:val="00FF2CD4"/>
    <w:rsid w:val="00FF2D42"/>
    <w:rsid w:val="00FF2F3F"/>
    <w:rsid w:val="00FF35FA"/>
    <w:rsid w:val="00FF377B"/>
    <w:rsid w:val="00FF3F38"/>
    <w:rsid w:val="00FF44E2"/>
    <w:rsid w:val="00FF48B9"/>
    <w:rsid w:val="00FF49F0"/>
    <w:rsid w:val="00FF4BA7"/>
    <w:rsid w:val="00FF54CE"/>
    <w:rsid w:val="00FF5B3D"/>
    <w:rsid w:val="00FF6363"/>
    <w:rsid w:val="00FF665A"/>
    <w:rsid w:val="00FF697B"/>
    <w:rsid w:val="00FF6DA8"/>
    <w:rsid w:val="00FF6FCD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6FBB"/>
  <w15:chartTrackingRefBased/>
  <w15:docId w15:val="{6BE993EF-B1F2-4CB5-B3B6-90F66585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2893"/>
  </w:style>
  <w:style w:type="paragraph" w:styleId="berschrift1">
    <w:name w:val="heading 1"/>
    <w:basedOn w:val="Standard"/>
    <w:next w:val="Standard"/>
    <w:link w:val="berschrift1Zchn"/>
    <w:qFormat/>
    <w:rsid w:val="006959CB"/>
    <w:pPr>
      <w:keepNext/>
      <w:outlineLvl w:val="0"/>
    </w:pPr>
    <w:rPr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6959CB"/>
    <w:pPr>
      <w:keepNext/>
      <w:outlineLvl w:val="1"/>
    </w:pPr>
    <w:rPr>
      <w:b/>
      <w:bCs/>
      <w:noProof/>
      <w:sz w:val="32"/>
    </w:rPr>
  </w:style>
  <w:style w:type="paragraph" w:styleId="berschrift3">
    <w:name w:val="heading 3"/>
    <w:basedOn w:val="Standard"/>
    <w:next w:val="Standard"/>
    <w:link w:val="berschrift3Zchn"/>
    <w:qFormat/>
    <w:rsid w:val="006959CB"/>
    <w:pPr>
      <w:keepNext/>
      <w:ind w:right="708"/>
      <w:outlineLvl w:val="2"/>
    </w:pPr>
    <w:rPr>
      <w:b/>
      <w:bCs/>
      <w:u w:val="single"/>
    </w:rPr>
  </w:style>
  <w:style w:type="paragraph" w:styleId="berschrift4">
    <w:name w:val="heading 4"/>
    <w:basedOn w:val="Standard"/>
    <w:next w:val="Standard"/>
    <w:link w:val="berschrift4Zchn"/>
    <w:qFormat/>
    <w:rsid w:val="006959CB"/>
    <w:pPr>
      <w:keepNext/>
      <w:tabs>
        <w:tab w:val="left" w:pos="290"/>
        <w:tab w:val="left" w:pos="650"/>
      </w:tabs>
      <w:outlineLvl w:val="3"/>
    </w:pPr>
    <w:rPr>
      <w:b/>
      <w:bCs/>
      <w:sz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basedOn w:val="Standard"/>
    <w:next w:val="Standard"/>
    <w:rsid w:val="006959CB"/>
    <w:rPr>
      <w:b/>
    </w:rPr>
  </w:style>
  <w:style w:type="paragraph" w:styleId="Fuzeile">
    <w:name w:val="footer"/>
    <w:basedOn w:val="Standard"/>
    <w:next w:val="Standard"/>
    <w:link w:val="FuzeileZchn"/>
    <w:rsid w:val="006959C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59CB"/>
    <w:rPr>
      <w:rFonts w:eastAsia="Times New Roman"/>
      <w:vanish/>
      <w:szCs w:val="20"/>
      <w:lang w:eastAsia="de-DE"/>
    </w:rPr>
  </w:style>
  <w:style w:type="paragraph" w:customStyle="1" w:styleId="Gliederung111">
    <w:name w:val="Gliederung 1.1.1"/>
    <w:basedOn w:val="Standard"/>
    <w:rsid w:val="006959CB"/>
    <w:pPr>
      <w:numPr>
        <w:numId w:val="1"/>
      </w:numPr>
    </w:pPr>
  </w:style>
  <w:style w:type="paragraph" w:customStyle="1" w:styleId="Gliederung111a-">
    <w:name w:val="Gliederung 1.1.1a)-"/>
    <w:basedOn w:val="Standard"/>
    <w:rsid w:val="006959CB"/>
    <w:pPr>
      <w:numPr>
        <w:numId w:val="2"/>
      </w:numPr>
      <w:ind w:right="213"/>
    </w:pPr>
  </w:style>
  <w:style w:type="paragraph" w:customStyle="1" w:styleId="GliederungA1a-">
    <w:name w:val="Gliederung A)1.a)-"/>
    <w:basedOn w:val="Gliederung111a-"/>
    <w:rsid w:val="006959CB"/>
    <w:pPr>
      <w:numPr>
        <w:numId w:val="3"/>
      </w:numPr>
    </w:pPr>
  </w:style>
  <w:style w:type="paragraph" w:styleId="Kopfzeile">
    <w:name w:val="header"/>
    <w:basedOn w:val="Standard"/>
    <w:next w:val="Standard"/>
    <w:link w:val="KopfzeileZchn"/>
    <w:rsid w:val="006959C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59CB"/>
    <w:rPr>
      <w:rFonts w:eastAsia="Times New Roman"/>
      <w:vanish/>
      <w:szCs w:val="20"/>
      <w:lang w:eastAsia="de-DE"/>
    </w:rPr>
  </w:style>
  <w:style w:type="paragraph" w:customStyle="1" w:styleId="sachlVerf">
    <w:name w:val="sachl. Verf."/>
    <w:basedOn w:val="Standard"/>
    <w:rsid w:val="006959CB"/>
    <w:pPr>
      <w:tabs>
        <w:tab w:val="left" w:pos="2552"/>
        <w:tab w:val="left" w:pos="2835"/>
        <w:tab w:val="left" w:pos="4678"/>
        <w:tab w:val="left" w:pos="5812"/>
        <w:tab w:val="left" w:pos="6096"/>
        <w:tab w:val="left" w:pos="7513"/>
        <w:tab w:val="left" w:pos="8647"/>
      </w:tabs>
      <w:ind w:hanging="426"/>
    </w:pPr>
  </w:style>
  <w:style w:type="character" w:styleId="Seitenzahl">
    <w:name w:val="page number"/>
    <w:basedOn w:val="Absatz-Standardschriftart"/>
    <w:rsid w:val="006959CB"/>
  </w:style>
  <w:style w:type="paragraph" w:styleId="Textkrper">
    <w:name w:val="Body Text"/>
    <w:basedOn w:val="Standard"/>
    <w:link w:val="TextkrperZchn"/>
    <w:rsid w:val="006959CB"/>
    <w:pPr>
      <w:framePr w:hSpace="142" w:wrap="around" w:hAnchor="margin" w:y="-850"/>
      <w:tabs>
        <w:tab w:val="center" w:pos="4071"/>
      </w:tabs>
      <w:jc w:val="center"/>
    </w:pPr>
    <w:rPr>
      <w:rFonts w:ascii="Arial Black" w:hAnsi="Arial Black"/>
    </w:rPr>
  </w:style>
  <w:style w:type="character" w:customStyle="1" w:styleId="TextkrperZchn">
    <w:name w:val="Textkörper Zchn"/>
    <w:basedOn w:val="Absatz-Standardschriftart"/>
    <w:link w:val="Textkrper"/>
    <w:rsid w:val="006959CB"/>
    <w:rPr>
      <w:rFonts w:ascii="Arial Black" w:eastAsia="Times New Roman" w:hAnsi="Arial Black"/>
      <w:vanish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6959CB"/>
    <w:rPr>
      <w:rFonts w:eastAsia="Times New Roman"/>
      <w:vanish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6959CB"/>
    <w:rPr>
      <w:rFonts w:eastAsia="Times New Roman"/>
      <w:b/>
      <w:bCs/>
      <w:noProof/>
      <w:vanish/>
      <w:sz w:val="32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6959CB"/>
    <w:rPr>
      <w:rFonts w:eastAsia="Times New Roman"/>
      <w:b/>
      <w:bCs/>
      <w:vanish/>
      <w:szCs w:val="20"/>
      <w:u w:val="single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6959CB"/>
    <w:rPr>
      <w:rFonts w:eastAsia="Times New Roman"/>
      <w:b/>
      <w:bCs/>
      <w:vanish/>
      <w:sz w:val="14"/>
      <w:szCs w:val="20"/>
      <w:lang w:eastAsia="de-DE"/>
    </w:rPr>
  </w:style>
  <w:style w:type="paragraph" w:customStyle="1" w:styleId="Default">
    <w:name w:val="Default"/>
    <w:rsid w:val="006870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6870FB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2A2518"/>
    <w:rPr>
      <w:rFonts w:asciiTheme="minorHAnsi" w:eastAsiaTheme="minorHAnsi" w:hAnsiTheme="minorHAnsi" w:cs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59"/>
    <w:rsid w:val="002A25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DA09D2FE.dotm</Template>
  <TotalTime>0</TotalTime>
  <Pages>2</Pages>
  <Words>410</Words>
  <Characters>2585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Regierung von Mittelfranken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Vollmar, Dirk (RMFR)</dc:creator>
  <cp:keywords/>
  <dc:description/>
  <cp:lastModifiedBy>Vollmar, Dirk (RMFR)</cp:lastModifiedBy>
  <cp:revision>2</cp:revision>
  <dcterms:created xsi:type="dcterms:W3CDTF">2020-05-27T09:01:00Z</dcterms:created>
  <dcterms:modified xsi:type="dcterms:W3CDTF">2020-05-27T09:01:00Z</dcterms:modified>
</cp:coreProperties>
</file>